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AC710" w14:textId="77777777" w:rsidR="00993105" w:rsidRDefault="00993105">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BD36D0D" w14:textId="77777777" w:rsidR="00993105" w:rsidRDefault="00447B3F">
      <w:pPr>
        <w:pStyle w:val="RedaliaNormal"/>
        <w:jc w:val="center"/>
      </w:pPr>
      <w:r>
        <w:rPr>
          <w:noProof/>
        </w:rPr>
        <w:drawing>
          <wp:inline distT="0" distB="0" distL="0" distR="0" wp14:anchorId="74C5A15C" wp14:editId="5CCC3AB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290B8D6D" w14:textId="77777777" w:rsidR="00993105" w:rsidRDefault="00993105">
      <w:pPr>
        <w:pStyle w:val="RedaliaNormal"/>
        <w:rPr>
          <w:sz w:val="40"/>
          <w:szCs w:val="40"/>
        </w:rPr>
      </w:pPr>
    </w:p>
    <w:p w14:paraId="3B3D5242" w14:textId="77777777" w:rsidR="00993105" w:rsidRDefault="00447B3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3A8988A4" w14:textId="77777777" w:rsidR="00993105" w:rsidRDefault="00993105">
      <w:pPr>
        <w:pStyle w:val="RedaliaNormal"/>
      </w:pPr>
    </w:p>
    <w:p w14:paraId="494BCD2D" w14:textId="77777777" w:rsidR="00993105" w:rsidRDefault="00993105">
      <w:pPr>
        <w:pStyle w:val="RedaliaNormal"/>
      </w:pPr>
    </w:p>
    <w:p w14:paraId="7C0B09C4"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E829CE9"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03CA8877"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0BE1ED57" w14:textId="77777777" w:rsidR="00993105" w:rsidRDefault="00993105">
      <w:pPr>
        <w:pStyle w:val="RedaliaNormal"/>
      </w:pPr>
    </w:p>
    <w:p w14:paraId="755AC73E" w14:textId="77777777" w:rsidR="00993105" w:rsidRDefault="00993105">
      <w:pPr>
        <w:pStyle w:val="RedaliaNormal"/>
      </w:pPr>
    </w:p>
    <w:p w14:paraId="369A8EE8"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bCs/>
        </w:rPr>
        <w:t xml:space="preserve">OBJET : DIAGNOSTIC DÉTAILLÉ ET RENFORCEMENT DES CAPACITÉS POUR LA GESTION DES AIRES PROTÉGÉES AVEC MANGROVES DANS LA </w:t>
      </w:r>
      <w:r>
        <w:rPr>
          <w:b/>
          <w:bCs/>
        </w:rPr>
        <w:t>PROVINCE DE MONTE CRISTI</w:t>
      </w:r>
    </w:p>
    <w:p w14:paraId="62693E02" w14:textId="77777777" w:rsidR="00993105" w:rsidRDefault="00993105">
      <w:pPr>
        <w:pStyle w:val="RedaliaSoustitredocument"/>
      </w:pPr>
    </w:p>
    <w:p w14:paraId="7A7CC9DC" w14:textId="77777777" w:rsidR="00993105" w:rsidRDefault="00447B3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n°ARB-2025-0219</w:t>
      </w:r>
    </w:p>
    <w:p w14:paraId="2058F5C9" w14:textId="77777777" w:rsidR="00993105" w:rsidRDefault="0099310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FD9D30D" w14:textId="77777777" w:rsidR="00993105" w:rsidRDefault="00993105">
      <w:pPr>
        <w:pStyle w:val="RedaliaNormal"/>
      </w:pPr>
    </w:p>
    <w:p w14:paraId="32824196" w14:textId="77777777" w:rsidR="00993105" w:rsidRDefault="00447B3F">
      <w:pPr>
        <w:pStyle w:val="RdaliaTitreparagraphe"/>
      </w:pPr>
      <w:r>
        <w:rPr>
          <w:shd w:val="clear" w:color="auto" w:fill="FFFFFF"/>
        </w:rPr>
        <w:t>Procédure de passation</w:t>
      </w:r>
    </w:p>
    <w:p w14:paraId="4A1AE33F" w14:textId="77777777" w:rsidR="00993105" w:rsidRDefault="00447B3F">
      <w:pPr>
        <w:pStyle w:val="RedaliaNormal"/>
      </w:pPr>
      <w:r>
        <w:t>Adaptée ouverte – En application des articles R. 2123-1 et R. 2123-4 à R. 2123-7 du Code de la commande publique</w:t>
      </w:r>
    </w:p>
    <w:p w14:paraId="048CB3DE" w14:textId="77777777" w:rsidR="00993105" w:rsidRDefault="00993105">
      <w:pPr>
        <w:pStyle w:val="RedaliaNormal"/>
      </w:pPr>
    </w:p>
    <w:p w14:paraId="24DD062B" w14:textId="77777777" w:rsidR="00993105" w:rsidRDefault="00993105">
      <w:pPr>
        <w:pStyle w:val="RedaliaNormal"/>
      </w:pPr>
    </w:p>
    <w:p w14:paraId="4E427424"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66E5EB8"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 xml:space="preserve">Le présent document ne peut être modifié que pour </w:t>
      </w:r>
      <w:r>
        <w:t>compléter :</w:t>
      </w:r>
    </w:p>
    <w:p w14:paraId="3334AA49" w14:textId="77777777" w:rsidR="00993105" w:rsidRDefault="0099310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6758C83"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69C36D5"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11F080E5"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28D79CD"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886988C"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E96FBFC" w14:textId="77777777" w:rsidR="00993105" w:rsidRDefault="0099310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14DFD8B" w14:textId="77777777" w:rsidR="00993105" w:rsidRDefault="00447B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8046EE0" w14:textId="77777777" w:rsidR="00993105" w:rsidRDefault="0099310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D1E55C0" w14:textId="77777777" w:rsidR="00993105" w:rsidRDefault="00993105">
      <w:pPr>
        <w:pStyle w:val="RedaliaNormal"/>
      </w:pPr>
    </w:p>
    <w:p w14:paraId="1FCC8BF1" w14:textId="77777777" w:rsidR="00993105" w:rsidRDefault="00447B3F">
      <w:pPr>
        <w:pStyle w:val="RedaliaNormal"/>
        <w:rPr>
          <w:b/>
          <w:bCs/>
        </w:rPr>
      </w:pPr>
      <w:r>
        <w:rPr>
          <w:b/>
          <w:bCs/>
        </w:rPr>
        <w:t>ENTRE</w:t>
      </w:r>
    </w:p>
    <w:p w14:paraId="05216EFA" w14:textId="77777777" w:rsidR="00993105" w:rsidRDefault="00447B3F">
      <w:pPr>
        <w:pStyle w:val="RedaliaNormal"/>
        <w:rPr>
          <w:b/>
          <w:bCs/>
        </w:rPr>
      </w:pPr>
      <w:r>
        <w:rPr>
          <w:b/>
          <w:bCs/>
        </w:rPr>
        <w:t>L'AGENCE FRANCAISE DE DEVELOPPEMENT (AFD)</w:t>
      </w:r>
    </w:p>
    <w:p w14:paraId="6EAB18CD" w14:textId="77777777" w:rsidR="00993105" w:rsidRDefault="00447B3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4E36237" w14:textId="77777777" w:rsidR="00993105" w:rsidRDefault="00447B3F">
      <w:pPr>
        <w:pStyle w:val="RedaliaNormal"/>
        <w:jc w:val="right"/>
        <w:rPr>
          <w:b/>
          <w:bCs/>
        </w:rPr>
      </w:pPr>
      <w:r>
        <w:rPr>
          <w:b/>
          <w:bCs/>
        </w:rPr>
        <w:t>ci-après dénommée « le Pouvoir Adjudicateur » d'une part,</w:t>
      </w:r>
    </w:p>
    <w:p w14:paraId="123BA7A2" w14:textId="77777777" w:rsidR="00993105" w:rsidRDefault="00447B3F">
      <w:pPr>
        <w:pStyle w:val="RedaliaNormal"/>
        <w:rPr>
          <w:b/>
          <w:bCs/>
        </w:rPr>
      </w:pPr>
      <w:r>
        <w:rPr>
          <w:b/>
          <w:bCs/>
        </w:rPr>
        <w:t>ET</w:t>
      </w:r>
    </w:p>
    <w:p w14:paraId="159AA88D" w14:textId="77777777" w:rsidR="00993105" w:rsidRDefault="00993105">
      <w:pPr>
        <w:pStyle w:val="RedaliaNormal"/>
        <w:rPr>
          <w:b/>
          <w:bCs/>
        </w:rPr>
      </w:pPr>
    </w:p>
    <w:p w14:paraId="6940F3A0" w14:textId="77777777" w:rsidR="00993105" w:rsidRDefault="00447B3F">
      <w:pPr>
        <w:pStyle w:val="RedaliaNormal"/>
      </w:pPr>
      <w:r>
        <w:rPr>
          <w:b/>
          <w:bCs/>
        </w:rPr>
        <w:t>La société</w:t>
      </w:r>
      <w:r>
        <w:t xml:space="preserve"> _________________, domiciliée __________________________________, inscrite au Registre du Commerce et des Sociétés _________________ sous le numéro </w:t>
      </w:r>
      <w:r>
        <w:t>RCS_________________</w:t>
      </w:r>
    </w:p>
    <w:p w14:paraId="7BCF291F" w14:textId="77777777" w:rsidR="00993105" w:rsidRDefault="00447B3F">
      <w:pPr>
        <w:pStyle w:val="RedaliaNormal"/>
      </w:pPr>
      <w:r>
        <w:t>Représentée par___________</w:t>
      </w:r>
    </w:p>
    <w:p w14:paraId="55698EF5" w14:textId="77777777" w:rsidR="00993105" w:rsidRDefault="00993105">
      <w:pPr>
        <w:pStyle w:val="RedaliaNormal"/>
      </w:pPr>
    </w:p>
    <w:p w14:paraId="4D9E4138" w14:textId="77777777" w:rsidR="00993105" w:rsidRDefault="00447B3F">
      <w:pPr>
        <w:pStyle w:val="RedaliaNormal"/>
      </w:pPr>
      <w:r>
        <w:t>Après avoir pris connaissance du contrat et des documents qui sont mentionnés ci-après,</w:t>
      </w:r>
    </w:p>
    <w:p w14:paraId="4B38D09E" w14:textId="77777777" w:rsidR="00993105" w:rsidRDefault="00447B3F">
      <w:pPr>
        <w:pStyle w:val="Redaliapuces"/>
        <w:numPr>
          <w:ilvl w:val="0"/>
          <w:numId w:val="23"/>
        </w:numPr>
      </w:pPr>
      <w:r>
        <w:t xml:space="preserve">JE M'ENGAGE, sans réserve, conformément aux conditions, clauses et prescriptions des documents visés ci-dessus à </w:t>
      </w:r>
      <w:r>
        <w:t>exécuter les prestations définies ci-après, aux conditions qui constituent mon offre.</w:t>
      </w:r>
    </w:p>
    <w:p w14:paraId="5DA81DFB" w14:textId="77777777" w:rsidR="00993105" w:rsidRDefault="00447B3F">
      <w:pPr>
        <w:pStyle w:val="Redaliapuces"/>
        <w:numPr>
          <w:ilvl w:val="0"/>
          <w:numId w:val="10"/>
        </w:numPr>
      </w:pPr>
      <w:r>
        <w:t>J’AFFIRME, sous peine de résiliation de plein droit du marché, que je suis titulaire d'une police d'assurance garantissant l'ensemble des responsabilités que j'encours.</w:t>
      </w:r>
    </w:p>
    <w:p w14:paraId="15930532" w14:textId="77777777" w:rsidR="00993105" w:rsidRDefault="00447B3F">
      <w:pPr>
        <w:pStyle w:val="Redaliapuces"/>
        <w:numPr>
          <w:ilvl w:val="0"/>
          <w:numId w:val="10"/>
        </w:numPr>
      </w:pPr>
      <w:r>
        <w:t>JE CONFIRME, sous peine de résiliation de plein droit du marché, que les sous-traitants proposés sont également titulaires de polices d’assurances garantissant les responsabilités qu’ils encourent.</w:t>
      </w:r>
    </w:p>
    <w:p w14:paraId="443B0EEE" w14:textId="77777777" w:rsidR="00993105" w:rsidRDefault="00993105">
      <w:pPr>
        <w:pStyle w:val="RedaliaNormal"/>
        <w:pageBreakBefore/>
      </w:pPr>
    </w:p>
    <w:p w14:paraId="28B88A0B" w14:textId="77777777" w:rsidR="00993105" w:rsidRDefault="00993105">
      <w:pPr>
        <w:pStyle w:val="RedaliaNormal"/>
      </w:pPr>
    </w:p>
    <w:p w14:paraId="4A9489B5" w14:textId="77777777" w:rsidR="00993105" w:rsidRDefault="00447B3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3F73CA0F"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581B6B1A" w14:textId="77777777" w:rsidR="00993105" w:rsidRDefault="00993105">
      <w:pPr>
        <w:pStyle w:val="RedaliaNormal"/>
      </w:pPr>
    </w:p>
    <w:p w14:paraId="2EE8B37E" w14:textId="77777777" w:rsidR="00993105" w:rsidRDefault="00447B3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303AA398"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54A2C83F"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03E9046A"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1D5AFCB9" w14:textId="77777777" w:rsidR="00993105" w:rsidRDefault="00993105">
      <w:pPr>
        <w:pStyle w:val="RedaliaNormal"/>
      </w:pPr>
    </w:p>
    <w:p w14:paraId="469E111C" w14:textId="77777777" w:rsidR="00993105" w:rsidRDefault="00993105">
      <w:pPr>
        <w:pStyle w:val="RedaliaNormal"/>
      </w:pPr>
    </w:p>
    <w:p w14:paraId="39033916" w14:textId="77777777" w:rsidR="00993105" w:rsidRDefault="00447B3F">
      <w:pPr>
        <w:pStyle w:val="RedaliaNormal"/>
        <w:jc w:val="left"/>
      </w:pPr>
      <w:r>
        <w:t>Nom commercial et dénomination sociale du candidat :</w:t>
      </w:r>
    </w:p>
    <w:p w14:paraId="4BB1D9A2" w14:textId="77777777" w:rsidR="00993105" w:rsidRDefault="00447B3F">
      <w:pPr>
        <w:pStyle w:val="RedaliaNormal"/>
        <w:jc w:val="left"/>
      </w:pPr>
      <w:r>
        <w:t>……………………………………………………………………………………………………………</w:t>
      </w:r>
    </w:p>
    <w:p w14:paraId="00F6F120" w14:textId="77777777" w:rsidR="00993105" w:rsidRDefault="00447B3F">
      <w:pPr>
        <w:pStyle w:val="RedaliaNormal"/>
        <w:jc w:val="left"/>
      </w:pPr>
      <w:r>
        <w:t>Adresse de l’établissement :</w:t>
      </w:r>
    </w:p>
    <w:p w14:paraId="1C8D00DD" w14:textId="77777777" w:rsidR="00993105" w:rsidRDefault="00447B3F">
      <w:pPr>
        <w:pStyle w:val="RedaliaNormal"/>
        <w:jc w:val="left"/>
      </w:pPr>
      <w:r>
        <w:t>…………………………………………………………………………………………………………...</w:t>
      </w:r>
    </w:p>
    <w:p w14:paraId="6866E684" w14:textId="77777777" w:rsidR="00993105" w:rsidRDefault="00447B3F">
      <w:pPr>
        <w:pStyle w:val="RedaliaNormal"/>
        <w:jc w:val="left"/>
      </w:pPr>
      <w:r>
        <w:t>...…………………………………………………………………………………………………………</w:t>
      </w:r>
    </w:p>
    <w:p w14:paraId="4EA63F30" w14:textId="77777777" w:rsidR="00993105" w:rsidRDefault="00447B3F">
      <w:pPr>
        <w:pStyle w:val="RedaliaNormal"/>
        <w:jc w:val="left"/>
      </w:pPr>
      <w:r>
        <w:t>…………………………………………………………………………………………………………...</w:t>
      </w:r>
    </w:p>
    <w:p w14:paraId="5AD305E1" w14:textId="77777777" w:rsidR="00993105" w:rsidRDefault="00447B3F">
      <w:pPr>
        <w:pStyle w:val="RedaliaNormal"/>
        <w:jc w:val="left"/>
      </w:pPr>
      <w:r>
        <w:t xml:space="preserve">Adresse du siège social : </w:t>
      </w:r>
      <w:r>
        <w:rPr>
          <w:i/>
          <w:iCs/>
          <w:sz w:val="18"/>
          <w:szCs w:val="16"/>
        </w:rPr>
        <w:t>(si différente de l’établissement)</w:t>
      </w:r>
    </w:p>
    <w:p w14:paraId="6C9562BA" w14:textId="77777777" w:rsidR="00993105" w:rsidRDefault="00447B3F">
      <w:pPr>
        <w:pStyle w:val="RedaliaNormal"/>
        <w:jc w:val="left"/>
      </w:pPr>
      <w:r>
        <w:t>…………………………………………………………………………………………………………...</w:t>
      </w:r>
    </w:p>
    <w:p w14:paraId="39F9592E" w14:textId="77777777" w:rsidR="00993105" w:rsidRDefault="00447B3F">
      <w:pPr>
        <w:pStyle w:val="RedaliaNormal"/>
        <w:jc w:val="left"/>
      </w:pPr>
      <w:r>
        <w:t>.…………………………………………………………………………………………………………..</w:t>
      </w:r>
    </w:p>
    <w:p w14:paraId="2DDF0ADC" w14:textId="77777777" w:rsidR="00993105" w:rsidRDefault="00447B3F">
      <w:pPr>
        <w:pStyle w:val="RedaliaNormal"/>
      </w:pPr>
      <w:r>
        <w:t>………………………………………………………………………………………………………...…</w:t>
      </w:r>
    </w:p>
    <w:p w14:paraId="60B068E5" w14:textId="77777777" w:rsidR="00993105" w:rsidRDefault="00447B3F">
      <w:pPr>
        <w:pStyle w:val="RedaliaNormal"/>
      </w:pPr>
      <w:r>
        <w:t>Adresse électronique générique (</w:t>
      </w:r>
      <w:r>
        <w:rPr>
          <w:i/>
          <w:iCs/>
        </w:rPr>
        <w:t>il est recommandé d’utiliser une adresse mail générique valable pour toute la durée du marché ou de l’accord-cadre</w:t>
      </w:r>
      <w:r>
        <w:t>) : ………………………………..</w:t>
      </w:r>
    </w:p>
    <w:p w14:paraId="6AB50443" w14:textId="77777777" w:rsidR="00993105" w:rsidRDefault="00447B3F">
      <w:pPr>
        <w:pStyle w:val="RedaliaNormal"/>
        <w:jc w:val="left"/>
      </w:pPr>
      <w:r>
        <w:t>Téléphone : ...................................................</w:t>
      </w:r>
    </w:p>
    <w:p w14:paraId="3D716DD5" w14:textId="77777777" w:rsidR="00993105" w:rsidRDefault="00447B3F">
      <w:pPr>
        <w:pStyle w:val="RedaliaNormal"/>
        <w:jc w:val="left"/>
      </w:pPr>
      <w:r>
        <w:t>N° SIRET (ou n° d’immatriculation équivalent dans le pays concerné): .........................................................</w:t>
      </w:r>
    </w:p>
    <w:p w14:paraId="438F6902" w14:textId="77777777" w:rsidR="00993105" w:rsidRDefault="00447B3F">
      <w:pPr>
        <w:pStyle w:val="RedaliaNormal"/>
        <w:jc w:val="left"/>
      </w:pPr>
      <w:r>
        <w:t>APE : ............................................................</w:t>
      </w:r>
    </w:p>
    <w:p w14:paraId="6FBC4964" w14:textId="77777777" w:rsidR="00993105" w:rsidRDefault="00447B3F">
      <w:pPr>
        <w:pStyle w:val="RedaliaNormal"/>
        <w:jc w:val="left"/>
      </w:pPr>
      <w:r>
        <w:t>N° de TVA intracommunautaire : .........................................................</w:t>
      </w:r>
    </w:p>
    <w:p w14:paraId="25586F1A" w14:textId="77777777" w:rsidR="00993105" w:rsidRDefault="00993105">
      <w:pPr>
        <w:pStyle w:val="RedaliaNormal"/>
      </w:pPr>
    </w:p>
    <w:p w14:paraId="4CAAEFF7" w14:textId="77777777" w:rsidR="00993105" w:rsidRDefault="00447B3F">
      <w:pPr>
        <w:pStyle w:val="RedaliaNormal"/>
        <w:jc w:val="right"/>
        <w:rPr>
          <w:b/>
          <w:bCs/>
        </w:rPr>
      </w:pPr>
      <w:r>
        <w:rPr>
          <w:b/>
          <w:bCs/>
        </w:rPr>
        <w:t>ci-après dénommée « le Titulaire » d’autre part,</w:t>
      </w:r>
    </w:p>
    <w:p w14:paraId="54C4C76C" w14:textId="77777777" w:rsidR="00993105" w:rsidRDefault="00993105">
      <w:pPr>
        <w:pStyle w:val="RedaliaNormal"/>
      </w:pPr>
    </w:p>
    <w:p w14:paraId="1C235B45" w14:textId="77777777" w:rsidR="00993105" w:rsidRDefault="00993105">
      <w:pPr>
        <w:pStyle w:val="RedaliaNormal"/>
      </w:pPr>
    </w:p>
    <w:p w14:paraId="13712229" w14:textId="77777777" w:rsidR="00993105" w:rsidRDefault="00447B3F">
      <w:pPr>
        <w:pStyle w:val="RedaliaNormal"/>
        <w:jc w:val="center"/>
        <w:rPr>
          <w:b/>
          <w:bCs/>
        </w:rPr>
      </w:pPr>
      <w:r>
        <w:rPr>
          <w:b/>
          <w:bCs/>
        </w:rPr>
        <w:t>IL A ETE CONVENU ET ARRETE CE QUI SUIT :</w:t>
      </w:r>
    </w:p>
    <w:p w14:paraId="76384C4B" w14:textId="77777777" w:rsidR="00993105" w:rsidRDefault="00993105"/>
    <w:p w14:paraId="68D3CB6F" w14:textId="77777777" w:rsidR="00993105" w:rsidRDefault="00447B3F">
      <w:pPr>
        <w:pStyle w:val="RdaliaTitredossier"/>
        <w:pageBreakBefore/>
      </w:pPr>
      <w:r>
        <w:lastRenderedPageBreak/>
        <w:t>Sommaire</w:t>
      </w:r>
    </w:p>
    <w:p w14:paraId="20305AA3" w14:textId="77777777" w:rsidR="00993105" w:rsidRDefault="00993105"/>
    <w:p w14:paraId="7A11D59C" w14:textId="77777777" w:rsidR="00993105" w:rsidRDefault="00447B3F">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Aptos" w:eastAsia="Times New Roman" w:hAnsi="Aptos" w:cs="Times New Roman"/>
            <w:b w:val="0"/>
            <w:szCs w:val="24"/>
          </w:rPr>
          <w:tab/>
        </w:r>
        <w:r>
          <w:rPr>
            <w:rStyle w:val="Lienhypertexte"/>
          </w:rPr>
          <w:t>Préambule</w:t>
        </w:r>
        <w:r>
          <w:tab/>
          <w:t>6</w:t>
        </w:r>
      </w:hyperlink>
    </w:p>
    <w:p w14:paraId="193CBCEE" w14:textId="77777777" w:rsidR="00993105" w:rsidRDefault="00447B3F">
      <w:pPr>
        <w:pStyle w:val="TM2"/>
        <w:tabs>
          <w:tab w:val="right" w:leader="dot" w:pos="799"/>
        </w:tabs>
      </w:pPr>
      <w:hyperlink r:id="rId9" w:history="1">
        <w:r>
          <w:rPr>
            <w:rStyle w:val="Lienhypertexte"/>
          </w:rPr>
          <w:t>1.1</w:t>
        </w:r>
        <w:r>
          <w:rPr>
            <w:rFonts w:ascii="Aptos" w:eastAsia="Times New Roman" w:hAnsi="Aptos" w:cs="Times New Roman"/>
            <w:kern w:val="3"/>
            <w:sz w:val="24"/>
            <w:szCs w:val="24"/>
          </w:rPr>
          <w:tab/>
        </w:r>
        <w:r>
          <w:rPr>
            <w:rStyle w:val="Lienhypertexte"/>
          </w:rPr>
          <w:t>Présentation du pouvoir adjudicateur</w:t>
        </w:r>
        <w:r>
          <w:tab/>
          <w:t>6</w:t>
        </w:r>
      </w:hyperlink>
    </w:p>
    <w:p w14:paraId="4A28C8A8" w14:textId="77777777" w:rsidR="00993105" w:rsidRDefault="00447B3F">
      <w:pPr>
        <w:pStyle w:val="TM2"/>
        <w:tabs>
          <w:tab w:val="right" w:leader="dot" w:pos="799"/>
        </w:tabs>
      </w:pPr>
      <w:hyperlink r:id="rId10" w:history="1">
        <w:r>
          <w:rPr>
            <w:rStyle w:val="Lienhypertexte"/>
          </w:rPr>
          <w:t>1.2</w:t>
        </w:r>
        <w:r>
          <w:rPr>
            <w:rFonts w:ascii="Aptos" w:eastAsia="Times New Roman" w:hAnsi="Aptos" w:cs="Times New Roman"/>
            <w:kern w:val="3"/>
            <w:sz w:val="24"/>
            <w:szCs w:val="24"/>
          </w:rPr>
          <w:tab/>
        </w:r>
        <w:r>
          <w:rPr>
            <w:rStyle w:val="Lienhypertexte"/>
          </w:rPr>
          <w:t>Définitions</w:t>
        </w:r>
        <w:r>
          <w:tab/>
          <w:t>6</w:t>
        </w:r>
      </w:hyperlink>
    </w:p>
    <w:p w14:paraId="19A6B8D7" w14:textId="77777777" w:rsidR="00993105" w:rsidRDefault="00447B3F">
      <w:pPr>
        <w:pStyle w:val="TM1"/>
        <w:tabs>
          <w:tab w:val="right" w:leader="dot" w:pos="601"/>
        </w:tabs>
      </w:pPr>
      <w:hyperlink r:id="rId11" w:history="1">
        <w:r>
          <w:rPr>
            <w:rStyle w:val="Lienhypertexte"/>
          </w:rPr>
          <w:t>2.</w:t>
        </w:r>
        <w:r>
          <w:rPr>
            <w:rFonts w:ascii="Aptos" w:eastAsia="Times New Roman" w:hAnsi="Aptos" w:cs="Times New Roman"/>
            <w:b w:val="0"/>
            <w:szCs w:val="24"/>
          </w:rPr>
          <w:tab/>
        </w:r>
        <w:r>
          <w:rPr>
            <w:rStyle w:val="Lienhypertexte"/>
          </w:rPr>
          <w:t>Objet du Contrat- Dispositions générales</w:t>
        </w:r>
        <w:r>
          <w:tab/>
          <w:t>8</w:t>
        </w:r>
      </w:hyperlink>
    </w:p>
    <w:p w14:paraId="2C0DC17C" w14:textId="77777777" w:rsidR="00993105" w:rsidRDefault="00447B3F">
      <w:pPr>
        <w:pStyle w:val="TM2"/>
        <w:tabs>
          <w:tab w:val="right" w:leader="dot" w:pos="799"/>
        </w:tabs>
      </w:pPr>
      <w:hyperlink r:id="rId12" w:history="1">
        <w:r>
          <w:rPr>
            <w:rStyle w:val="Lienhypertexte"/>
          </w:rPr>
          <w:t>2.1</w:t>
        </w:r>
        <w:r>
          <w:rPr>
            <w:rFonts w:ascii="Aptos" w:eastAsia="Times New Roman" w:hAnsi="Aptos" w:cs="Times New Roman"/>
            <w:kern w:val="3"/>
            <w:sz w:val="24"/>
            <w:szCs w:val="24"/>
          </w:rPr>
          <w:tab/>
        </w:r>
        <w:r>
          <w:rPr>
            <w:rStyle w:val="Lienhypertexte"/>
          </w:rPr>
          <w:t>Objet du Contrat</w:t>
        </w:r>
        <w:r>
          <w:tab/>
          <w:t>8</w:t>
        </w:r>
      </w:hyperlink>
    </w:p>
    <w:p w14:paraId="26C4806C" w14:textId="77777777" w:rsidR="00993105" w:rsidRDefault="00447B3F">
      <w:pPr>
        <w:pStyle w:val="TM2"/>
        <w:tabs>
          <w:tab w:val="right" w:leader="dot" w:pos="799"/>
        </w:tabs>
      </w:pPr>
      <w:hyperlink r:id="rId13" w:history="1">
        <w:r>
          <w:rPr>
            <w:rStyle w:val="Lienhypertexte"/>
          </w:rPr>
          <w:t>2.2</w:t>
        </w:r>
        <w:r>
          <w:rPr>
            <w:rFonts w:ascii="Aptos" w:eastAsia="Times New Roman" w:hAnsi="Aptos" w:cs="Times New Roman"/>
            <w:kern w:val="3"/>
            <w:sz w:val="24"/>
            <w:szCs w:val="24"/>
          </w:rPr>
          <w:tab/>
        </w:r>
        <w:r>
          <w:rPr>
            <w:rStyle w:val="Lienhypertexte"/>
          </w:rPr>
          <w:t>Durée du marché</w:t>
        </w:r>
        <w:r>
          <w:tab/>
          <w:t>8</w:t>
        </w:r>
      </w:hyperlink>
    </w:p>
    <w:p w14:paraId="5B7F88EC" w14:textId="77777777" w:rsidR="00993105" w:rsidRDefault="00447B3F">
      <w:pPr>
        <w:pStyle w:val="TM2"/>
        <w:tabs>
          <w:tab w:val="right" w:leader="dot" w:pos="799"/>
        </w:tabs>
      </w:pPr>
      <w:hyperlink r:id="rId14" w:history="1">
        <w:r>
          <w:rPr>
            <w:rStyle w:val="Lienhypertexte"/>
          </w:rPr>
          <w:t>2.3</w:t>
        </w:r>
        <w:r>
          <w:rPr>
            <w:rFonts w:ascii="Aptos" w:eastAsia="Times New Roman" w:hAnsi="Aptos" w:cs="Times New Roman"/>
            <w:kern w:val="3"/>
            <w:sz w:val="24"/>
            <w:szCs w:val="24"/>
          </w:rPr>
          <w:tab/>
        </w:r>
        <w:r>
          <w:rPr>
            <w:rStyle w:val="Lienhypertexte"/>
          </w:rPr>
          <w:t>Délais d’exécution</w:t>
        </w:r>
        <w:r>
          <w:tab/>
          <w:t>8</w:t>
        </w:r>
      </w:hyperlink>
    </w:p>
    <w:p w14:paraId="46B4AFD5" w14:textId="77777777" w:rsidR="00993105" w:rsidRDefault="00447B3F">
      <w:pPr>
        <w:pStyle w:val="TM2"/>
        <w:tabs>
          <w:tab w:val="right" w:leader="dot" w:pos="799"/>
        </w:tabs>
      </w:pPr>
      <w:hyperlink r:id="rId15" w:history="1">
        <w:r>
          <w:rPr>
            <w:rStyle w:val="Lienhypertexte"/>
          </w:rPr>
          <w:t>2.4</w:t>
        </w:r>
        <w:r>
          <w:rPr>
            <w:rFonts w:ascii="Aptos" w:eastAsia="Times New Roman" w:hAnsi="Aptos" w:cs="Times New Roman"/>
            <w:kern w:val="3"/>
            <w:sz w:val="24"/>
            <w:szCs w:val="24"/>
          </w:rPr>
          <w:tab/>
        </w:r>
        <w:r>
          <w:rPr>
            <w:rStyle w:val="Lienhypertexte"/>
          </w:rPr>
          <w:t>Reconduction</w:t>
        </w:r>
        <w:r>
          <w:tab/>
          <w:t>8</w:t>
        </w:r>
      </w:hyperlink>
    </w:p>
    <w:p w14:paraId="1CCA6003" w14:textId="77777777" w:rsidR="00993105" w:rsidRDefault="00447B3F">
      <w:pPr>
        <w:pStyle w:val="TM2"/>
        <w:tabs>
          <w:tab w:val="right" w:leader="dot" w:pos="799"/>
        </w:tabs>
      </w:pPr>
      <w:hyperlink r:id="rId16" w:history="1">
        <w:r>
          <w:rPr>
            <w:rStyle w:val="Lienhypertexte"/>
          </w:rPr>
          <w:t>2.5</w:t>
        </w:r>
        <w:r>
          <w:rPr>
            <w:rFonts w:ascii="Aptos" w:eastAsia="Times New Roman" w:hAnsi="Aptos" w:cs="Times New Roman"/>
            <w:kern w:val="3"/>
            <w:sz w:val="24"/>
            <w:szCs w:val="24"/>
          </w:rPr>
          <w:tab/>
        </w:r>
        <w:r>
          <w:rPr>
            <w:rStyle w:val="Lienhypertexte"/>
          </w:rPr>
          <w:t>Sous-traitance</w:t>
        </w:r>
        <w:r>
          <w:tab/>
          <w:t>8</w:t>
        </w:r>
      </w:hyperlink>
    </w:p>
    <w:p w14:paraId="1AD22091" w14:textId="77777777" w:rsidR="00993105" w:rsidRDefault="00447B3F">
      <w:pPr>
        <w:pStyle w:val="TM2"/>
        <w:tabs>
          <w:tab w:val="right" w:leader="dot" w:pos="799"/>
        </w:tabs>
      </w:pPr>
      <w:hyperlink r:id="rId17" w:history="1">
        <w:r>
          <w:rPr>
            <w:rStyle w:val="Lienhypertexte"/>
          </w:rPr>
          <w:t>2.6</w:t>
        </w:r>
        <w:r>
          <w:rPr>
            <w:rFonts w:ascii="Aptos" w:eastAsia="Times New Roman" w:hAnsi="Aptos" w:cs="Times New Roman"/>
            <w:kern w:val="3"/>
            <w:sz w:val="24"/>
            <w:szCs w:val="24"/>
          </w:rPr>
          <w:tab/>
        </w:r>
        <w:r>
          <w:rPr>
            <w:rStyle w:val="Lienhypertexte"/>
          </w:rPr>
          <w:t>Modification du contrat - Clause de réexamen</w:t>
        </w:r>
        <w:r>
          <w:tab/>
          <w:t>8</w:t>
        </w:r>
      </w:hyperlink>
    </w:p>
    <w:p w14:paraId="0A382D7A" w14:textId="77777777" w:rsidR="00993105" w:rsidRDefault="00447B3F">
      <w:pPr>
        <w:pStyle w:val="TM1"/>
        <w:tabs>
          <w:tab w:val="right" w:leader="dot" w:pos="601"/>
        </w:tabs>
      </w:pPr>
      <w:hyperlink r:id="rId18" w:history="1">
        <w:r>
          <w:rPr>
            <w:rStyle w:val="Lienhypertexte"/>
          </w:rPr>
          <w:t>3.</w:t>
        </w:r>
        <w:r>
          <w:rPr>
            <w:rFonts w:ascii="Aptos" w:eastAsia="Times New Roman" w:hAnsi="Aptos" w:cs="Times New Roman"/>
            <w:b w:val="0"/>
            <w:szCs w:val="24"/>
          </w:rPr>
          <w:tab/>
        </w:r>
        <w:r>
          <w:rPr>
            <w:rStyle w:val="Lienhypertexte"/>
          </w:rPr>
          <w:t>Pièces constitutives du contrat</w:t>
        </w:r>
        <w:r>
          <w:tab/>
          <w:t>9</w:t>
        </w:r>
      </w:hyperlink>
    </w:p>
    <w:p w14:paraId="283549C9" w14:textId="77777777" w:rsidR="00993105" w:rsidRDefault="00447B3F">
      <w:pPr>
        <w:pStyle w:val="TM1"/>
        <w:tabs>
          <w:tab w:val="right" w:leader="dot" w:pos="601"/>
        </w:tabs>
      </w:pPr>
      <w:hyperlink r:id="rId19" w:history="1">
        <w:r>
          <w:rPr>
            <w:rStyle w:val="Lienhypertexte"/>
          </w:rPr>
          <w:t>4.</w:t>
        </w:r>
        <w:r>
          <w:rPr>
            <w:rFonts w:ascii="Aptos" w:eastAsia="Times New Roman" w:hAnsi="Aptos" w:cs="Times New Roman"/>
            <w:b w:val="0"/>
            <w:szCs w:val="24"/>
          </w:rPr>
          <w:tab/>
        </w:r>
        <w:r>
          <w:rPr>
            <w:rStyle w:val="Lienhypertexte"/>
          </w:rPr>
          <w:t>Conditions d’exécution des prestations</w:t>
        </w:r>
        <w:r>
          <w:tab/>
          <w:t>9</w:t>
        </w:r>
      </w:hyperlink>
    </w:p>
    <w:p w14:paraId="1F5C5ACB" w14:textId="77777777" w:rsidR="00993105" w:rsidRDefault="00447B3F">
      <w:pPr>
        <w:pStyle w:val="TM2"/>
        <w:tabs>
          <w:tab w:val="right" w:leader="dot" w:pos="799"/>
        </w:tabs>
      </w:pPr>
      <w:hyperlink r:id="rId20" w:history="1">
        <w:r>
          <w:rPr>
            <w:rStyle w:val="Lienhypertexte"/>
          </w:rPr>
          <w:t>4.1</w:t>
        </w:r>
        <w:r>
          <w:rPr>
            <w:rFonts w:ascii="Aptos" w:eastAsia="Times New Roman" w:hAnsi="Aptos" w:cs="Times New Roman"/>
            <w:kern w:val="3"/>
            <w:sz w:val="24"/>
            <w:szCs w:val="24"/>
          </w:rPr>
          <w:tab/>
        </w:r>
        <w:r>
          <w:rPr>
            <w:rStyle w:val="Lienhypertexte"/>
          </w:rPr>
          <w:t>Personnel affecté à la mission</w:t>
        </w:r>
        <w:r>
          <w:tab/>
          <w:t>9</w:t>
        </w:r>
      </w:hyperlink>
    </w:p>
    <w:p w14:paraId="3513EF1F" w14:textId="77777777" w:rsidR="00993105" w:rsidRDefault="00447B3F">
      <w:pPr>
        <w:pStyle w:val="TM2"/>
        <w:tabs>
          <w:tab w:val="right" w:leader="dot" w:pos="799"/>
        </w:tabs>
      </w:pPr>
      <w:hyperlink r:id="rId21" w:history="1">
        <w:r>
          <w:rPr>
            <w:rStyle w:val="Lienhypertexte"/>
          </w:rPr>
          <w:t>4.2</w:t>
        </w:r>
        <w:r>
          <w:rPr>
            <w:rFonts w:ascii="Aptos" w:eastAsia="Times New Roman" w:hAnsi="Aptos" w:cs="Times New Roman"/>
            <w:kern w:val="3"/>
            <w:sz w:val="24"/>
            <w:szCs w:val="24"/>
          </w:rPr>
          <w:tab/>
        </w:r>
        <w:r>
          <w:rPr>
            <w:rStyle w:val="Lienhypertexte"/>
          </w:rPr>
          <w:t>Spécifications techniques RSE et exécution du Contrat</w:t>
        </w:r>
        <w:r>
          <w:tab/>
          <w:t>10</w:t>
        </w:r>
      </w:hyperlink>
    </w:p>
    <w:p w14:paraId="58C935C7" w14:textId="77777777" w:rsidR="00993105" w:rsidRDefault="00447B3F">
      <w:pPr>
        <w:pStyle w:val="TM2"/>
        <w:tabs>
          <w:tab w:val="right" w:leader="dot" w:pos="799"/>
        </w:tabs>
      </w:pPr>
      <w:hyperlink r:id="rId22" w:history="1">
        <w:r>
          <w:rPr>
            <w:rStyle w:val="Lienhypertexte"/>
          </w:rPr>
          <w:t>4.3</w:t>
        </w:r>
        <w:r>
          <w:rPr>
            <w:rFonts w:ascii="Aptos" w:eastAsia="Times New Roman" w:hAnsi="Aptos" w:cs="Times New Roman"/>
            <w:kern w:val="3"/>
            <w:sz w:val="24"/>
            <w:szCs w:val="24"/>
          </w:rPr>
          <w:tab/>
        </w:r>
        <w:r>
          <w:rPr>
            <w:rStyle w:val="Lienhypertexte"/>
          </w:rPr>
          <w:t>Sûreté</w:t>
        </w:r>
        <w:r>
          <w:tab/>
          <w:t>10</w:t>
        </w:r>
      </w:hyperlink>
    </w:p>
    <w:p w14:paraId="3A20F201" w14:textId="77777777" w:rsidR="00993105" w:rsidRDefault="00447B3F">
      <w:pPr>
        <w:pStyle w:val="TM2"/>
        <w:tabs>
          <w:tab w:val="right" w:leader="dot" w:pos="799"/>
        </w:tabs>
      </w:pPr>
      <w:hyperlink r:id="rId23" w:history="1">
        <w:r>
          <w:rPr>
            <w:rStyle w:val="Lienhypertexte"/>
          </w:rPr>
          <w:t>4.4</w:t>
        </w:r>
        <w:r>
          <w:rPr>
            <w:rFonts w:ascii="Aptos" w:eastAsia="Times New Roman" w:hAnsi="Aptos" w:cs="Times New Roman"/>
            <w:kern w:val="3"/>
            <w:sz w:val="24"/>
            <w:szCs w:val="24"/>
          </w:rPr>
          <w:tab/>
        </w:r>
        <w:r>
          <w:rPr>
            <w:rStyle w:val="Lienhypertexte"/>
          </w:rPr>
          <w:t>Suspension pour motif de risque grave et imminent</w:t>
        </w:r>
        <w:r>
          <w:tab/>
          <w:t>11</w:t>
        </w:r>
      </w:hyperlink>
    </w:p>
    <w:p w14:paraId="1CF0DA9F" w14:textId="77777777" w:rsidR="00993105" w:rsidRDefault="00447B3F">
      <w:pPr>
        <w:pStyle w:val="TM1"/>
        <w:tabs>
          <w:tab w:val="right" w:leader="dot" w:pos="601"/>
        </w:tabs>
      </w:pPr>
      <w:hyperlink r:id="rId24" w:history="1">
        <w:r>
          <w:rPr>
            <w:rStyle w:val="Lienhypertexte"/>
          </w:rPr>
          <w:t>5.</w:t>
        </w:r>
        <w:r>
          <w:rPr>
            <w:rFonts w:ascii="Aptos" w:eastAsia="Times New Roman" w:hAnsi="Aptos" w:cs="Times New Roman"/>
            <w:b w:val="0"/>
            <w:szCs w:val="24"/>
          </w:rPr>
          <w:tab/>
        </w:r>
        <w:r>
          <w:rPr>
            <w:rStyle w:val="Lienhypertexte"/>
          </w:rPr>
          <w:t>Prix et variation des prix</w:t>
        </w:r>
        <w:r>
          <w:tab/>
          <w:t>11</w:t>
        </w:r>
      </w:hyperlink>
    </w:p>
    <w:p w14:paraId="5EFFB976" w14:textId="77777777" w:rsidR="00993105" w:rsidRDefault="00447B3F">
      <w:pPr>
        <w:pStyle w:val="TM2"/>
        <w:tabs>
          <w:tab w:val="right" w:leader="dot" w:pos="799"/>
        </w:tabs>
      </w:pPr>
      <w:hyperlink r:id="rId25" w:history="1">
        <w:r>
          <w:rPr>
            <w:rStyle w:val="Lienhypertexte"/>
          </w:rPr>
          <w:t>5.1</w:t>
        </w:r>
        <w:r>
          <w:rPr>
            <w:rFonts w:ascii="Aptos" w:eastAsia="Times New Roman" w:hAnsi="Aptos" w:cs="Times New Roman"/>
            <w:kern w:val="3"/>
            <w:sz w:val="24"/>
            <w:szCs w:val="24"/>
          </w:rPr>
          <w:tab/>
        </w:r>
        <w:r>
          <w:rPr>
            <w:rStyle w:val="Lienhypertexte"/>
          </w:rPr>
          <w:t>Mode d’établissement des prix du Contrat</w:t>
        </w:r>
        <w:r>
          <w:tab/>
          <w:t>12</w:t>
        </w:r>
      </w:hyperlink>
    </w:p>
    <w:p w14:paraId="137ACA72" w14:textId="77777777" w:rsidR="00993105" w:rsidRDefault="00447B3F">
      <w:pPr>
        <w:pStyle w:val="TM2"/>
        <w:tabs>
          <w:tab w:val="right" w:leader="dot" w:pos="799"/>
        </w:tabs>
      </w:pPr>
      <w:hyperlink r:id="rId26" w:history="1">
        <w:r>
          <w:rPr>
            <w:rStyle w:val="Lienhypertexte"/>
          </w:rPr>
          <w:t>5.2</w:t>
        </w:r>
        <w:r>
          <w:rPr>
            <w:rFonts w:ascii="Aptos" w:eastAsia="Times New Roman" w:hAnsi="Aptos" w:cs="Times New Roman"/>
            <w:kern w:val="3"/>
            <w:sz w:val="24"/>
            <w:szCs w:val="24"/>
          </w:rPr>
          <w:tab/>
        </w:r>
        <w:r>
          <w:rPr>
            <w:rStyle w:val="Lienhypertexte"/>
          </w:rPr>
          <w:t>Contenu des prix</w:t>
        </w:r>
        <w:r>
          <w:tab/>
          <w:t>12</w:t>
        </w:r>
      </w:hyperlink>
    </w:p>
    <w:p w14:paraId="68B54470" w14:textId="77777777" w:rsidR="00993105" w:rsidRDefault="00447B3F">
      <w:pPr>
        <w:pStyle w:val="TM2"/>
        <w:tabs>
          <w:tab w:val="right" w:leader="dot" w:pos="799"/>
        </w:tabs>
      </w:pPr>
      <w:hyperlink r:id="rId27" w:history="1">
        <w:r>
          <w:rPr>
            <w:rStyle w:val="Lienhypertexte"/>
          </w:rPr>
          <w:t>5.3</w:t>
        </w:r>
        <w:r>
          <w:rPr>
            <w:rFonts w:ascii="Aptos" w:eastAsia="Times New Roman" w:hAnsi="Aptos" w:cs="Times New Roman"/>
            <w:kern w:val="3"/>
            <w:sz w:val="24"/>
            <w:szCs w:val="24"/>
          </w:rPr>
          <w:tab/>
        </w:r>
        <w:r>
          <w:rPr>
            <w:rStyle w:val="Lienhypertexte"/>
          </w:rPr>
          <w:t>Concernant les frais de missions</w:t>
        </w:r>
        <w:r>
          <w:tab/>
          <w:t>12</w:t>
        </w:r>
      </w:hyperlink>
    </w:p>
    <w:p w14:paraId="0D0F7267" w14:textId="77777777" w:rsidR="00993105" w:rsidRDefault="00447B3F">
      <w:pPr>
        <w:pStyle w:val="TM2"/>
        <w:tabs>
          <w:tab w:val="right" w:leader="dot" w:pos="799"/>
        </w:tabs>
      </w:pPr>
      <w:hyperlink r:id="rId28" w:history="1">
        <w:r>
          <w:rPr>
            <w:rStyle w:val="Lienhypertexte"/>
          </w:rPr>
          <w:t>5.4</w:t>
        </w:r>
        <w:r>
          <w:rPr>
            <w:rFonts w:ascii="Aptos" w:eastAsia="Times New Roman" w:hAnsi="Aptos" w:cs="Times New Roman"/>
            <w:kern w:val="3"/>
            <w:sz w:val="24"/>
            <w:szCs w:val="24"/>
          </w:rPr>
          <w:tab/>
        </w:r>
        <w:r>
          <w:rPr>
            <w:rStyle w:val="Lienhypertexte"/>
          </w:rPr>
          <w:t>Variation du prix</w:t>
        </w:r>
        <w:r>
          <w:tab/>
          <w:t>13</w:t>
        </w:r>
      </w:hyperlink>
    </w:p>
    <w:p w14:paraId="24A49A9C" w14:textId="77777777" w:rsidR="00993105" w:rsidRDefault="00447B3F">
      <w:pPr>
        <w:pStyle w:val="TM1"/>
        <w:tabs>
          <w:tab w:val="right" w:leader="dot" w:pos="601"/>
        </w:tabs>
      </w:pPr>
      <w:hyperlink r:id="rId29" w:history="1">
        <w:r>
          <w:rPr>
            <w:rStyle w:val="Lienhypertexte"/>
          </w:rPr>
          <w:t>6.</w:t>
        </w:r>
        <w:r>
          <w:rPr>
            <w:rFonts w:ascii="Aptos" w:eastAsia="Times New Roman" w:hAnsi="Aptos" w:cs="Times New Roman"/>
            <w:b w:val="0"/>
            <w:szCs w:val="24"/>
          </w:rPr>
          <w:tab/>
        </w:r>
        <w:r>
          <w:rPr>
            <w:rStyle w:val="Lienhypertexte"/>
          </w:rPr>
          <w:t>Avance</w:t>
        </w:r>
        <w:r>
          <w:tab/>
          <w:t>13</w:t>
        </w:r>
      </w:hyperlink>
    </w:p>
    <w:p w14:paraId="59CC0732" w14:textId="77777777" w:rsidR="00993105" w:rsidRDefault="00447B3F">
      <w:pPr>
        <w:pStyle w:val="TM1"/>
        <w:tabs>
          <w:tab w:val="right" w:leader="dot" w:pos="601"/>
        </w:tabs>
      </w:pPr>
      <w:hyperlink r:id="rId30" w:history="1">
        <w:r>
          <w:rPr>
            <w:rStyle w:val="Lienhypertexte"/>
          </w:rPr>
          <w:t>7.</w:t>
        </w:r>
        <w:r>
          <w:rPr>
            <w:rFonts w:ascii="Aptos" w:eastAsia="Times New Roman" w:hAnsi="Aptos" w:cs="Times New Roman"/>
            <w:b w:val="0"/>
            <w:szCs w:val="24"/>
          </w:rPr>
          <w:tab/>
        </w:r>
        <w:r>
          <w:rPr>
            <w:rStyle w:val="Lienhypertexte"/>
          </w:rPr>
          <w:t>Retenue de garantie</w:t>
        </w:r>
        <w:r>
          <w:tab/>
          <w:t>13</w:t>
        </w:r>
      </w:hyperlink>
    </w:p>
    <w:p w14:paraId="033CEFAC" w14:textId="77777777" w:rsidR="00993105" w:rsidRDefault="00447B3F">
      <w:pPr>
        <w:pStyle w:val="TM1"/>
        <w:tabs>
          <w:tab w:val="right" w:leader="dot" w:pos="601"/>
        </w:tabs>
      </w:pPr>
      <w:hyperlink r:id="rId31" w:history="1">
        <w:r>
          <w:rPr>
            <w:rStyle w:val="Lienhypertexte"/>
          </w:rPr>
          <w:t>8.</w:t>
        </w:r>
        <w:r>
          <w:rPr>
            <w:rFonts w:ascii="Aptos" w:eastAsia="Times New Roman" w:hAnsi="Aptos" w:cs="Times New Roman"/>
            <w:b w:val="0"/>
            <w:szCs w:val="24"/>
          </w:rPr>
          <w:tab/>
        </w:r>
        <w:r>
          <w:rPr>
            <w:rStyle w:val="Lienhypertexte"/>
          </w:rPr>
          <w:t>Règlement des comptes au titulaire</w:t>
        </w:r>
        <w:r>
          <w:tab/>
          <w:t>13</w:t>
        </w:r>
      </w:hyperlink>
    </w:p>
    <w:p w14:paraId="53C3392E" w14:textId="77777777" w:rsidR="00993105" w:rsidRDefault="00447B3F">
      <w:pPr>
        <w:pStyle w:val="TM2"/>
        <w:tabs>
          <w:tab w:val="right" w:leader="dot" w:pos="799"/>
        </w:tabs>
      </w:pPr>
      <w:hyperlink r:id="rId32" w:history="1">
        <w:r>
          <w:rPr>
            <w:rStyle w:val="Lienhypertexte"/>
          </w:rPr>
          <w:t>8.1</w:t>
        </w:r>
        <w:r>
          <w:rPr>
            <w:rFonts w:ascii="Aptos" w:eastAsia="Times New Roman" w:hAnsi="Aptos" w:cs="Times New Roman"/>
            <w:kern w:val="3"/>
            <w:sz w:val="24"/>
            <w:szCs w:val="24"/>
          </w:rPr>
          <w:tab/>
        </w:r>
        <w:r>
          <w:rPr>
            <w:rStyle w:val="Lienhypertexte"/>
          </w:rPr>
          <w:t>Modalités de règlement du prix</w:t>
        </w:r>
        <w:r>
          <w:tab/>
          <w:t>13</w:t>
        </w:r>
      </w:hyperlink>
    </w:p>
    <w:p w14:paraId="03756D30" w14:textId="77777777" w:rsidR="00993105" w:rsidRDefault="00447B3F">
      <w:pPr>
        <w:pStyle w:val="TM2"/>
        <w:tabs>
          <w:tab w:val="right" w:leader="dot" w:pos="799"/>
        </w:tabs>
      </w:pPr>
      <w:hyperlink r:id="rId33" w:history="1">
        <w:r>
          <w:rPr>
            <w:rStyle w:val="Lienhypertexte"/>
          </w:rPr>
          <w:t>8.2</w:t>
        </w:r>
        <w:r>
          <w:rPr>
            <w:rFonts w:ascii="Aptos" w:eastAsia="Times New Roman" w:hAnsi="Aptos" w:cs="Times New Roman"/>
            <w:kern w:val="3"/>
            <w:sz w:val="24"/>
            <w:szCs w:val="24"/>
          </w:rPr>
          <w:tab/>
        </w:r>
        <w:r>
          <w:rPr>
            <w:rStyle w:val="Lienhypertexte"/>
          </w:rPr>
          <w:t>Règlements en cas de cotraitants solidaires</w:t>
        </w:r>
        <w:r>
          <w:tab/>
          <w:t>15</w:t>
        </w:r>
      </w:hyperlink>
    </w:p>
    <w:p w14:paraId="4AEA7BE4" w14:textId="77777777" w:rsidR="00993105" w:rsidRDefault="00447B3F">
      <w:pPr>
        <w:pStyle w:val="TM2"/>
        <w:tabs>
          <w:tab w:val="right" w:leader="dot" w:pos="799"/>
        </w:tabs>
      </w:pPr>
      <w:hyperlink r:id="rId34" w:history="1">
        <w:r>
          <w:rPr>
            <w:rStyle w:val="Lienhypertexte"/>
          </w:rPr>
          <w:t>8.3</w:t>
        </w:r>
        <w:r>
          <w:rPr>
            <w:rFonts w:ascii="Aptos" w:eastAsia="Times New Roman" w:hAnsi="Aptos" w:cs="Times New Roman"/>
            <w:kern w:val="3"/>
            <w:sz w:val="24"/>
            <w:szCs w:val="24"/>
          </w:rPr>
          <w:tab/>
        </w:r>
        <w:r>
          <w:rPr>
            <w:rStyle w:val="Lienhypertexte"/>
          </w:rPr>
          <w:t>Délais de paiement</w:t>
        </w:r>
        <w:r>
          <w:tab/>
          <w:t>15</w:t>
        </w:r>
      </w:hyperlink>
    </w:p>
    <w:p w14:paraId="209FAF2C" w14:textId="77777777" w:rsidR="00993105" w:rsidRDefault="00447B3F">
      <w:pPr>
        <w:pStyle w:val="TM2"/>
        <w:tabs>
          <w:tab w:val="right" w:leader="dot" w:pos="799"/>
        </w:tabs>
      </w:pPr>
      <w:hyperlink r:id="rId35" w:history="1">
        <w:r>
          <w:rPr>
            <w:rStyle w:val="Lienhypertexte"/>
          </w:rPr>
          <w:t>8.4</w:t>
        </w:r>
        <w:r>
          <w:rPr>
            <w:rFonts w:ascii="Aptos" w:eastAsia="Times New Roman" w:hAnsi="Aptos" w:cs="Times New Roman"/>
            <w:kern w:val="3"/>
            <w:sz w:val="24"/>
            <w:szCs w:val="24"/>
          </w:rPr>
          <w:tab/>
        </w:r>
        <w:r>
          <w:rPr>
            <w:rStyle w:val="Lienhypertexte"/>
          </w:rPr>
          <w:t>TVA</w:t>
        </w:r>
        <w:r>
          <w:tab/>
          <w:t>15</w:t>
        </w:r>
      </w:hyperlink>
    </w:p>
    <w:p w14:paraId="2910008E" w14:textId="77777777" w:rsidR="00993105" w:rsidRDefault="00447B3F">
      <w:pPr>
        <w:pStyle w:val="TM2"/>
        <w:tabs>
          <w:tab w:val="right" w:leader="dot" w:pos="799"/>
        </w:tabs>
      </w:pPr>
      <w:hyperlink r:id="rId36" w:history="1">
        <w:r>
          <w:rPr>
            <w:rStyle w:val="Lienhypertexte"/>
          </w:rPr>
          <w:t>8.5</w:t>
        </w:r>
        <w:r>
          <w:rPr>
            <w:rFonts w:ascii="Aptos" w:eastAsia="Times New Roman" w:hAnsi="Aptos" w:cs="Times New Roman"/>
            <w:kern w:val="3"/>
            <w:sz w:val="24"/>
            <w:szCs w:val="24"/>
          </w:rPr>
          <w:tab/>
        </w:r>
        <w:r>
          <w:rPr>
            <w:rStyle w:val="Lienhypertexte"/>
          </w:rPr>
          <w:t>Intérêts moratoires</w:t>
        </w:r>
        <w:r>
          <w:tab/>
          <w:t>15</w:t>
        </w:r>
      </w:hyperlink>
    </w:p>
    <w:p w14:paraId="65F20BB2" w14:textId="77777777" w:rsidR="00993105" w:rsidRDefault="00447B3F">
      <w:pPr>
        <w:pStyle w:val="TM1"/>
        <w:tabs>
          <w:tab w:val="right" w:leader="dot" w:pos="601"/>
        </w:tabs>
      </w:pPr>
      <w:hyperlink r:id="rId37" w:history="1">
        <w:r>
          <w:rPr>
            <w:rStyle w:val="Lienhypertexte"/>
          </w:rPr>
          <w:t>9.</w:t>
        </w:r>
        <w:r>
          <w:rPr>
            <w:rFonts w:ascii="Aptos" w:eastAsia="Times New Roman" w:hAnsi="Aptos" w:cs="Times New Roman"/>
            <w:b w:val="0"/>
            <w:szCs w:val="24"/>
          </w:rPr>
          <w:tab/>
        </w:r>
        <w:r>
          <w:rPr>
            <w:rStyle w:val="Lienhypertexte"/>
          </w:rPr>
          <w:t>Pénalités</w:t>
        </w:r>
        <w:r>
          <w:tab/>
          <w:t>16</w:t>
        </w:r>
      </w:hyperlink>
    </w:p>
    <w:p w14:paraId="11B789C7" w14:textId="77777777" w:rsidR="00993105" w:rsidRDefault="00447B3F">
      <w:pPr>
        <w:pStyle w:val="TM2"/>
        <w:tabs>
          <w:tab w:val="right" w:leader="dot" w:pos="799"/>
        </w:tabs>
      </w:pPr>
      <w:hyperlink r:id="rId38" w:history="1">
        <w:r>
          <w:rPr>
            <w:rStyle w:val="Lienhypertexte"/>
          </w:rPr>
          <w:t>9.1</w:t>
        </w:r>
        <w:r>
          <w:rPr>
            <w:rFonts w:ascii="Aptos" w:eastAsia="Times New Roman" w:hAnsi="Aptos" w:cs="Times New Roman"/>
            <w:kern w:val="3"/>
            <w:sz w:val="24"/>
            <w:szCs w:val="24"/>
          </w:rPr>
          <w:tab/>
        </w:r>
        <w:r>
          <w:rPr>
            <w:rStyle w:val="Lienhypertexte"/>
          </w:rPr>
          <w:t>Modalités d’application des pénalités</w:t>
        </w:r>
        <w:r>
          <w:tab/>
          <w:t>16</w:t>
        </w:r>
      </w:hyperlink>
    </w:p>
    <w:p w14:paraId="492D502A" w14:textId="77777777" w:rsidR="00993105" w:rsidRDefault="00447B3F">
      <w:pPr>
        <w:pStyle w:val="TM2"/>
        <w:tabs>
          <w:tab w:val="right" w:leader="dot" w:pos="799"/>
        </w:tabs>
      </w:pPr>
      <w:hyperlink r:id="rId39" w:history="1">
        <w:r>
          <w:rPr>
            <w:rStyle w:val="Lienhypertexte"/>
          </w:rPr>
          <w:t>9.2</w:t>
        </w:r>
        <w:r>
          <w:rPr>
            <w:rFonts w:ascii="Aptos" w:eastAsia="Times New Roman" w:hAnsi="Aptos" w:cs="Times New Roman"/>
            <w:kern w:val="3"/>
            <w:sz w:val="24"/>
            <w:szCs w:val="24"/>
          </w:rPr>
          <w:tab/>
        </w:r>
        <w:r>
          <w:rPr>
            <w:rStyle w:val="Lienhypertexte"/>
          </w:rPr>
          <w:t>Pénalités pour retard</w:t>
        </w:r>
        <w:r>
          <w:tab/>
          <w:t>16</w:t>
        </w:r>
      </w:hyperlink>
    </w:p>
    <w:p w14:paraId="6A692FED" w14:textId="77777777" w:rsidR="00993105" w:rsidRDefault="00447B3F">
      <w:pPr>
        <w:pStyle w:val="TM2"/>
        <w:tabs>
          <w:tab w:val="right" w:leader="dot" w:pos="799"/>
        </w:tabs>
      </w:pPr>
      <w:hyperlink r:id="rId40" w:history="1">
        <w:r>
          <w:rPr>
            <w:rStyle w:val="Lienhypertexte"/>
          </w:rPr>
          <w:t>9.3</w:t>
        </w:r>
        <w:r>
          <w:rPr>
            <w:rFonts w:ascii="Aptos" w:eastAsia="Times New Roman" w:hAnsi="Aptos" w:cs="Times New Roman"/>
            <w:kern w:val="3"/>
            <w:sz w:val="24"/>
            <w:szCs w:val="24"/>
          </w:rPr>
          <w:tab/>
        </w:r>
        <w:r>
          <w:rPr>
            <w:rStyle w:val="Lienhypertexte"/>
          </w:rPr>
          <w:t>Autres pénalités</w:t>
        </w:r>
        <w:r>
          <w:tab/>
          <w:t>16</w:t>
        </w:r>
      </w:hyperlink>
    </w:p>
    <w:p w14:paraId="60607AAD" w14:textId="77777777" w:rsidR="00993105" w:rsidRDefault="00447B3F">
      <w:pPr>
        <w:pStyle w:val="TM1"/>
        <w:tabs>
          <w:tab w:val="right" w:leader="dot" w:pos="601"/>
        </w:tabs>
      </w:pPr>
      <w:hyperlink r:id="rId41" w:history="1">
        <w:r>
          <w:rPr>
            <w:rStyle w:val="Lienhypertexte"/>
          </w:rPr>
          <w:t>10.</w:t>
        </w:r>
        <w:r>
          <w:rPr>
            <w:rFonts w:ascii="Aptos" w:eastAsia="Times New Roman" w:hAnsi="Aptos" w:cs="Times New Roman"/>
            <w:b w:val="0"/>
            <w:szCs w:val="24"/>
          </w:rPr>
          <w:tab/>
        </w:r>
        <w:r>
          <w:rPr>
            <w:rStyle w:val="Lienhypertexte"/>
          </w:rPr>
          <w:t>Arrêt de l’exécution de la prestation</w:t>
        </w:r>
        <w:r>
          <w:tab/>
          <w:t>17</w:t>
        </w:r>
      </w:hyperlink>
    </w:p>
    <w:p w14:paraId="704F280B" w14:textId="77777777" w:rsidR="00993105" w:rsidRDefault="00447B3F">
      <w:pPr>
        <w:pStyle w:val="TM1"/>
        <w:tabs>
          <w:tab w:val="right" w:leader="dot" w:pos="601"/>
        </w:tabs>
      </w:pPr>
      <w:hyperlink r:id="rId42" w:history="1">
        <w:r>
          <w:rPr>
            <w:rStyle w:val="Lienhypertexte"/>
          </w:rPr>
          <w:t>11.</w:t>
        </w:r>
        <w:r>
          <w:rPr>
            <w:rFonts w:ascii="Aptos" w:eastAsia="Times New Roman" w:hAnsi="Aptos" w:cs="Times New Roman"/>
            <w:b w:val="0"/>
            <w:szCs w:val="24"/>
          </w:rPr>
          <w:tab/>
        </w:r>
        <w:r>
          <w:rPr>
            <w:rStyle w:val="Lienhypertexte"/>
          </w:rPr>
          <w:t>Admission – Achèvement de la mission</w:t>
        </w:r>
        <w:r>
          <w:tab/>
          <w:t>17</w:t>
        </w:r>
      </w:hyperlink>
    </w:p>
    <w:p w14:paraId="27C02F19" w14:textId="77777777" w:rsidR="00993105" w:rsidRDefault="00447B3F">
      <w:pPr>
        <w:pStyle w:val="TM1"/>
        <w:tabs>
          <w:tab w:val="right" w:leader="dot" w:pos="601"/>
        </w:tabs>
      </w:pPr>
      <w:hyperlink r:id="rId43" w:history="1">
        <w:r>
          <w:rPr>
            <w:rStyle w:val="Lienhypertexte"/>
          </w:rPr>
          <w:t>12.</w:t>
        </w:r>
        <w:r>
          <w:rPr>
            <w:rFonts w:ascii="Aptos" w:eastAsia="Times New Roman" w:hAnsi="Aptos" w:cs="Times New Roman"/>
            <w:b w:val="0"/>
            <w:szCs w:val="24"/>
          </w:rPr>
          <w:tab/>
        </w:r>
        <w:r>
          <w:rPr>
            <w:rStyle w:val="Lienhypertexte"/>
          </w:rPr>
          <w:t>Assurances – Responsabilité</w:t>
        </w:r>
        <w:r>
          <w:tab/>
          <w:t>17</w:t>
        </w:r>
      </w:hyperlink>
    </w:p>
    <w:p w14:paraId="12DBAABA" w14:textId="77777777" w:rsidR="00993105" w:rsidRDefault="00447B3F">
      <w:pPr>
        <w:pStyle w:val="TM1"/>
        <w:tabs>
          <w:tab w:val="right" w:leader="dot" w:pos="601"/>
        </w:tabs>
      </w:pPr>
      <w:hyperlink r:id="rId44" w:history="1">
        <w:r>
          <w:rPr>
            <w:rStyle w:val="Lienhypertexte"/>
          </w:rPr>
          <w:t>13.</w:t>
        </w:r>
        <w:r>
          <w:rPr>
            <w:rFonts w:ascii="Aptos" w:eastAsia="Times New Roman" w:hAnsi="Aptos" w:cs="Times New Roman"/>
            <w:b w:val="0"/>
            <w:szCs w:val="24"/>
          </w:rPr>
          <w:tab/>
        </w:r>
        <w:r>
          <w:rPr>
            <w:rStyle w:val="Lienhypertexte"/>
          </w:rPr>
          <w:t>Propriété intellectuelle – Utilisation des résultats</w:t>
        </w:r>
        <w:r>
          <w:tab/>
          <w:t>17</w:t>
        </w:r>
      </w:hyperlink>
    </w:p>
    <w:p w14:paraId="1031507B" w14:textId="77777777" w:rsidR="00993105" w:rsidRDefault="00447B3F">
      <w:pPr>
        <w:pStyle w:val="TM2"/>
        <w:tabs>
          <w:tab w:val="right" w:leader="dot" w:pos="1000"/>
        </w:tabs>
      </w:pPr>
      <w:hyperlink r:id="rId45" w:history="1">
        <w:r>
          <w:rPr>
            <w:rStyle w:val="Lienhypertexte"/>
          </w:rPr>
          <w:t>13.1</w:t>
        </w:r>
        <w:r>
          <w:rPr>
            <w:rFonts w:ascii="Aptos" w:eastAsia="Times New Roman" w:hAnsi="Aptos" w:cs="Times New Roman"/>
            <w:kern w:val="3"/>
            <w:sz w:val="24"/>
            <w:szCs w:val="24"/>
          </w:rPr>
          <w:tab/>
        </w:r>
        <w:r>
          <w:rPr>
            <w:rStyle w:val="Lienhypertexte"/>
          </w:rPr>
          <w:t>Régime des connaissances antérieures et connaissances antérieures standards</w:t>
        </w:r>
        <w:r>
          <w:tab/>
          <w:t>17</w:t>
        </w:r>
      </w:hyperlink>
    </w:p>
    <w:p w14:paraId="4EE926EB" w14:textId="77777777" w:rsidR="00993105" w:rsidRDefault="00447B3F">
      <w:pPr>
        <w:pStyle w:val="TM2"/>
        <w:tabs>
          <w:tab w:val="right" w:leader="dot" w:pos="1000"/>
        </w:tabs>
      </w:pPr>
      <w:hyperlink r:id="rId46" w:history="1">
        <w:r>
          <w:rPr>
            <w:rStyle w:val="Lienhypertexte"/>
          </w:rPr>
          <w:t>13.2</w:t>
        </w:r>
        <w:r>
          <w:rPr>
            <w:rFonts w:ascii="Aptos" w:eastAsia="Times New Roman" w:hAnsi="Aptos" w:cs="Times New Roman"/>
            <w:kern w:val="3"/>
            <w:sz w:val="24"/>
            <w:szCs w:val="24"/>
          </w:rPr>
          <w:tab/>
        </w:r>
        <w:r>
          <w:rPr>
            <w:rStyle w:val="Lienhypertexte"/>
          </w:rPr>
          <w:t>Régime des résultats</w:t>
        </w:r>
        <w:r>
          <w:tab/>
          <w:t>18</w:t>
        </w:r>
      </w:hyperlink>
    </w:p>
    <w:p w14:paraId="6186F3F7" w14:textId="77777777" w:rsidR="00993105" w:rsidRDefault="00447B3F">
      <w:pPr>
        <w:pStyle w:val="TM1"/>
        <w:tabs>
          <w:tab w:val="right" w:leader="dot" w:pos="601"/>
        </w:tabs>
      </w:pPr>
      <w:hyperlink r:id="rId47" w:history="1">
        <w:r>
          <w:rPr>
            <w:rStyle w:val="Lienhypertexte"/>
          </w:rPr>
          <w:t>14.</w:t>
        </w:r>
        <w:r>
          <w:rPr>
            <w:rFonts w:ascii="Aptos" w:eastAsia="Times New Roman" w:hAnsi="Aptos" w:cs="Times New Roman"/>
            <w:b w:val="0"/>
            <w:szCs w:val="24"/>
          </w:rPr>
          <w:tab/>
        </w:r>
        <w:r>
          <w:rPr>
            <w:rStyle w:val="Lienhypertexte"/>
          </w:rPr>
          <w:t>Clauses complémentaires</w:t>
        </w:r>
        <w:r>
          <w:tab/>
          <w:t>18</w:t>
        </w:r>
      </w:hyperlink>
    </w:p>
    <w:p w14:paraId="114A2878" w14:textId="77777777" w:rsidR="00993105" w:rsidRDefault="00447B3F">
      <w:pPr>
        <w:pStyle w:val="TM2"/>
        <w:tabs>
          <w:tab w:val="right" w:leader="dot" w:pos="1000"/>
        </w:tabs>
      </w:pPr>
      <w:hyperlink r:id="rId48" w:history="1">
        <w:r>
          <w:rPr>
            <w:rStyle w:val="Lienhypertexte"/>
          </w:rPr>
          <w:t>14.1</w:t>
        </w:r>
        <w:r>
          <w:rPr>
            <w:rFonts w:ascii="Aptos" w:eastAsia="Times New Roman" w:hAnsi="Aptos" w:cs="Times New Roman"/>
            <w:kern w:val="3"/>
            <w:sz w:val="24"/>
            <w:szCs w:val="24"/>
          </w:rPr>
          <w:tab/>
        </w:r>
        <w:r>
          <w:rPr>
            <w:rStyle w:val="Lienhypertexte"/>
          </w:rPr>
          <w:t>Redressement ou liquidation judiciaire</w:t>
        </w:r>
        <w:r>
          <w:tab/>
          <w:t>18</w:t>
        </w:r>
      </w:hyperlink>
    </w:p>
    <w:p w14:paraId="64FF3FFC" w14:textId="77777777" w:rsidR="00993105" w:rsidRDefault="00447B3F">
      <w:pPr>
        <w:pStyle w:val="TM2"/>
        <w:tabs>
          <w:tab w:val="right" w:leader="dot" w:pos="1000"/>
        </w:tabs>
      </w:pPr>
      <w:hyperlink r:id="rId49" w:history="1">
        <w:r>
          <w:rPr>
            <w:rStyle w:val="Lienhypertexte"/>
          </w:rPr>
          <w:t>14.2</w:t>
        </w:r>
        <w:r>
          <w:rPr>
            <w:rFonts w:ascii="Aptos" w:eastAsia="Times New Roman" w:hAnsi="Aptos" w:cs="Times New Roman"/>
            <w:kern w:val="3"/>
            <w:sz w:val="24"/>
            <w:szCs w:val="24"/>
          </w:rPr>
          <w:tab/>
        </w:r>
        <w:r>
          <w:rPr>
            <w:rStyle w:val="Lienhypertexte"/>
          </w:rPr>
          <w:t>Déclaration et obligations du Titulaire</w:t>
        </w:r>
        <w:r>
          <w:tab/>
          <w:t>19</w:t>
        </w:r>
      </w:hyperlink>
    </w:p>
    <w:p w14:paraId="2F468FD3" w14:textId="77777777" w:rsidR="00993105" w:rsidRDefault="00447B3F">
      <w:pPr>
        <w:pStyle w:val="TM2"/>
        <w:tabs>
          <w:tab w:val="right" w:leader="dot" w:pos="1000"/>
        </w:tabs>
      </w:pPr>
      <w:hyperlink r:id="rId50" w:history="1">
        <w:r>
          <w:rPr>
            <w:rStyle w:val="Lienhypertexte"/>
          </w:rPr>
          <w:t>14.3</w:t>
        </w:r>
        <w:r>
          <w:rPr>
            <w:rFonts w:ascii="Aptos" w:eastAsia="Times New Roman" w:hAnsi="Aptos" w:cs="Times New Roman"/>
            <w:kern w:val="3"/>
            <w:sz w:val="24"/>
            <w:szCs w:val="24"/>
          </w:rPr>
          <w:tab/>
        </w:r>
        <w:r>
          <w:rPr>
            <w:rStyle w:val="Lienhypertexte"/>
          </w:rPr>
          <w:t>Obligations du Pouvoir Adjudicateur</w:t>
        </w:r>
        <w:r>
          <w:tab/>
          <w:t>24</w:t>
        </w:r>
      </w:hyperlink>
    </w:p>
    <w:p w14:paraId="41084CFF" w14:textId="77777777" w:rsidR="00993105" w:rsidRDefault="00447B3F">
      <w:pPr>
        <w:pStyle w:val="TM2"/>
        <w:tabs>
          <w:tab w:val="right" w:leader="dot" w:pos="1000"/>
        </w:tabs>
      </w:pPr>
      <w:hyperlink r:id="rId51" w:history="1">
        <w:r>
          <w:rPr>
            <w:rStyle w:val="Lienhypertexte"/>
          </w:rPr>
          <w:t>14.4</w:t>
        </w:r>
        <w:r>
          <w:rPr>
            <w:rFonts w:ascii="Aptos" w:eastAsia="Times New Roman" w:hAnsi="Aptos" w:cs="Times New Roman"/>
            <w:kern w:val="3"/>
            <w:sz w:val="24"/>
            <w:szCs w:val="24"/>
          </w:rPr>
          <w:tab/>
        </w:r>
        <w:r>
          <w:rPr>
            <w:rStyle w:val="Lienhypertexte"/>
          </w:rPr>
          <w:t>Divers</w:t>
        </w:r>
        <w:r>
          <w:tab/>
          <w:t>24</w:t>
        </w:r>
      </w:hyperlink>
    </w:p>
    <w:p w14:paraId="767EA714" w14:textId="77777777" w:rsidR="00993105" w:rsidRDefault="00447B3F">
      <w:pPr>
        <w:pStyle w:val="TM1"/>
        <w:tabs>
          <w:tab w:val="right" w:leader="dot" w:pos="601"/>
        </w:tabs>
      </w:pPr>
      <w:hyperlink r:id="rId52" w:history="1">
        <w:r>
          <w:rPr>
            <w:rStyle w:val="Lienhypertexte"/>
          </w:rPr>
          <w:t>15.</w:t>
        </w:r>
        <w:r>
          <w:rPr>
            <w:rFonts w:ascii="Aptos" w:eastAsia="Times New Roman" w:hAnsi="Aptos" w:cs="Times New Roman"/>
            <w:b w:val="0"/>
            <w:szCs w:val="24"/>
          </w:rPr>
          <w:tab/>
        </w:r>
        <w:r>
          <w:rPr>
            <w:rStyle w:val="Lienhypertexte"/>
          </w:rPr>
          <w:t>Audit</w:t>
        </w:r>
        <w:r>
          <w:tab/>
          <w:t>24</w:t>
        </w:r>
      </w:hyperlink>
    </w:p>
    <w:p w14:paraId="73DC9F4D" w14:textId="77777777" w:rsidR="00993105" w:rsidRDefault="00447B3F">
      <w:pPr>
        <w:pStyle w:val="TM1"/>
        <w:tabs>
          <w:tab w:val="right" w:leader="dot" w:pos="601"/>
        </w:tabs>
      </w:pPr>
      <w:hyperlink r:id="rId53" w:history="1">
        <w:r>
          <w:rPr>
            <w:rStyle w:val="Lienhypertexte"/>
          </w:rPr>
          <w:t>16.</w:t>
        </w:r>
        <w:r>
          <w:rPr>
            <w:rFonts w:ascii="Aptos" w:eastAsia="Times New Roman" w:hAnsi="Aptos" w:cs="Times New Roman"/>
            <w:b w:val="0"/>
            <w:szCs w:val="24"/>
          </w:rPr>
          <w:tab/>
        </w:r>
        <w:r>
          <w:rPr>
            <w:rStyle w:val="Lienhypertexte"/>
          </w:rPr>
          <w:t>Réversibilité</w:t>
        </w:r>
        <w:r>
          <w:tab/>
          <w:t>26</w:t>
        </w:r>
      </w:hyperlink>
    </w:p>
    <w:p w14:paraId="71D842AF" w14:textId="77777777" w:rsidR="00993105" w:rsidRDefault="00447B3F">
      <w:pPr>
        <w:pStyle w:val="TM1"/>
        <w:tabs>
          <w:tab w:val="right" w:leader="dot" w:pos="601"/>
        </w:tabs>
      </w:pPr>
      <w:hyperlink r:id="rId54" w:history="1">
        <w:r>
          <w:rPr>
            <w:rStyle w:val="Lienhypertexte"/>
          </w:rPr>
          <w:t>17.</w:t>
        </w:r>
        <w:r>
          <w:rPr>
            <w:rFonts w:ascii="Aptos" w:eastAsia="Times New Roman" w:hAnsi="Aptos" w:cs="Times New Roman"/>
            <w:b w:val="0"/>
            <w:szCs w:val="24"/>
          </w:rPr>
          <w:tab/>
        </w:r>
        <w:r>
          <w:rPr>
            <w:rStyle w:val="Lienhypertexte"/>
          </w:rPr>
          <w:t>Résiliation du Contrat</w:t>
        </w:r>
        <w:r>
          <w:tab/>
          <w:t>27</w:t>
        </w:r>
      </w:hyperlink>
    </w:p>
    <w:p w14:paraId="10831B34" w14:textId="77777777" w:rsidR="00993105" w:rsidRDefault="00447B3F">
      <w:pPr>
        <w:pStyle w:val="TM2"/>
        <w:tabs>
          <w:tab w:val="right" w:leader="dot" w:pos="1000"/>
        </w:tabs>
      </w:pPr>
      <w:hyperlink r:id="rId55" w:history="1">
        <w:r>
          <w:rPr>
            <w:rStyle w:val="Lienhypertexte"/>
          </w:rPr>
          <w:t>17.1</w:t>
        </w:r>
        <w:r>
          <w:rPr>
            <w:rFonts w:ascii="Aptos" w:eastAsia="Times New Roman" w:hAnsi="Aptos" w:cs="Times New Roman"/>
            <w:kern w:val="3"/>
            <w:sz w:val="24"/>
            <w:szCs w:val="24"/>
          </w:rPr>
          <w:tab/>
        </w:r>
        <w:r>
          <w:rPr>
            <w:rStyle w:val="Lienhypertexte"/>
          </w:rPr>
          <w:t>Résiliation aux torts du titulaire</w:t>
        </w:r>
        <w:r>
          <w:tab/>
          <w:t>27</w:t>
        </w:r>
      </w:hyperlink>
    </w:p>
    <w:p w14:paraId="10B75576" w14:textId="77777777" w:rsidR="00993105" w:rsidRDefault="00447B3F">
      <w:pPr>
        <w:pStyle w:val="TM2"/>
        <w:tabs>
          <w:tab w:val="right" w:leader="dot" w:pos="1000"/>
        </w:tabs>
      </w:pPr>
      <w:hyperlink r:id="rId56" w:history="1">
        <w:r>
          <w:rPr>
            <w:rStyle w:val="Lienhypertexte"/>
          </w:rPr>
          <w:t>17.2</w:t>
        </w:r>
        <w:r>
          <w:rPr>
            <w:rFonts w:ascii="Aptos" w:eastAsia="Times New Roman" w:hAnsi="Aptos" w:cs="Times New Roman"/>
            <w:kern w:val="3"/>
            <w:sz w:val="24"/>
            <w:szCs w:val="24"/>
          </w:rPr>
          <w:tab/>
        </w:r>
        <w:r>
          <w:rPr>
            <w:rStyle w:val="Lienhypertexte"/>
          </w:rPr>
          <w:t>Résiliation pour motif d’intérêt général</w:t>
        </w:r>
        <w:r>
          <w:tab/>
          <w:t>28</w:t>
        </w:r>
      </w:hyperlink>
    </w:p>
    <w:p w14:paraId="645652DA" w14:textId="77777777" w:rsidR="00993105" w:rsidRDefault="00447B3F">
      <w:pPr>
        <w:pStyle w:val="TM2"/>
        <w:tabs>
          <w:tab w:val="right" w:leader="dot" w:pos="1000"/>
        </w:tabs>
      </w:pPr>
      <w:hyperlink r:id="rId57" w:history="1">
        <w:r>
          <w:rPr>
            <w:rStyle w:val="Lienhypertexte"/>
          </w:rPr>
          <w:t>17.3</w:t>
        </w:r>
        <w:r>
          <w:rPr>
            <w:rFonts w:ascii="Aptos" w:eastAsia="Times New Roman" w:hAnsi="Aptos" w:cs="Times New Roman"/>
            <w:kern w:val="3"/>
            <w:sz w:val="24"/>
            <w:szCs w:val="24"/>
          </w:rPr>
          <w:tab/>
        </w:r>
        <w:r>
          <w:rPr>
            <w:rStyle w:val="Lienhypertexte"/>
          </w:rPr>
          <w:t>Résiliation pour non-respect des formalités relatives à la lutte contre le travail illégal</w:t>
        </w:r>
        <w:r>
          <w:tab/>
          <w:t>28</w:t>
        </w:r>
      </w:hyperlink>
    </w:p>
    <w:p w14:paraId="5EB55DDE" w14:textId="77777777" w:rsidR="00993105" w:rsidRDefault="00447B3F">
      <w:pPr>
        <w:pStyle w:val="TM1"/>
        <w:tabs>
          <w:tab w:val="right" w:leader="dot" w:pos="601"/>
        </w:tabs>
      </w:pPr>
      <w:hyperlink r:id="rId58" w:history="1">
        <w:r>
          <w:rPr>
            <w:rStyle w:val="Lienhypertexte"/>
          </w:rPr>
          <w:t>18.</w:t>
        </w:r>
        <w:r>
          <w:rPr>
            <w:rFonts w:ascii="Aptos" w:eastAsia="Times New Roman" w:hAnsi="Aptos" w:cs="Times New Roman"/>
            <w:b w:val="0"/>
            <w:szCs w:val="24"/>
          </w:rPr>
          <w:tab/>
        </w:r>
        <w:r>
          <w:rPr>
            <w:rStyle w:val="Lienhypertexte"/>
          </w:rPr>
          <w:t>Différends</w:t>
        </w:r>
        <w:r>
          <w:tab/>
          <w:t>29</w:t>
        </w:r>
      </w:hyperlink>
    </w:p>
    <w:p w14:paraId="6EDF0455" w14:textId="77777777" w:rsidR="00993105" w:rsidRDefault="00447B3F">
      <w:pPr>
        <w:pStyle w:val="TM1"/>
        <w:tabs>
          <w:tab w:val="right" w:leader="dot" w:pos="601"/>
        </w:tabs>
      </w:pPr>
      <w:hyperlink r:id="rId59" w:history="1">
        <w:r>
          <w:rPr>
            <w:rStyle w:val="Lienhypertexte"/>
          </w:rPr>
          <w:t>19.</w:t>
        </w:r>
        <w:r>
          <w:rPr>
            <w:rFonts w:ascii="Aptos" w:eastAsia="Times New Roman" w:hAnsi="Aptos" w:cs="Times New Roman"/>
            <w:b w:val="0"/>
            <w:szCs w:val="24"/>
          </w:rPr>
          <w:tab/>
        </w:r>
        <w:r>
          <w:rPr>
            <w:rStyle w:val="Lienhypertexte"/>
          </w:rPr>
          <w:t>Dispositions applicables en cas de titulaire étranger</w:t>
        </w:r>
        <w:r>
          <w:tab/>
          <w:t>29</w:t>
        </w:r>
      </w:hyperlink>
    </w:p>
    <w:p w14:paraId="7CB6264A" w14:textId="77777777" w:rsidR="00993105" w:rsidRDefault="00447B3F">
      <w:pPr>
        <w:pStyle w:val="TM1"/>
        <w:tabs>
          <w:tab w:val="right" w:leader="dot" w:pos="601"/>
        </w:tabs>
      </w:pPr>
      <w:hyperlink r:id="rId60" w:history="1">
        <w:r>
          <w:rPr>
            <w:rStyle w:val="Lienhypertexte"/>
          </w:rPr>
          <w:t>20.</w:t>
        </w:r>
        <w:r>
          <w:rPr>
            <w:rFonts w:ascii="Aptos" w:eastAsia="Times New Roman" w:hAnsi="Aptos" w:cs="Times New Roman"/>
            <w:b w:val="0"/>
            <w:szCs w:val="24"/>
          </w:rPr>
          <w:tab/>
        </w:r>
        <w:r>
          <w:rPr>
            <w:rStyle w:val="Lienhypertexte"/>
          </w:rPr>
          <w:t>Dérogations aux documents généraux</w:t>
        </w:r>
        <w:r>
          <w:tab/>
          <w:t>29</w:t>
        </w:r>
      </w:hyperlink>
    </w:p>
    <w:p w14:paraId="72E7D6FF" w14:textId="77777777" w:rsidR="00993105" w:rsidRDefault="00447B3F">
      <w:pPr>
        <w:pStyle w:val="TM1"/>
        <w:tabs>
          <w:tab w:val="right" w:leader="dot" w:pos="601"/>
        </w:tabs>
      </w:pPr>
      <w:hyperlink r:id="rId61" w:history="1">
        <w:r>
          <w:rPr>
            <w:rStyle w:val="Lienhypertexte"/>
          </w:rPr>
          <w:t>21.</w:t>
        </w:r>
        <w:r>
          <w:rPr>
            <w:rFonts w:ascii="Aptos" w:eastAsia="Times New Roman" w:hAnsi="Aptos" w:cs="Times New Roman"/>
            <w:b w:val="0"/>
            <w:szCs w:val="24"/>
          </w:rPr>
          <w:tab/>
        </w:r>
        <w:r>
          <w:rPr>
            <w:rStyle w:val="Lienhypertexte"/>
          </w:rPr>
          <w:t>Acceptation de l’avance</w:t>
        </w:r>
        <w:r>
          <w:tab/>
          <w:t>29</w:t>
        </w:r>
      </w:hyperlink>
    </w:p>
    <w:p w14:paraId="432FE70D" w14:textId="77777777" w:rsidR="00993105" w:rsidRDefault="00447B3F">
      <w:pPr>
        <w:pStyle w:val="TM1"/>
        <w:tabs>
          <w:tab w:val="right" w:leader="dot" w:pos="601"/>
        </w:tabs>
      </w:pPr>
      <w:hyperlink r:id="rId62" w:history="1">
        <w:r>
          <w:rPr>
            <w:rStyle w:val="Lienhypertexte"/>
          </w:rPr>
          <w:t>22.</w:t>
        </w:r>
        <w:r>
          <w:rPr>
            <w:rFonts w:ascii="Aptos" w:eastAsia="Times New Roman" w:hAnsi="Aptos" w:cs="Times New Roman"/>
            <w:b w:val="0"/>
            <w:szCs w:val="24"/>
          </w:rPr>
          <w:tab/>
        </w:r>
        <w:r>
          <w:rPr>
            <w:rStyle w:val="Lienhypertexte"/>
          </w:rPr>
          <w:t>Signature du candidat</w:t>
        </w:r>
        <w:r>
          <w:tab/>
          <w:t>29</w:t>
        </w:r>
      </w:hyperlink>
    </w:p>
    <w:p w14:paraId="1FBFC5A7" w14:textId="77777777" w:rsidR="00993105" w:rsidRDefault="00447B3F">
      <w:pPr>
        <w:pStyle w:val="TM1"/>
        <w:tabs>
          <w:tab w:val="right" w:leader="dot" w:pos="601"/>
        </w:tabs>
      </w:pPr>
      <w:hyperlink r:id="rId63" w:history="1">
        <w:r>
          <w:rPr>
            <w:rStyle w:val="Lienhypertexte"/>
          </w:rPr>
          <w:t>23.</w:t>
        </w:r>
        <w:r>
          <w:rPr>
            <w:rFonts w:ascii="Aptos" w:eastAsia="Times New Roman" w:hAnsi="Aptos" w:cs="Times New Roman"/>
            <w:b w:val="0"/>
            <w:szCs w:val="24"/>
          </w:rPr>
          <w:tab/>
        </w:r>
        <w:r>
          <w:rPr>
            <w:rStyle w:val="Lienhypertexte"/>
          </w:rPr>
          <w:t>Acceptation de l’offre par le Pouvoir Adjudicateur</w:t>
        </w:r>
        <w:r>
          <w:tab/>
          <w:t>30</w:t>
        </w:r>
      </w:hyperlink>
    </w:p>
    <w:p w14:paraId="1B0E48AC" w14:textId="77777777" w:rsidR="00993105" w:rsidRDefault="00447B3F">
      <w:pPr>
        <w:pStyle w:val="TM1"/>
        <w:tabs>
          <w:tab w:val="right" w:leader="dot" w:pos="601"/>
        </w:tabs>
      </w:pPr>
      <w:hyperlink r:id="rId64" w:history="1">
        <w:r>
          <w:rPr>
            <w:rStyle w:val="Lienhypertexte"/>
          </w:rPr>
          <w:t>24.</w:t>
        </w:r>
        <w:r>
          <w:rPr>
            <w:rFonts w:ascii="Aptos" w:eastAsia="Times New Roman" w:hAnsi="Aptos" w:cs="Times New Roman"/>
            <w:b w:val="0"/>
            <w:szCs w:val="24"/>
          </w:rPr>
          <w:tab/>
        </w:r>
        <w:r>
          <w:rPr>
            <w:rStyle w:val="Lienhypertexte"/>
          </w:rPr>
          <w:t>Annexe : Déclaration de sous-traitance</w:t>
        </w:r>
        <w:r>
          <w:tab/>
          <w:t>31</w:t>
        </w:r>
      </w:hyperlink>
    </w:p>
    <w:p w14:paraId="0E06C062" w14:textId="77777777" w:rsidR="00993105" w:rsidRDefault="00447B3F">
      <w:pPr>
        <w:pStyle w:val="TM1"/>
        <w:tabs>
          <w:tab w:val="right" w:leader="dot" w:pos="601"/>
        </w:tabs>
      </w:pPr>
      <w:hyperlink r:id="rId65" w:history="1">
        <w:r>
          <w:rPr>
            <w:rStyle w:val="Lienhypertexte"/>
          </w:rPr>
          <w:t>25.</w:t>
        </w:r>
        <w:r>
          <w:rPr>
            <w:rFonts w:ascii="Aptos" w:eastAsia="Times New Roman" w:hAnsi="Aptos" w:cs="Times New Roman"/>
            <w:b w:val="0"/>
            <w:szCs w:val="24"/>
          </w:rPr>
          <w:tab/>
        </w:r>
        <w:r>
          <w:rPr>
            <w:rStyle w:val="Lienhypertexte"/>
          </w:rPr>
          <w:t>Annexe : Désignation des cotraitants et répartition des prestations.</w:t>
        </w:r>
        <w:r>
          <w:tab/>
          <w:t>38</w:t>
        </w:r>
      </w:hyperlink>
    </w:p>
    <w:p w14:paraId="340F3789" w14:textId="77777777" w:rsidR="00993105" w:rsidRDefault="00447B3F">
      <w:pPr>
        <w:pStyle w:val="TM1"/>
        <w:tabs>
          <w:tab w:val="right" w:leader="dot" w:pos="601"/>
        </w:tabs>
      </w:pPr>
      <w:hyperlink r:id="rId66" w:history="1">
        <w:r>
          <w:rPr>
            <w:rStyle w:val="Lienhypertexte"/>
          </w:rPr>
          <w:t>26.</w:t>
        </w:r>
        <w:r>
          <w:rPr>
            <w:rFonts w:ascii="Aptos" w:eastAsia="Times New Roman" w:hAnsi="Aptos" w:cs="Times New Roman"/>
            <w:b w:val="0"/>
            <w:szCs w:val="24"/>
          </w:rPr>
          <w:tab/>
        </w:r>
        <w:r>
          <w:rPr>
            <w:rStyle w:val="Lienhypertexte"/>
          </w:rPr>
          <w:t>Annexe : Nantissement ou cession de créances</w:t>
        </w:r>
        <w:r>
          <w:tab/>
          <w:t>40</w:t>
        </w:r>
      </w:hyperlink>
    </w:p>
    <w:p w14:paraId="46D244A2" w14:textId="77777777" w:rsidR="00993105" w:rsidRDefault="00447B3F">
      <w:pPr>
        <w:pStyle w:val="TM1"/>
        <w:tabs>
          <w:tab w:val="right" w:leader="dot" w:pos="601"/>
        </w:tabs>
      </w:pPr>
      <w:hyperlink r:id="rId67" w:history="1">
        <w:r>
          <w:rPr>
            <w:rStyle w:val="Lienhypertexte"/>
          </w:rPr>
          <w:t>27.</w:t>
        </w:r>
        <w:r>
          <w:rPr>
            <w:rFonts w:ascii="Aptos" w:eastAsia="Times New Roman" w:hAnsi="Aptos" w:cs="Times New Roman"/>
            <w:b w:val="0"/>
            <w:szCs w:val="24"/>
          </w:rPr>
          <w:tab/>
        </w:r>
        <w:r>
          <w:rPr>
            <w:rStyle w:val="Lienhypertexte"/>
          </w:rPr>
          <w:t>Annexe - Sécurité</w:t>
        </w:r>
        <w:r>
          <w:tab/>
          <w:t>42</w:t>
        </w:r>
      </w:hyperlink>
    </w:p>
    <w:p w14:paraId="0B9FC7BB" w14:textId="77777777" w:rsidR="00993105" w:rsidRDefault="00447B3F">
      <w:pPr>
        <w:pStyle w:val="TM1"/>
        <w:tabs>
          <w:tab w:val="right" w:leader="dot" w:pos="601"/>
        </w:tabs>
      </w:pPr>
      <w:hyperlink r:id="rId68" w:history="1">
        <w:r>
          <w:rPr>
            <w:rStyle w:val="Lienhypertexte"/>
          </w:rPr>
          <w:t>28.</w:t>
        </w:r>
        <w:r>
          <w:rPr>
            <w:rFonts w:ascii="Aptos" w:eastAsia="Times New Roman" w:hAnsi="Aptos" w:cs="Times New Roman"/>
            <w:b w:val="0"/>
            <w:szCs w:val="24"/>
          </w:rPr>
          <w:tab/>
        </w:r>
        <w:r>
          <w:rPr>
            <w:rStyle w:val="Lienhypertexte"/>
          </w:rPr>
          <w:t>Annexe - RGPD</w:t>
        </w:r>
        <w:r>
          <w:tab/>
          <w:t>48</w:t>
        </w:r>
      </w:hyperlink>
    </w:p>
    <w:p w14:paraId="0BBE1259" w14:textId="77777777" w:rsidR="00993105" w:rsidRDefault="00447B3F">
      <w:r>
        <w:rPr>
          <w:b/>
          <w:kern w:val="3"/>
          <w:sz w:val="24"/>
        </w:rPr>
        <w:fldChar w:fldCharType="end"/>
      </w:r>
    </w:p>
    <w:p w14:paraId="15D2A9C4" w14:textId="77777777" w:rsidR="00993105" w:rsidRDefault="00993105">
      <w:pPr>
        <w:pStyle w:val="RedaliaNormal"/>
        <w:pageBreakBefore/>
      </w:pPr>
      <w:bookmarkStart w:id="11" w:name="_Toc2394424"/>
    </w:p>
    <w:p w14:paraId="4DC777FA" w14:textId="77777777" w:rsidR="00993105" w:rsidRDefault="00447B3F">
      <w:pPr>
        <w:pStyle w:val="RedaliaTitre1"/>
      </w:pPr>
      <w:bookmarkStart w:id="12" w:name="_Toc180614109"/>
      <w:bookmarkStart w:id="13" w:name="__RefHeading___Toc8927_598829110"/>
      <w:bookmarkStart w:id="14" w:name="_Toc200983250"/>
      <w:bookmarkStart w:id="15" w:name="_Toc201166410"/>
      <w:r>
        <w:t>Préambule</w:t>
      </w:r>
      <w:bookmarkEnd w:id="12"/>
      <w:bookmarkEnd w:id="13"/>
      <w:bookmarkEnd w:id="14"/>
      <w:bookmarkEnd w:id="15"/>
    </w:p>
    <w:p w14:paraId="78529F5D" w14:textId="77777777" w:rsidR="00993105" w:rsidRDefault="00447B3F">
      <w:pPr>
        <w:pStyle w:val="RedaliaTitre2"/>
      </w:pPr>
      <w:bookmarkStart w:id="16" w:name="__RefHeading___Toc2297_850954893"/>
      <w:bookmarkStart w:id="17" w:name="_Toc180614110"/>
      <w:bookmarkStart w:id="18" w:name="_Toc200983251"/>
      <w:bookmarkStart w:id="19" w:name="_Toc201166411"/>
      <w:r>
        <w:t>Présentation du pouvoir adjudicateur</w:t>
      </w:r>
      <w:bookmarkEnd w:id="16"/>
      <w:bookmarkEnd w:id="17"/>
      <w:bookmarkEnd w:id="18"/>
      <w:bookmarkEnd w:id="19"/>
    </w:p>
    <w:p w14:paraId="14B8A20F" w14:textId="77777777" w:rsidR="00993105" w:rsidRDefault="00447B3F">
      <w:pPr>
        <w:pStyle w:val="RedaliaNormal"/>
      </w:pPr>
      <w:r>
        <w:t xml:space="preserve">L'Agence Française de Développement est un Etablissement Public Industriel et Commercial relevant de la loi bancaire, en tant que société de </w:t>
      </w:r>
      <w:r>
        <w:t>financement.</w:t>
      </w:r>
    </w:p>
    <w:p w14:paraId="0A2DC2E3" w14:textId="77777777" w:rsidR="00993105" w:rsidRDefault="00993105">
      <w:pPr>
        <w:pStyle w:val="RedaliaNormal"/>
      </w:pPr>
    </w:p>
    <w:p w14:paraId="189A431A" w14:textId="77777777" w:rsidR="00993105" w:rsidRDefault="00447B3F">
      <w:pPr>
        <w:pStyle w:val="RedaliaNormal"/>
      </w:pPr>
      <w:r>
        <w:t xml:space="preserve">Elle est chargée, dans le cadre du dispositif d’aide au développement, de financer, par des prêts à longs termes et/ou des subventions, le développement économique et social de près de 80 pays en voie de développement et des </w:t>
      </w:r>
      <w:r>
        <w:t>Collectivités d’Outre-mer.</w:t>
      </w:r>
    </w:p>
    <w:p w14:paraId="710CFE9B" w14:textId="77777777" w:rsidR="00993105" w:rsidRDefault="00447B3F">
      <w:pPr>
        <w:pStyle w:val="RedaliaNormal"/>
      </w:pPr>
      <w:r>
        <w:t xml:space="preserve">Elle s’est dotée d’une charte éthique consultable sur son site : </w:t>
      </w:r>
      <w:hyperlink r:id="rId69" w:history="1">
        <w:r>
          <w:rPr>
            <w:rStyle w:val="Lienhypertexte"/>
            <w:rFonts w:ascii="Calibri" w:hAnsi="Calibri"/>
            <w:color w:val="4472C4"/>
          </w:rPr>
          <w:t>www.afd.fr</w:t>
        </w:r>
      </w:hyperlink>
    </w:p>
    <w:p w14:paraId="1A906910" w14:textId="77777777" w:rsidR="00993105" w:rsidRDefault="00993105">
      <w:pPr>
        <w:pStyle w:val="RedaliaNormal"/>
      </w:pPr>
    </w:p>
    <w:p w14:paraId="311B3BE4" w14:textId="77777777" w:rsidR="00993105" w:rsidRDefault="00447B3F">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7CD572B1" w14:textId="77777777" w:rsidR="00993105" w:rsidRDefault="00993105">
      <w:pPr>
        <w:pStyle w:val="RedaliaNormal"/>
      </w:pPr>
    </w:p>
    <w:p w14:paraId="239DDA7A" w14:textId="77777777" w:rsidR="00993105" w:rsidRDefault="00447B3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79D33CA1" w14:textId="77777777" w:rsidR="00993105" w:rsidRDefault="00447B3F">
      <w:pPr>
        <w:pStyle w:val="RedaliaTitre2"/>
      </w:pPr>
      <w:bookmarkStart w:id="20" w:name="__RefHeading___Toc2299_850954893"/>
      <w:bookmarkStart w:id="21" w:name="_Toc180614111"/>
      <w:bookmarkStart w:id="22" w:name="_Toc200983252"/>
      <w:bookmarkStart w:id="23" w:name="_Toc201166412"/>
      <w:r>
        <w:t>Définitions</w:t>
      </w:r>
      <w:bookmarkEnd w:id="20"/>
      <w:bookmarkEnd w:id="21"/>
      <w:bookmarkEnd w:id="22"/>
      <w:bookmarkEnd w:id="23"/>
    </w:p>
    <w:p w14:paraId="37C9E32D" w14:textId="77777777" w:rsidR="00993105" w:rsidRDefault="00447B3F">
      <w:pPr>
        <w:pStyle w:val="RedaliaNormal"/>
        <w:rPr>
          <w:u w:val="single"/>
        </w:rPr>
      </w:pPr>
      <w:r>
        <w:rPr>
          <w:u w:val="single"/>
        </w:rPr>
        <w:t>Actes de Corruption :</w:t>
      </w:r>
    </w:p>
    <w:p w14:paraId="571D0465" w14:textId="77777777" w:rsidR="00993105" w:rsidRDefault="00447B3F">
      <w:pPr>
        <w:pStyle w:val="RedaliaNormal"/>
      </w:pPr>
      <w:r>
        <w:t>Désigne les infractions visées par les articles 432-11, 433-1, 445-1 et 445-2 du Code pénal.</w:t>
      </w:r>
    </w:p>
    <w:p w14:paraId="0F3E88BC" w14:textId="77777777" w:rsidR="00993105" w:rsidRDefault="00993105">
      <w:pPr>
        <w:pStyle w:val="RedaliaNormal"/>
      </w:pPr>
    </w:p>
    <w:p w14:paraId="6D10594E" w14:textId="77777777" w:rsidR="00993105" w:rsidRDefault="00447B3F">
      <w:pPr>
        <w:pStyle w:val="RedaliaNormal"/>
        <w:rPr>
          <w:u w:val="single"/>
        </w:rPr>
      </w:pPr>
      <w:r>
        <w:rPr>
          <w:u w:val="single"/>
        </w:rPr>
        <w:t>Acte de Fraude :</w:t>
      </w:r>
    </w:p>
    <w:p w14:paraId="273EEA57" w14:textId="77777777" w:rsidR="00993105" w:rsidRDefault="00447B3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3B0DFC0" w14:textId="77777777" w:rsidR="00993105" w:rsidRDefault="00993105">
      <w:pPr>
        <w:pStyle w:val="RedaliaNormal"/>
      </w:pPr>
    </w:p>
    <w:p w14:paraId="2384A1EB" w14:textId="77777777" w:rsidR="00993105" w:rsidRDefault="00447B3F">
      <w:pPr>
        <w:pStyle w:val="RedaliaNormal"/>
        <w:rPr>
          <w:u w:val="single"/>
        </w:rPr>
      </w:pPr>
      <w:r>
        <w:rPr>
          <w:u w:val="single"/>
        </w:rPr>
        <w:t>Contrat :</w:t>
      </w:r>
    </w:p>
    <w:p w14:paraId="32446DB1" w14:textId="77777777" w:rsidR="00993105" w:rsidRDefault="00447B3F">
      <w:pPr>
        <w:pStyle w:val="RedaliaNormal"/>
      </w:pPr>
      <w:r>
        <w:t>Désigne le présent document contractuel, formalisant les engagements réciproques entre l’AFD et le ou les Titulaire(s) désigné(s) à l’issue de la procédure de passation.</w:t>
      </w:r>
    </w:p>
    <w:p w14:paraId="0630F76C" w14:textId="77777777" w:rsidR="00993105" w:rsidRDefault="00993105">
      <w:pPr>
        <w:pStyle w:val="RedaliaNormal"/>
      </w:pPr>
    </w:p>
    <w:p w14:paraId="1F908EBA" w14:textId="77777777" w:rsidR="00993105" w:rsidRDefault="00993105">
      <w:pPr>
        <w:pStyle w:val="RedaliaNormal"/>
      </w:pPr>
    </w:p>
    <w:p w14:paraId="07C03AA8" w14:textId="77777777" w:rsidR="00993105" w:rsidRDefault="00447B3F">
      <w:pPr>
        <w:pStyle w:val="RedaliaNormal"/>
        <w:rPr>
          <w:u w:val="single"/>
        </w:rPr>
      </w:pPr>
      <w:r>
        <w:rPr>
          <w:u w:val="single"/>
        </w:rPr>
        <w:t>Données à caractère personnel:</w:t>
      </w:r>
    </w:p>
    <w:p w14:paraId="749704A3" w14:textId="77777777" w:rsidR="00993105" w:rsidRDefault="00447B3F">
      <w:pPr>
        <w:pStyle w:val="RedaliaNormal"/>
      </w:pPr>
      <w:r>
        <w:t>Désigne toute information se rapportant à une personne physique identifiée ou identifiable.</w:t>
      </w:r>
    </w:p>
    <w:p w14:paraId="6099D79A" w14:textId="77777777" w:rsidR="00993105" w:rsidRDefault="00993105">
      <w:pPr>
        <w:pStyle w:val="RedaliaNormal"/>
      </w:pPr>
    </w:p>
    <w:p w14:paraId="08F1087D" w14:textId="77777777" w:rsidR="00993105" w:rsidRDefault="00447B3F">
      <w:pPr>
        <w:pStyle w:val="RedaliaNormal"/>
        <w:rPr>
          <w:u w:val="single"/>
        </w:rPr>
      </w:pPr>
      <w:r>
        <w:rPr>
          <w:u w:val="single"/>
        </w:rPr>
        <w:t>Entente :</w:t>
      </w:r>
    </w:p>
    <w:p w14:paraId="21DF5936" w14:textId="77777777" w:rsidR="00993105" w:rsidRDefault="00447B3F">
      <w:pPr>
        <w:pStyle w:val="RedaliaNormal"/>
      </w:pPr>
      <w:r>
        <w:t xml:space="preserve">Désigne les actions concertées, conventions, ententes expresses ou tacites ou coalitions, y compris par l’intermédiaire direct ou indirect d’une société du groupe implantée dans un quelconque pays au sens </w:t>
      </w:r>
      <w:r>
        <w:lastRenderedPageBreak/>
        <w:t>notamment de l’article 420-1 du Code de commerce, lorsqu’elles ont pour objet ou peuvent avoir pour effet d’empêcher, de restreindre ou de fausser le jeu de la concurrence sur un marché, notamment lorsqu’elles tendent à :</w:t>
      </w:r>
    </w:p>
    <w:p w14:paraId="106E3021" w14:textId="77777777" w:rsidR="00993105" w:rsidRDefault="00447B3F">
      <w:pPr>
        <w:pStyle w:val="Redaliapuces"/>
        <w:numPr>
          <w:ilvl w:val="0"/>
          <w:numId w:val="10"/>
        </w:numPr>
      </w:pPr>
      <w:r>
        <w:t>Limiter l’accès au marché ou le libre exercice de la concurrence par d’autres entreprises ;</w:t>
      </w:r>
    </w:p>
    <w:p w14:paraId="6E392EB6" w14:textId="77777777" w:rsidR="00993105" w:rsidRDefault="00447B3F">
      <w:pPr>
        <w:pStyle w:val="Redaliapuces"/>
        <w:numPr>
          <w:ilvl w:val="0"/>
          <w:numId w:val="10"/>
        </w:numPr>
      </w:pPr>
      <w:r>
        <w:t>Faire obstacle à la fixation des prix par le libre jeu du marché en favorisant artificiellement leur hausse ou leur baisse ;</w:t>
      </w:r>
    </w:p>
    <w:p w14:paraId="22C1FC52" w14:textId="77777777" w:rsidR="00993105" w:rsidRDefault="00447B3F">
      <w:pPr>
        <w:pStyle w:val="Redaliapuces"/>
        <w:numPr>
          <w:ilvl w:val="0"/>
          <w:numId w:val="10"/>
        </w:numPr>
      </w:pPr>
      <w:r>
        <w:t>Limiter ou contrôler la production, les débouchés, les investissements ou le progrès technique ;</w:t>
      </w:r>
    </w:p>
    <w:p w14:paraId="06F9A78A" w14:textId="77777777" w:rsidR="00993105" w:rsidRDefault="00447B3F">
      <w:pPr>
        <w:pStyle w:val="Redaliapuces"/>
        <w:numPr>
          <w:ilvl w:val="0"/>
          <w:numId w:val="10"/>
        </w:numPr>
      </w:pPr>
      <w:r>
        <w:t>Répartir les marchés ou les sources d’approvisionnement.</w:t>
      </w:r>
    </w:p>
    <w:p w14:paraId="329D1321" w14:textId="77777777" w:rsidR="00993105" w:rsidRDefault="00993105">
      <w:pPr>
        <w:pStyle w:val="RedaliaNormal"/>
      </w:pPr>
    </w:p>
    <w:p w14:paraId="4EF3A317" w14:textId="77777777" w:rsidR="00993105" w:rsidRDefault="00447B3F">
      <w:pPr>
        <w:pStyle w:val="RedaliaNormal"/>
        <w:rPr>
          <w:u w:val="single"/>
        </w:rPr>
      </w:pPr>
      <w:r>
        <w:rPr>
          <w:u w:val="single"/>
        </w:rPr>
        <w:t>Informations Confidentielles :</w:t>
      </w:r>
    </w:p>
    <w:p w14:paraId="73C49BD8" w14:textId="77777777" w:rsidR="00993105" w:rsidRDefault="00447B3F">
      <w:pPr>
        <w:pStyle w:val="RedaliaNormal"/>
      </w:pPr>
      <w:r>
        <w:t>Désigne :</w:t>
      </w:r>
    </w:p>
    <w:p w14:paraId="589B9C49" w14:textId="77777777" w:rsidR="00993105" w:rsidRDefault="00447B3F">
      <w:pPr>
        <w:pStyle w:val="Redaliapuces"/>
        <w:numPr>
          <w:ilvl w:val="0"/>
          <w:numId w:val="10"/>
        </w:numPr>
      </w:pPr>
      <w:r>
        <w:t xml:space="preserve">Toutes informations, données, documents de toute nature et quelle que </w:t>
      </w:r>
      <w:r>
        <w:t>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4C78F3C" w14:textId="77777777" w:rsidR="00993105" w:rsidRDefault="00447B3F">
      <w:pPr>
        <w:pStyle w:val="Redaliapuces"/>
        <w:numPr>
          <w:ilvl w:val="0"/>
          <w:numId w:val="10"/>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6CECE28" w14:textId="77777777" w:rsidR="00993105" w:rsidRDefault="00447B3F">
      <w:pPr>
        <w:pStyle w:val="Redaliapuces"/>
        <w:numPr>
          <w:ilvl w:val="0"/>
          <w:numId w:val="10"/>
        </w:numPr>
      </w:pPr>
      <w:r>
        <w:t>La Prestation (y compris les rapports, travaux, études, réalisés au titre de la Prestation) et toute information y relative.</w:t>
      </w:r>
    </w:p>
    <w:p w14:paraId="56C7BACF" w14:textId="77777777" w:rsidR="00993105" w:rsidRDefault="00993105">
      <w:pPr>
        <w:pStyle w:val="RedaliaNormal"/>
      </w:pPr>
    </w:p>
    <w:p w14:paraId="47566EB7" w14:textId="77777777" w:rsidR="00993105" w:rsidRDefault="00447B3F">
      <w:pPr>
        <w:pStyle w:val="RedaliaNormal"/>
        <w:rPr>
          <w:u w:val="single"/>
        </w:rPr>
      </w:pPr>
      <w:r>
        <w:rPr>
          <w:u w:val="single"/>
        </w:rPr>
        <w:t>Mandataire</w:t>
      </w:r>
    </w:p>
    <w:p w14:paraId="59E24250" w14:textId="77777777" w:rsidR="00993105" w:rsidRDefault="00447B3F">
      <w:pPr>
        <w:pStyle w:val="RedaliaNormal"/>
      </w:pPr>
      <w:r>
        <w:t>Désigne le membre du Groupement Titulaire désigné dans le présent contrat qui représente l’ensemble des membres du Groupement vis-à-vis du Pouvoir Adjudicateur.</w:t>
      </w:r>
    </w:p>
    <w:p w14:paraId="5816DD1D" w14:textId="77777777" w:rsidR="00993105" w:rsidRDefault="00993105">
      <w:pPr>
        <w:pStyle w:val="RedaliaNormal"/>
      </w:pPr>
    </w:p>
    <w:p w14:paraId="002D8A84" w14:textId="77777777" w:rsidR="00993105" w:rsidRDefault="00447B3F">
      <w:pPr>
        <w:pStyle w:val="RedaliaNormal"/>
        <w:rPr>
          <w:u w:val="single"/>
        </w:rPr>
      </w:pPr>
      <w:r>
        <w:rPr>
          <w:u w:val="single"/>
        </w:rPr>
        <w:t>Personnel :</w:t>
      </w:r>
    </w:p>
    <w:p w14:paraId="6E27896C" w14:textId="77777777" w:rsidR="00993105" w:rsidRDefault="00447B3F">
      <w:pPr>
        <w:pStyle w:val="RedaliaNormal"/>
      </w:pPr>
      <w:r>
        <w:t>Désigne le personnel du Titulaire affecté par ce dernier à la réalisation de la Prestation.</w:t>
      </w:r>
    </w:p>
    <w:p w14:paraId="7DCFD929" w14:textId="77777777" w:rsidR="00993105" w:rsidRDefault="00993105">
      <w:pPr>
        <w:pStyle w:val="RedaliaNormal"/>
      </w:pPr>
    </w:p>
    <w:p w14:paraId="29CAFBE6" w14:textId="77777777" w:rsidR="00993105" w:rsidRDefault="00447B3F">
      <w:pPr>
        <w:pStyle w:val="RedaliaNormal"/>
        <w:rPr>
          <w:u w:val="single"/>
        </w:rPr>
      </w:pPr>
      <w:r>
        <w:rPr>
          <w:u w:val="single"/>
        </w:rPr>
        <w:t>Prestation :</w:t>
      </w:r>
    </w:p>
    <w:p w14:paraId="6B2E5FB9" w14:textId="77777777" w:rsidR="00993105" w:rsidRDefault="00447B3F">
      <w:pPr>
        <w:pStyle w:val="RedaliaNormal"/>
      </w:pPr>
      <w:r>
        <w:t xml:space="preserve">Désigne l’ensemble des tâches, activités, services, </w:t>
      </w:r>
      <w:r>
        <w:t>livrables et prestations devant être réalisés par le Titulaire en vertu du Contrat.</w:t>
      </w:r>
    </w:p>
    <w:p w14:paraId="6D1B2CBF" w14:textId="77777777" w:rsidR="00993105" w:rsidRDefault="00993105">
      <w:pPr>
        <w:pStyle w:val="RedaliaNormal"/>
      </w:pPr>
    </w:p>
    <w:p w14:paraId="469094FF" w14:textId="77777777" w:rsidR="00993105" w:rsidRDefault="00447B3F">
      <w:pPr>
        <w:pStyle w:val="RedaliaNormal"/>
        <w:rPr>
          <w:u w:val="single"/>
        </w:rPr>
      </w:pPr>
      <w:r>
        <w:rPr>
          <w:u w:val="single"/>
        </w:rPr>
        <w:t>Prestations de Services Essentielles Externalisées :</w:t>
      </w:r>
    </w:p>
    <w:p w14:paraId="33B0CCFC" w14:textId="77777777" w:rsidR="00993105" w:rsidRDefault="00447B3F">
      <w:pPr>
        <w:pStyle w:val="RedaliaNormal"/>
      </w:pPr>
      <w:r>
        <w:t>L’arrêté du 3 novembre 2014 (articles 10q, 231 et suivants et 253) et le Code Monétaire et Financier définit, les prestations de service essentielles externalisées comme suit :</w:t>
      </w:r>
    </w:p>
    <w:p w14:paraId="20B4AAED" w14:textId="77777777" w:rsidR="00993105" w:rsidRDefault="00447B3F">
      <w:pPr>
        <w:pStyle w:val="Redaliapuces"/>
        <w:numPr>
          <w:ilvl w:val="0"/>
          <w:numId w:val="10"/>
        </w:numPr>
      </w:pPr>
      <w:r>
        <w:t>Les opérations de banque, l'émission et la gestion de monnaie électronique, les services de paiement et les services d'investissement, pour lesquels l'entreprise assujettie a été agréée ;</w:t>
      </w:r>
    </w:p>
    <w:p w14:paraId="4E0E1599" w14:textId="77777777" w:rsidR="00993105" w:rsidRDefault="00447B3F">
      <w:pPr>
        <w:pStyle w:val="Redaliapuces"/>
        <w:numPr>
          <w:ilvl w:val="0"/>
          <w:numId w:val="10"/>
        </w:numPr>
      </w:pPr>
      <w:r>
        <w:t>Les opérations connexes ;</w:t>
      </w:r>
    </w:p>
    <w:p w14:paraId="0D5F5DB6" w14:textId="77777777" w:rsidR="00993105" w:rsidRDefault="00447B3F">
      <w:pPr>
        <w:pStyle w:val="Redaliapuces"/>
        <w:numPr>
          <w:ilvl w:val="0"/>
          <w:numId w:val="10"/>
        </w:numPr>
      </w:pPr>
      <w:r>
        <w:t>Les prestations participant directement à l'exécution des opérations ou des services mentionnés ci-avant ;</w:t>
      </w:r>
    </w:p>
    <w:p w14:paraId="1E9ABB67" w14:textId="77777777" w:rsidR="00993105" w:rsidRDefault="00447B3F">
      <w:pPr>
        <w:pStyle w:val="Redaliapuces"/>
        <w:numPr>
          <w:ilvl w:val="0"/>
          <w:numId w:val="10"/>
        </w:numPr>
      </w:pPr>
      <w:r>
        <w:t xml:space="preserve">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w:t>
      </w:r>
      <w:r>
        <w:lastRenderedPageBreak/>
        <w:t>financières ou à la continuité de ses services et activités.</w:t>
      </w:r>
    </w:p>
    <w:p w14:paraId="31141F4F" w14:textId="77777777" w:rsidR="00993105" w:rsidRDefault="00993105">
      <w:pPr>
        <w:pStyle w:val="RedaliaNormal"/>
      </w:pPr>
    </w:p>
    <w:p w14:paraId="6C01D8B6" w14:textId="77777777" w:rsidR="00993105" w:rsidRDefault="00447B3F">
      <w:pPr>
        <w:pStyle w:val="RedaliaNormal"/>
        <w:rPr>
          <w:u w:val="single"/>
        </w:rPr>
      </w:pPr>
      <w:r>
        <w:rPr>
          <w:u w:val="single"/>
        </w:rPr>
        <w:t>Titulaire :</w:t>
      </w:r>
    </w:p>
    <w:p w14:paraId="1DE3B51B" w14:textId="77777777" w:rsidR="00993105" w:rsidRDefault="00447B3F">
      <w:pPr>
        <w:pStyle w:val="RedaliaNormal"/>
      </w:pPr>
      <w:r>
        <w:t>Désigne l’opérateur économique ou, en cas de Groupement, le Mandataire et ses co-traitants éventuels, signant le présent Contrat.</w:t>
      </w:r>
    </w:p>
    <w:p w14:paraId="43A7915E" w14:textId="77777777" w:rsidR="00993105" w:rsidRDefault="00447B3F">
      <w:pPr>
        <w:pStyle w:val="RedaliaTitre1"/>
      </w:pPr>
      <w:bookmarkStart w:id="24" w:name="_Toc180614112"/>
      <w:bookmarkStart w:id="25" w:name="__RefHeading___Toc8929_598829110"/>
      <w:bookmarkStart w:id="26" w:name="_Toc200983253"/>
      <w:bookmarkStart w:id="27" w:name="_Toc201166413"/>
      <w:r>
        <w:t>Objet du Contrat- Dispositions générales</w:t>
      </w:r>
      <w:bookmarkEnd w:id="11"/>
      <w:bookmarkEnd w:id="24"/>
      <w:bookmarkEnd w:id="25"/>
      <w:bookmarkEnd w:id="26"/>
      <w:bookmarkEnd w:id="27"/>
    </w:p>
    <w:p w14:paraId="0E80A4B5" w14:textId="77777777" w:rsidR="00993105" w:rsidRDefault="00447B3F">
      <w:pPr>
        <w:pStyle w:val="RedaliaTitre2"/>
      </w:pPr>
      <w:bookmarkStart w:id="28" w:name="_Toc2394425"/>
      <w:bookmarkStart w:id="29" w:name="__RefHeading___Toc8931_598829110"/>
      <w:bookmarkStart w:id="30" w:name="_Toc180614113"/>
      <w:bookmarkStart w:id="31" w:name="_Toc200983254"/>
      <w:bookmarkStart w:id="32" w:name="_Toc201166414"/>
      <w:bookmarkEnd w:id="28"/>
      <w:r>
        <w:t>Objet du Contrat</w:t>
      </w:r>
      <w:bookmarkEnd w:id="29"/>
      <w:bookmarkEnd w:id="30"/>
      <w:bookmarkEnd w:id="31"/>
      <w:bookmarkEnd w:id="32"/>
    </w:p>
    <w:p w14:paraId="783B7A42" w14:textId="77777777" w:rsidR="00993105" w:rsidRDefault="00447B3F">
      <w:pPr>
        <w:pStyle w:val="RedaliaNormal"/>
      </w:pPr>
      <w:r>
        <w:t>Le présent Contrat définit les conditions selon lesquelles le Pouvoir Adjudicateur confie au Titulaire, qui l’accepte, la réalisation des prestations suivantes : DIAGNOSTIC DÉTAILLÉ ET RENFORCEMENT DES CAPACITÉS POUR LA GESTION DES AIRES PROTÉGÉES AVEC MANGROVES DANS LA PROVINCE DE MONTE CRISTI.</w:t>
      </w:r>
    </w:p>
    <w:p w14:paraId="1CCE3342" w14:textId="77777777" w:rsidR="00993105" w:rsidRDefault="00993105">
      <w:pPr>
        <w:pStyle w:val="RedaliaNormal"/>
      </w:pPr>
    </w:p>
    <w:p w14:paraId="2D91396E" w14:textId="77777777" w:rsidR="00993105" w:rsidRDefault="00447B3F">
      <w:pPr>
        <w:pStyle w:val="RedaliaNormal"/>
      </w:pPr>
      <w:r>
        <w:rPr>
          <w:b/>
          <w:bCs/>
        </w:rPr>
        <w:t xml:space="preserve">Lieu(x) </w:t>
      </w:r>
      <w:r>
        <w:rPr>
          <w:b/>
          <w:bCs/>
        </w:rPr>
        <w:t>d’exécution</w:t>
      </w:r>
      <w:r>
        <w:t> : Saint Domingue avec des visites de terrains dans la région de Monte Cristi et la Guadeloupe (voyage d’étude), télétravail possible hors cadre visites de terrain</w:t>
      </w:r>
    </w:p>
    <w:p w14:paraId="3754EB42" w14:textId="77777777" w:rsidR="00993105" w:rsidRDefault="00447B3F">
      <w:pPr>
        <w:pStyle w:val="RedaliaTitre2"/>
      </w:pPr>
      <w:bookmarkStart w:id="33" w:name="__RefHeading___Toc8933_598829110"/>
      <w:bookmarkStart w:id="34" w:name="_Toc200983255"/>
      <w:bookmarkStart w:id="35" w:name="_Toc201166415"/>
      <w:r>
        <w:t>Durée du marché</w:t>
      </w:r>
      <w:bookmarkEnd w:id="33"/>
      <w:bookmarkEnd w:id="34"/>
      <w:bookmarkEnd w:id="35"/>
    </w:p>
    <w:p w14:paraId="4FD20297" w14:textId="77777777" w:rsidR="00993105" w:rsidRDefault="00447B3F">
      <w:pPr>
        <w:pStyle w:val="RedaliaNormal"/>
      </w:pPr>
      <w:r>
        <w:t>La durée du Contrat est fixé à 12 mois.</w:t>
      </w:r>
    </w:p>
    <w:p w14:paraId="46BA3CDD" w14:textId="77777777" w:rsidR="00993105" w:rsidRDefault="00447B3F">
      <w:pPr>
        <w:pStyle w:val="RedaliaNormal"/>
      </w:pPr>
      <w:r>
        <w:t>Il commencera à courir à compter de la notification du marché.</w:t>
      </w:r>
    </w:p>
    <w:p w14:paraId="71BDB43D" w14:textId="77777777" w:rsidR="00993105" w:rsidRDefault="00447B3F">
      <w:pPr>
        <w:pStyle w:val="RedaliaTitre2"/>
      </w:pPr>
      <w:bookmarkStart w:id="36" w:name="_Toc180614114"/>
      <w:bookmarkStart w:id="37" w:name="__RefHeading___Toc8935_598829110"/>
      <w:bookmarkStart w:id="38" w:name="_Toc200983256"/>
      <w:bookmarkStart w:id="39" w:name="_Toc201166416"/>
      <w:r>
        <w:t>Délais d’exécution</w:t>
      </w:r>
      <w:bookmarkEnd w:id="36"/>
      <w:bookmarkEnd w:id="37"/>
      <w:bookmarkEnd w:id="38"/>
      <w:bookmarkEnd w:id="39"/>
    </w:p>
    <w:p w14:paraId="15B86CB8" w14:textId="77777777" w:rsidR="00993105" w:rsidRDefault="00447B3F">
      <w:pPr>
        <w:pStyle w:val="RedaliaNormal"/>
      </w:pPr>
      <w:r>
        <w:t>Les délais d’exécution des prestations attendus sont détaillés dans le cahier des charges.</w:t>
      </w:r>
    </w:p>
    <w:p w14:paraId="5F2F7954" w14:textId="77777777" w:rsidR="00993105" w:rsidRDefault="00447B3F">
      <w:pPr>
        <w:pStyle w:val="RedaliaTitre2"/>
      </w:pPr>
      <w:bookmarkStart w:id="40" w:name="__RefHeading___Toc8937_598829110"/>
      <w:bookmarkStart w:id="41" w:name="_Toc200983257"/>
      <w:bookmarkStart w:id="42" w:name="_Toc201166417"/>
      <w:r>
        <w:t>Reconduction</w:t>
      </w:r>
      <w:bookmarkEnd w:id="40"/>
      <w:bookmarkEnd w:id="41"/>
      <w:bookmarkEnd w:id="42"/>
    </w:p>
    <w:p w14:paraId="3B4E64FB" w14:textId="77777777" w:rsidR="00993105" w:rsidRDefault="00447B3F">
      <w:pPr>
        <w:pStyle w:val="RedaliaNormal"/>
      </w:pPr>
      <w:r>
        <w:t>Le contrat ne sera pas reconduit.</w:t>
      </w:r>
    </w:p>
    <w:p w14:paraId="4984C660" w14:textId="77777777" w:rsidR="00993105" w:rsidRDefault="00447B3F">
      <w:pPr>
        <w:pStyle w:val="RedaliaTitre2"/>
      </w:pPr>
      <w:bookmarkStart w:id="43" w:name="_Toc180614115"/>
      <w:bookmarkStart w:id="44" w:name="__RefHeading___Toc8939_598829110"/>
      <w:bookmarkStart w:id="45" w:name="_Toc44840163"/>
      <w:bookmarkStart w:id="46" w:name="_Toc200983258"/>
      <w:bookmarkStart w:id="47" w:name="_Toc201166418"/>
      <w:r>
        <w:t>Sous-traitance</w:t>
      </w:r>
      <w:bookmarkEnd w:id="43"/>
      <w:bookmarkEnd w:id="44"/>
      <w:bookmarkEnd w:id="45"/>
      <w:bookmarkEnd w:id="46"/>
      <w:bookmarkEnd w:id="47"/>
    </w:p>
    <w:p w14:paraId="05BB3EE0" w14:textId="77777777" w:rsidR="00993105" w:rsidRDefault="00447B3F">
      <w:pPr>
        <w:pStyle w:val="RedaliaNormal"/>
      </w:pPr>
      <w:r>
        <w:t>Le Titulaire pourra sous-traiter une partie de la Prestation sous sa seule responsabilité, sous réserve d’obtenir l’accord préalable écrit du Pouvoir Adjudicateur dans les conditions suivantes :</w:t>
      </w:r>
    </w:p>
    <w:p w14:paraId="7B67BD5C" w14:textId="77777777" w:rsidR="00993105" w:rsidRDefault="00447B3F">
      <w:pPr>
        <w:pStyle w:val="Redaliapuces"/>
        <w:numPr>
          <w:ilvl w:val="0"/>
          <w:numId w:val="10"/>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5D87625" w14:textId="77777777" w:rsidR="00993105" w:rsidRDefault="00447B3F">
      <w:pPr>
        <w:pStyle w:val="Redaliapuces"/>
        <w:numPr>
          <w:ilvl w:val="0"/>
          <w:numId w:val="10"/>
        </w:numPr>
      </w:pPr>
      <w:r>
        <w:t>Le Pouvoir Adjudicateur disposera d'un délai de quinze (15) jours ouvrés suivant la réception de la notification pour signifier au Titulaire par écrit, son acceptation ou son refus ;</w:t>
      </w:r>
    </w:p>
    <w:p w14:paraId="6C394FDE" w14:textId="77777777" w:rsidR="00993105" w:rsidRDefault="00447B3F">
      <w:pPr>
        <w:pStyle w:val="Redaliapuces"/>
        <w:numPr>
          <w:ilvl w:val="0"/>
          <w:numId w:val="10"/>
        </w:numPr>
      </w:pPr>
      <w:r>
        <w:t>En cas d'acceptation, le Titulaire communiquera dès que possible au Pouvoir Adjudicateur une copie du ou des contrats de sous-traitance correspondants.</w:t>
      </w:r>
    </w:p>
    <w:p w14:paraId="6DB9DD19" w14:textId="77777777" w:rsidR="00993105" w:rsidRDefault="00993105">
      <w:pPr>
        <w:pStyle w:val="RedaliaNormal"/>
      </w:pPr>
    </w:p>
    <w:p w14:paraId="0E640631" w14:textId="77777777" w:rsidR="00993105" w:rsidRDefault="00447B3F">
      <w:pPr>
        <w:pStyle w:val="RedaliaTitre2"/>
      </w:pPr>
      <w:bookmarkStart w:id="48" w:name="_Toc180614116"/>
      <w:bookmarkStart w:id="49" w:name="__RefHeading___Toc8941_598829110"/>
      <w:bookmarkStart w:id="50" w:name="_Toc200983259"/>
      <w:bookmarkStart w:id="51" w:name="_Toc201166419"/>
      <w:r>
        <w:t>Modification du contrat - Clause de réexamen</w:t>
      </w:r>
      <w:bookmarkEnd w:id="48"/>
      <w:bookmarkEnd w:id="49"/>
      <w:bookmarkEnd w:id="50"/>
      <w:bookmarkEnd w:id="51"/>
    </w:p>
    <w:p w14:paraId="2E4E2DE4" w14:textId="77777777" w:rsidR="00993105" w:rsidRDefault="00447B3F">
      <w:pPr>
        <w:jc w:val="both"/>
      </w:pPr>
      <w:r>
        <w:t xml:space="preserve">L'accord-cadre pourra être modifié par la conclusion d’actes modificatifs dans les cas décrits aux articles R. 2194-1 à R. 2194-9 du Code de la commande publique et à l’article 25 du CCAG PI. Ces modifications et/ou </w:t>
      </w:r>
      <w:r>
        <w:lastRenderedPageBreak/>
        <w:t>ajouts ne peuvent avoir pour effet de changer la nature globale du Contrat et doivent être en lien direct avec l’objet du marché.</w:t>
      </w:r>
    </w:p>
    <w:p w14:paraId="08433E20" w14:textId="77777777" w:rsidR="00993105" w:rsidRDefault="00447B3F">
      <w:pPr>
        <w:pStyle w:val="RedaliaTitre1"/>
      </w:pPr>
      <w:bookmarkStart w:id="52" w:name="_Toc2394442"/>
      <w:bookmarkStart w:id="53" w:name="_Toc180614118"/>
      <w:bookmarkStart w:id="54" w:name="__RefHeading___Toc8945_598829110"/>
      <w:bookmarkStart w:id="55" w:name="_Toc200983260"/>
      <w:bookmarkStart w:id="56" w:name="_Toc201166420"/>
      <w:bookmarkEnd w:id="52"/>
      <w:bookmarkEnd w:id="53"/>
      <w:r>
        <w:t>Pièces constitutives du contrat</w:t>
      </w:r>
      <w:bookmarkEnd w:id="54"/>
      <w:bookmarkEnd w:id="55"/>
      <w:bookmarkEnd w:id="56"/>
    </w:p>
    <w:p w14:paraId="16B3113E" w14:textId="77777777" w:rsidR="00993105" w:rsidRDefault="00447B3F">
      <w:pPr>
        <w:pStyle w:val="RedaliaNormal"/>
      </w:pPr>
      <w:r>
        <w:t>Par dérogation à l’article 4.1 du CCAG PI, en cas de contradiction entre les stipulations des pièces contractuelles du Contrat, elles prévalent dans l’ordre de priorité suivant :</w:t>
      </w:r>
    </w:p>
    <w:p w14:paraId="6EA9332A" w14:textId="77777777" w:rsidR="00993105" w:rsidRDefault="00447B3F">
      <w:pPr>
        <w:pStyle w:val="Redaliapuces"/>
        <w:numPr>
          <w:ilvl w:val="0"/>
          <w:numId w:val="10"/>
        </w:numPr>
      </w:pPr>
      <w:r>
        <w:t>Le présent Contrat et ses annexes éventuelles ;</w:t>
      </w:r>
    </w:p>
    <w:p w14:paraId="6C1CC293" w14:textId="77777777" w:rsidR="00993105" w:rsidRDefault="00447B3F">
      <w:pPr>
        <w:pStyle w:val="Redaliapuces"/>
        <w:numPr>
          <w:ilvl w:val="0"/>
          <w:numId w:val="10"/>
        </w:numPr>
      </w:pPr>
      <w:r>
        <w:t>Le cahier des clauses techniques particulières (C.C.T.P) et ses éventuelles annexes, dont l’exemplaire original conservé dans les archives de l’acheteur fait seul foi ;</w:t>
      </w:r>
    </w:p>
    <w:p w14:paraId="26616608" w14:textId="77777777" w:rsidR="00993105" w:rsidRDefault="00447B3F">
      <w:pPr>
        <w:pStyle w:val="Redaliapuces"/>
        <w:numPr>
          <w:ilvl w:val="0"/>
          <w:numId w:val="10"/>
        </w:numPr>
      </w:pPr>
      <w:r>
        <w:t>Le cahier des clauses administratives générales des marchés publics de prestations intellectuelles (CCAG PI) approuvé par l’arrêté du 30 mars 2021 (publié au JORF n°0078 du 1 avril 2021) ;</w:t>
      </w:r>
    </w:p>
    <w:p w14:paraId="019418A7" w14:textId="77777777" w:rsidR="00993105" w:rsidRDefault="00447B3F">
      <w:pPr>
        <w:pStyle w:val="Redaliapuces"/>
        <w:numPr>
          <w:ilvl w:val="0"/>
          <w:numId w:val="10"/>
        </w:numPr>
      </w:pPr>
      <w:r>
        <w:t>L’offre du Titulaire ;</w:t>
      </w:r>
    </w:p>
    <w:p w14:paraId="298266AE" w14:textId="77777777" w:rsidR="00993105" w:rsidRDefault="00447B3F">
      <w:pPr>
        <w:pStyle w:val="Redaliapuces"/>
        <w:numPr>
          <w:ilvl w:val="0"/>
          <w:numId w:val="10"/>
        </w:numPr>
      </w:pPr>
      <w:r>
        <w:t>Les actes spéciaux de sous-traitance et leurs éventuels actes modificatifs, postérieurs à la notification du marché.</w:t>
      </w:r>
    </w:p>
    <w:p w14:paraId="0AA9FAE8" w14:textId="77777777" w:rsidR="00993105" w:rsidRDefault="00447B3F">
      <w:pPr>
        <w:pStyle w:val="RedaliaTitre1"/>
      </w:pPr>
      <w:bookmarkStart w:id="57" w:name="_Toc180614119"/>
      <w:bookmarkStart w:id="58" w:name="__RefHeading___Toc8947_598829110"/>
      <w:bookmarkStart w:id="59" w:name="_Toc200983261"/>
      <w:bookmarkStart w:id="60" w:name="_Toc201166421"/>
      <w:r>
        <w:t>Conditions d’exécution des prestations</w:t>
      </w:r>
      <w:bookmarkEnd w:id="57"/>
      <w:bookmarkEnd w:id="58"/>
      <w:bookmarkEnd w:id="59"/>
      <w:bookmarkEnd w:id="60"/>
    </w:p>
    <w:p w14:paraId="360B3F28" w14:textId="77777777" w:rsidR="00993105" w:rsidRDefault="00447B3F">
      <w:pPr>
        <w:pStyle w:val="RedaliaNormal"/>
      </w:pPr>
      <w:r>
        <w:t>Les prestations devront être conformes aux stipulations du marché.</w:t>
      </w:r>
    </w:p>
    <w:p w14:paraId="6882AB72" w14:textId="77777777" w:rsidR="00993105" w:rsidRDefault="00993105">
      <w:pPr>
        <w:pStyle w:val="RedaliaNormal"/>
      </w:pPr>
    </w:p>
    <w:p w14:paraId="77F828B3" w14:textId="77777777" w:rsidR="00993105" w:rsidRDefault="00447B3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63E57A3" w14:textId="77777777" w:rsidR="00993105" w:rsidRDefault="00993105">
      <w:pPr>
        <w:pStyle w:val="RedaliaNormal"/>
      </w:pPr>
    </w:p>
    <w:p w14:paraId="20B4BE64" w14:textId="77777777" w:rsidR="00993105" w:rsidRDefault="00447B3F">
      <w:pPr>
        <w:pStyle w:val="RedaliaNormal"/>
      </w:pPr>
      <w:r>
        <w:t xml:space="preserve">Le Titulaire devra apporter, dans le cadre de l’exécution du Contrat, tout son savoir-faire et ses compétences pour la réalisation de la Prestation. Il apportera toute la logistique et le </w:t>
      </w:r>
      <w:r>
        <w:t>matériel nécessaires à la bonne exécution de la Prestation.</w:t>
      </w:r>
    </w:p>
    <w:p w14:paraId="50F8C251" w14:textId="77777777" w:rsidR="00993105" w:rsidRDefault="00993105">
      <w:pPr>
        <w:pStyle w:val="RedaliaNormal"/>
      </w:pPr>
    </w:p>
    <w:p w14:paraId="72437BE8" w14:textId="77777777" w:rsidR="00993105" w:rsidRDefault="00447B3F">
      <w:pPr>
        <w:pStyle w:val="RedaliaNormal"/>
      </w:pPr>
      <w:r>
        <w:t>Le Titulaire devra exécuter la Prestation de manière professionnelle et conforme aux règles de l’art.</w:t>
      </w:r>
    </w:p>
    <w:p w14:paraId="21F5755C" w14:textId="77777777" w:rsidR="00993105" w:rsidRDefault="00447B3F">
      <w:pPr>
        <w:pStyle w:val="RedaliaTitre2"/>
      </w:pPr>
      <w:bookmarkStart w:id="61" w:name="__RefHeading___Toc8949_598829110"/>
      <w:bookmarkStart w:id="62" w:name="_Toc200983262"/>
      <w:bookmarkStart w:id="63" w:name="_Toc201166422"/>
      <w:r>
        <w:t>Personnel affecté à la mission</w:t>
      </w:r>
      <w:bookmarkEnd w:id="61"/>
      <w:bookmarkEnd w:id="62"/>
      <w:bookmarkEnd w:id="63"/>
    </w:p>
    <w:p w14:paraId="60A40A7C" w14:textId="77777777" w:rsidR="00993105" w:rsidRDefault="00447B3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10331C81" w14:textId="77777777" w:rsidR="00993105" w:rsidRDefault="00993105">
      <w:pPr>
        <w:pStyle w:val="RedaliaNormal"/>
      </w:pPr>
    </w:p>
    <w:p w14:paraId="13D93218" w14:textId="77777777" w:rsidR="00993105" w:rsidRDefault="00447B3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w:t>
      </w:r>
      <w:r>
        <w:t>ir Adjudicateur sur la ou les personne(s) proposée(s). Le remplacement devra alors se faire immédiatement. Le Titulaire supportera la charge de tous les frais y associés.</w:t>
      </w:r>
    </w:p>
    <w:p w14:paraId="0E638329" w14:textId="77777777" w:rsidR="00993105" w:rsidRDefault="00993105">
      <w:pPr>
        <w:pStyle w:val="RedaliaNormal"/>
      </w:pPr>
    </w:p>
    <w:p w14:paraId="1AAB7777" w14:textId="77777777" w:rsidR="00993105" w:rsidRDefault="00447B3F">
      <w:pPr>
        <w:pStyle w:val="RedaliaNormal"/>
      </w:pPr>
      <w:r>
        <w:t xml:space="preserve">Le Personnel interviendra sous l’encadrement, la responsabilité juridique, hiérarchique et disciplinaire du Titulaire. Le Titulaire s’engage en conséquence à effectuer toutes les formalités applicables au regard de la </w:t>
      </w:r>
      <w:r>
        <w:lastRenderedPageBreak/>
        <w:t>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F12D337" w14:textId="77777777" w:rsidR="00993105" w:rsidRDefault="00993105">
      <w:pPr>
        <w:pStyle w:val="RedaliaNormal"/>
      </w:pPr>
    </w:p>
    <w:p w14:paraId="503DCDA8" w14:textId="77777777" w:rsidR="00993105" w:rsidRDefault="00447B3F">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w:t>
      </w:r>
      <w:r>
        <w:t>localement, telles que, à titre d’exemple, une évacuation pour raison sanitaire ou politique et à (ii) apporter toute assistance technique dont le Personnel pourrait avoir besoin dans le cadre de sa mission.</w:t>
      </w:r>
    </w:p>
    <w:p w14:paraId="6E07765A" w14:textId="77777777" w:rsidR="00993105" w:rsidRDefault="00447B3F">
      <w:pPr>
        <w:pStyle w:val="RedaliaTitre2"/>
      </w:pPr>
      <w:bookmarkStart w:id="64" w:name="__RefHeading___Toc8951_598829110"/>
      <w:bookmarkStart w:id="65" w:name="_Toc200983263"/>
      <w:bookmarkStart w:id="66" w:name="_Toc201166423"/>
      <w:r>
        <w:t>Spécifications techniques RSE et exécution du Contrat</w:t>
      </w:r>
      <w:bookmarkEnd w:id="64"/>
      <w:bookmarkEnd w:id="65"/>
      <w:bookmarkEnd w:id="66"/>
    </w:p>
    <w:p w14:paraId="2F54501C" w14:textId="77777777" w:rsidR="00993105" w:rsidRDefault="00447B3F">
      <w:pPr>
        <w:pStyle w:val="RedaliaTitre3"/>
      </w:pPr>
      <w:r>
        <w:t>Spécification Environnementale et exécution du contrat</w:t>
      </w:r>
    </w:p>
    <w:p w14:paraId="50920DEC" w14:textId="77777777" w:rsidR="00993105" w:rsidRDefault="00447B3F">
      <w:pPr>
        <w:pStyle w:val="RedaliaNormal"/>
      </w:pPr>
      <w:r>
        <w:t xml:space="preserve">Le Titulaire devra au maximum réduire son </w:t>
      </w:r>
      <w:r>
        <w:t xml:space="preserve">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 </w:t>
      </w:r>
    </w:p>
    <w:p w14:paraId="0E2D0914" w14:textId="77777777" w:rsidR="00993105" w:rsidRDefault="00447B3F">
      <w:pPr>
        <w:pStyle w:val="RedaliaTitre2"/>
      </w:pPr>
      <w:bookmarkStart w:id="67" w:name="__RefHeading___Toc8953_598829110"/>
      <w:bookmarkStart w:id="68" w:name="_Toc200983264"/>
      <w:bookmarkStart w:id="69" w:name="_Toc201166424"/>
      <w:r>
        <w:t>Sûreté</w:t>
      </w:r>
      <w:bookmarkEnd w:id="67"/>
      <w:bookmarkEnd w:id="68"/>
      <w:bookmarkEnd w:id="69"/>
    </w:p>
    <w:p w14:paraId="70C1FEC8" w14:textId="77777777" w:rsidR="00993105" w:rsidRDefault="00447B3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D58398A" w14:textId="77777777" w:rsidR="00993105" w:rsidRDefault="00993105">
      <w:pPr>
        <w:pStyle w:val="RedaliaNormal"/>
      </w:pPr>
    </w:p>
    <w:p w14:paraId="1CA438C7" w14:textId="77777777" w:rsidR="00993105" w:rsidRDefault="00447B3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322F55F" w14:textId="77777777" w:rsidR="00993105" w:rsidRDefault="00993105">
      <w:pPr>
        <w:pStyle w:val="RedaliaNormal"/>
      </w:pPr>
    </w:p>
    <w:p w14:paraId="4F2C1780" w14:textId="77777777" w:rsidR="00993105" w:rsidRDefault="00447B3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98E691B" w14:textId="77777777" w:rsidR="00993105" w:rsidRDefault="00993105">
      <w:pPr>
        <w:pStyle w:val="RedaliaNormal"/>
      </w:pPr>
    </w:p>
    <w:p w14:paraId="17632852" w14:textId="77777777" w:rsidR="00993105" w:rsidRDefault="00447B3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520EA0C3" w14:textId="77777777" w:rsidR="00993105" w:rsidRDefault="00993105">
      <w:pPr>
        <w:pStyle w:val="RedaliaNormal"/>
      </w:pPr>
    </w:p>
    <w:p w14:paraId="163A43EA" w14:textId="77777777" w:rsidR="00993105" w:rsidRDefault="00447B3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44C3123" w14:textId="77777777" w:rsidR="00993105" w:rsidRDefault="00993105">
      <w:pPr>
        <w:pStyle w:val="RedaliaNormal"/>
      </w:pPr>
    </w:p>
    <w:p w14:paraId="0A05F059" w14:textId="77777777" w:rsidR="00993105" w:rsidRDefault="00447B3F">
      <w:pPr>
        <w:pStyle w:val="RedaliaNormal"/>
      </w:pPr>
      <w:r>
        <w:t xml:space="preserve">L’organisme externe spécialisé effectuera une revue de celle-ci et transmettra ses recommandations au seul </w:t>
      </w:r>
      <w:r>
        <w:lastRenderedPageBreak/>
        <w:t>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0E237A3" w14:textId="77777777" w:rsidR="00993105" w:rsidRDefault="00993105">
      <w:pPr>
        <w:pStyle w:val="RedaliaNormal"/>
      </w:pPr>
    </w:p>
    <w:p w14:paraId="217D2FA0" w14:textId="77777777" w:rsidR="00993105" w:rsidRDefault="00447B3F">
      <w:pPr>
        <w:pStyle w:val="RedaliaNormal"/>
      </w:pPr>
      <w:r>
        <w:t>Le Titulaire est seul responsable de la décision d’annuler ou de maintenir les déplacements envisagés.</w:t>
      </w:r>
    </w:p>
    <w:p w14:paraId="5A98C492" w14:textId="77777777" w:rsidR="00993105" w:rsidRDefault="00993105">
      <w:pPr>
        <w:pStyle w:val="RedaliaNormal"/>
      </w:pPr>
    </w:p>
    <w:p w14:paraId="31B9FEC4" w14:textId="77777777" w:rsidR="00993105" w:rsidRDefault="00447B3F">
      <w:pPr>
        <w:pStyle w:val="RedaliaNormal"/>
        <w:rPr>
          <w:i/>
          <w:iCs/>
          <w:sz w:val="16"/>
          <w:szCs w:val="16"/>
        </w:rPr>
      </w:pPr>
      <w:r>
        <w:rPr>
          <w:i/>
          <w:iCs/>
          <w:sz w:val="16"/>
          <w:szCs w:val="16"/>
        </w:rPr>
        <w:t xml:space="preserve">(1) Si le Titulaire est de </w:t>
      </w:r>
      <w:r>
        <w:rPr>
          <w:i/>
          <w:iCs/>
          <w:sz w:val="16"/>
          <w:szCs w:val="16"/>
        </w:rPr>
        <w:t>nationalité française. Si tel n’est pas le cas, supprimer « de(s) l’Ambassade(s) de France du/des pays concerné(s) » et ajouter « des autorités consulaires ou locales compétentes au regard de sa nationalité du/des pays concernés.</w:t>
      </w:r>
    </w:p>
    <w:p w14:paraId="476F63FE" w14:textId="77777777" w:rsidR="00993105" w:rsidRDefault="00447B3F">
      <w:pPr>
        <w:pStyle w:val="RedaliaTitre2"/>
      </w:pPr>
      <w:bookmarkStart w:id="70" w:name="__RefHeading___Toc8955_598829110"/>
      <w:bookmarkStart w:id="71" w:name="_Toc200983265"/>
      <w:bookmarkStart w:id="72" w:name="_Toc201166425"/>
      <w:r>
        <w:t>Suspension pour motif de risque grave et imminent</w:t>
      </w:r>
      <w:bookmarkEnd w:id="70"/>
      <w:bookmarkEnd w:id="71"/>
      <w:bookmarkEnd w:id="72"/>
    </w:p>
    <w:p w14:paraId="175BE95B" w14:textId="77777777" w:rsidR="00993105" w:rsidRDefault="00447B3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C1418FB" w14:textId="77777777" w:rsidR="00993105" w:rsidRDefault="00993105">
      <w:pPr>
        <w:pStyle w:val="RedaliaNormal"/>
      </w:pPr>
    </w:p>
    <w:p w14:paraId="6A0F359D" w14:textId="77777777" w:rsidR="00993105" w:rsidRDefault="00447B3F">
      <w:pPr>
        <w:pStyle w:val="RedaliaNormal"/>
      </w:pPr>
      <w:r>
        <w:t>Le Titulaire en informera sans délai le Pouvoir Adjudicateur.</w:t>
      </w:r>
    </w:p>
    <w:p w14:paraId="6488BF78" w14:textId="77777777" w:rsidR="00993105" w:rsidRDefault="00447B3F">
      <w:pPr>
        <w:pStyle w:val="RedaliaNormal"/>
      </w:pPr>
      <w:r>
        <w:t xml:space="preserve"> </w:t>
      </w:r>
    </w:p>
    <w:p w14:paraId="6D264CF6" w14:textId="77777777" w:rsidR="00993105" w:rsidRDefault="00447B3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163688F" w14:textId="77777777" w:rsidR="00993105" w:rsidRDefault="00993105">
      <w:pPr>
        <w:pStyle w:val="RedaliaNormal"/>
      </w:pPr>
    </w:p>
    <w:p w14:paraId="0DAF2512" w14:textId="77777777" w:rsidR="00993105" w:rsidRDefault="00447B3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32DE567" w14:textId="77777777" w:rsidR="00993105" w:rsidRDefault="00993105">
      <w:pPr>
        <w:pStyle w:val="RedaliaNormal"/>
      </w:pPr>
    </w:p>
    <w:p w14:paraId="62C66D4B" w14:textId="77777777" w:rsidR="00993105" w:rsidRDefault="00447B3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15BBE05" w14:textId="77777777" w:rsidR="00993105" w:rsidRDefault="00993105">
      <w:pPr>
        <w:pStyle w:val="RedaliaNormal"/>
      </w:pPr>
    </w:p>
    <w:p w14:paraId="6795B59B" w14:textId="77777777" w:rsidR="00993105" w:rsidRDefault="00447B3F">
      <w:pPr>
        <w:pStyle w:val="RedaliaNormal"/>
      </w:pPr>
      <w:r>
        <w:t>Dans l’hypothèse où le Titulaire est définitivement empêché d’exécuter le présent marché, il sera fait application de l’article 38.1 du CCAG Prestations intellectuelles « Difficultés d’exécution du marché ».</w:t>
      </w:r>
    </w:p>
    <w:p w14:paraId="7564FBCF" w14:textId="77777777" w:rsidR="00993105" w:rsidRDefault="00447B3F">
      <w:pPr>
        <w:pStyle w:val="RedaliaTitre1"/>
      </w:pPr>
      <w:bookmarkStart w:id="73" w:name="_Toc2394445"/>
      <w:bookmarkStart w:id="74" w:name="_Toc180614121"/>
      <w:bookmarkStart w:id="75" w:name="__RefHeading___Toc8957_598829110"/>
      <w:bookmarkStart w:id="76" w:name="_Toc200983266"/>
      <w:bookmarkStart w:id="77" w:name="_Toc201166426"/>
      <w:r>
        <w:t>Prix et variation</w:t>
      </w:r>
      <w:bookmarkEnd w:id="73"/>
      <w:r>
        <w:t xml:space="preserve"> des prix</w:t>
      </w:r>
      <w:bookmarkEnd w:id="74"/>
      <w:bookmarkEnd w:id="75"/>
      <w:bookmarkEnd w:id="76"/>
      <w:bookmarkEnd w:id="77"/>
    </w:p>
    <w:p w14:paraId="3E1D21BF" w14:textId="77777777" w:rsidR="00993105" w:rsidRDefault="00447B3F">
      <w:pPr>
        <w:pStyle w:val="RedaliaNormal"/>
      </w:pPr>
      <w:r>
        <w:t>Les prestations faisant l’objet du Contrat seront rémunérées par application du montant global et forfaitaire précisé ci-dessous.</w:t>
      </w:r>
    </w:p>
    <w:p w14:paraId="7EA46570" w14:textId="77777777" w:rsidR="00993105" w:rsidRDefault="00447B3F">
      <w:pPr>
        <w:pStyle w:val="RedaliaNormal"/>
        <w:jc w:val="left"/>
      </w:pPr>
      <w:r>
        <w:t>Montant Hors taxe (en chiffres) (€) : ……………………………………………………………………………</w:t>
      </w:r>
    </w:p>
    <w:p w14:paraId="03D47DB7" w14:textId="77777777" w:rsidR="00993105" w:rsidRDefault="00447B3F">
      <w:pPr>
        <w:pStyle w:val="RedaliaNormal"/>
        <w:jc w:val="left"/>
      </w:pPr>
      <w:r>
        <w:t>Montant TVA au taux de 0 % : ……………………………………………………………………………………</w:t>
      </w:r>
    </w:p>
    <w:p w14:paraId="09E78B0F" w14:textId="77777777" w:rsidR="00993105" w:rsidRDefault="00447B3F">
      <w:pPr>
        <w:pStyle w:val="RedaliaNormal"/>
        <w:jc w:val="left"/>
      </w:pPr>
      <w:r>
        <w:t>Montant TTC (en chiffres) (€) : ……………………………………………………………………………………..</w:t>
      </w:r>
    </w:p>
    <w:p w14:paraId="12CE6D0F" w14:textId="77777777" w:rsidR="00993105" w:rsidRDefault="00447B3F">
      <w:pPr>
        <w:pStyle w:val="RedaliaNormal"/>
        <w:jc w:val="left"/>
      </w:pPr>
      <w:r>
        <w:t>Montant TTC (en lettres) (€) : ……………………………………………………………………………………….</w:t>
      </w:r>
    </w:p>
    <w:p w14:paraId="143A8B2E" w14:textId="77777777" w:rsidR="00993105" w:rsidRDefault="00993105">
      <w:pPr>
        <w:pStyle w:val="RedaliaNormal"/>
      </w:pPr>
    </w:p>
    <w:p w14:paraId="24FA1611" w14:textId="77777777" w:rsidR="00993105" w:rsidRDefault="00447B3F">
      <w:pPr>
        <w:pStyle w:val="RedaliaNormal"/>
      </w:pPr>
      <w:r>
        <w:t xml:space="preserve">Le montant de l’offre comprend l’ensemble des dépenses nécessaires à l’exécution du Contrat dans les </w:t>
      </w:r>
      <w:r>
        <w:lastRenderedPageBreak/>
        <w:t>conditions de l’article « Contenu des prix » ci-après.</w:t>
      </w:r>
    </w:p>
    <w:p w14:paraId="292D400D" w14:textId="77777777" w:rsidR="00993105" w:rsidRDefault="00993105">
      <w:pPr>
        <w:pStyle w:val="RedaliaNormal"/>
      </w:pPr>
    </w:p>
    <w:p w14:paraId="47FEFD34" w14:textId="77777777" w:rsidR="00993105" w:rsidRDefault="00447B3F">
      <w:pPr>
        <w:pStyle w:val="RedaliaNormal"/>
      </w:pPr>
      <w:r>
        <w:t>En cas de groupement, la répartition détaillée des prestations et des missions à exécuter par chacun des membres du groupement et le montant du marché revenant à chacun sont décomposés dans l'annexe ci-jointe.</w:t>
      </w:r>
    </w:p>
    <w:p w14:paraId="1C447C80" w14:textId="77777777" w:rsidR="00993105" w:rsidRDefault="00993105">
      <w:pPr>
        <w:pStyle w:val="RedaliaNormal"/>
      </w:pPr>
    </w:p>
    <w:p w14:paraId="0A68EE5B" w14:textId="77777777" w:rsidR="00993105" w:rsidRDefault="00447B3F">
      <w:pPr>
        <w:pStyle w:val="RedaliaNormal"/>
      </w:pPr>
      <w:r>
        <w:rPr>
          <w:b/>
        </w:rPr>
        <w:t xml:space="preserve">Conformément à l’article 8.4 du présent contrat, cette procédure rentre dans le cas d’exonération de TVA française. </w:t>
      </w:r>
    </w:p>
    <w:p w14:paraId="768CC0D8" w14:textId="77777777" w:rsidR="00993105" w:rsidRDefault="00993105">
      <w:pPr>
        <w:pStyle w:val="RedaliaNormal"/>
      </w:pPr>
    </w:p>
    <w:p w14:paraId="10CF099F" w14:textId="77777777" w:rsidR="00993105" w:rsidRDefault="00447B3F">
      <w:pPr>
        <w:pStyle w:val="RedaliaTitre2"/>
      </w:pPr>
      <w:bookmarkStart w:id="78" w:name="_Toc180614122"/>
      <w:bookmarkStart w:id="79" w:name="__RefHeading___Toc8959_598829110"/>
      <w:bookmarkStart w:id="80" w:name="_Toc200983267"/>
      <w:bookmarkStart w:id="81" w:name="_Toc201166427"/>
      <w:r>
        <w:t>Mode d’établissement des prix du Contrat</w:t>
      </w:r>
      <w:bookmarkEnd w:id="78"/>
      <w:bookmarkEnd w:id="79"/>
      <w:bookmarkEnd w:id="80"/>
      <w:bookmarkEnd w:id="81"/>
    </w:p>
    <w:p w14:paraId="71B0C2A5" w14:textId="77777777" w:rsidR="00993105" w:rsidRDefault="00447B3F">
      <w:pPr>
        <w:pStyle w:val="RedaliaNormal"/>
      </w:pPr>
      <w:r>
        <w:t xml:space="preserve">Le prix du présent contrat est réputé établi sur la base des </w:t>
      </w:r>
      <w:r>
        <w:t xml:space="preserve">conditions économiques définies à l'article </w:t>
      </w:r>
      <w:r>
        <w:rPr>
          <w:i/>
        </w:rPr>
        <w:t>Variation des prix</w:t>
      </w:r>
      <w:r>
        <w:t xml:space="preserve"> ci-dessous.</w:t>
      </w:r>
    </w:p>
    <w:p w14:paraId="25282263" w14:textId="77777777" w:rsidR="00993105" w:rsidRDefault="00447B3F">
      <w:pPr>
        <w:pStyle w:val="RedaliaTitre2"/>
      </w:pPr>
      <w:bookmarkStart w:id="82" w:name="_Toc180614123"/>
      <w:bookmarkStart w:id="83" w:name="__RefHeading___Toc8961_598829110"/>
      <w:bookmarkStart w:id="84" w:name="_Toc2394447"/>
      <w:bookmarkStart w:id="85" w:name="_Toc200983268"/>
      <w:bookmarkStart w:id="86" w:name="_Toc201166428"/>
      <w:r>
        <w:t>Contenu des prix</w:t>
      </w:r>
      <w:bookmarkEnd w:id="82"/>
      <w:bookmarkEnd w:id="83"/>
      <w:bookmarkEnd w:id="84"/>
      <w:bookmarkEnd w:id="85"/>
      <w:bookmarkEnd w:id="86"/>
    </w:p>
    <w:p w14:paraId="0FBBFFEB" w14:textId="77777777" w:rsidR="00993105" w:rsidRDefault="00447B3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A558694" w14:textId="77777777" w:rsidR="00993105" w:rsidRDefault="00447B3F">
      <w:pPr>
        <w:pStyle w:val="RedaliaNormal"/>
      </w:pPr>
      <w:r>
        <w:t>Le prix comprend notamment les salaires, toutes les primes, assurances, indemnités, charges sociales, et éventuelles taxes inhérentes au marché, les frais généraux, etc.</w:t>
      </w:r>
    </w:p>
    <w:p w14:paraId="7E18BC0C" w14:textId="77777777" w:rsidR="00993105" w:rsidRDefault="00447B3F">
      <w:pPr>
        <w:pStyle w:val="RedaliaTitre2"/>
      </w:pPr>
      <w:bookmarkStart w:id="87" w:name="_Toc180614124"/>
      <w:bookmarkStart w:id="88" w:name="__RefHeading___Toc8963_598829110"/>
      <w:bookmarkStart w:id="89" w:name="_Toc200983269"/>
      <w:bookmarkStart w:id="90" w:name="_Toc201166429"/>
      <w:r>
        <w:t>Concernant les frais de missions</w:t>
      </w:r>
      <w:bookmarkEnd w:id="87"/>
      <w:bookmarkEnd w:id="88"/>
      <w:bookmarkEnd w:id="89"/>
      <w:bookmarkEnd w:id="90"/>
    </w:p>
    <w:p w14:paraId="15F301DC" w14:textId="77777777" w:rsidR="00993105" w:rsidRDefault="00447B3F">
      <w:pPr>
        <w:pStyle w:val="RedaliaTitre3"/>
      </w:pPr>
      <w:r>
        <w:t>Règles applicables aux transports</w:t>
      </w:r>
    </w:p>
    <w:p w14:paraId="269B252C" w14:textId="77777777" w:rsidR="00993105" w:rsidRDefault="00447B3F">
      <w:pPr>
        <w:pStyle w:val="RedaliaNormal"/>
        <w:rPr>
          <w:b/>
        </w:rPr>
      </w:pPr>
      <w:r>
        <w:rPr>
          <w:b/>
        </w:rPr>
        <w:t>Ces frais seront compris dans le montant total forfaitaire.</w:t>
      </w:r>
    </w:p>
    <w:p w14:paraId="28EDD111" w14:textId="77777777" w:rsidR="00993105" w:rsidRDefault="00993105">
      <w:pPr>
        <w:pStyle w:val="RedaliaNormal"/>
      </w:pPr>
    </w:p>
    <w:p w14:paraId="467A48F9" w14:textId="77777777" w:rsidR="00993105" w:rsidRDefault="00447B3F">
      <w:pPr>
        <w:pStyle w:val="RedaliaNormal"/>
      </w:pPr>
      <w:r>
        <w:t>Les prix s’entendent en Origine (siège social/agence du prestataire) /Destination (Agence AFD concernée par la mission).</w:t>
      </w:r>
    </w:p>
    <w:p w14:paraId="5C4E6374" w14:textId="77777777" w:rsidR="00993105" w:rsidRDefault="00447B3F">
      <w:pPr>
        <w:pStyle w:val="RedaliaNormal"/>
      </w:pPr>
      <w:r>
        <w:t>La solution de voyage la plus directe et la plus économique doit être systématiquement proposée.</w:t>
      </w:r>
    </w:p>
    <w:p w14:paraId="464A41AA" w14:textId="77777777" w:rsidR="00993105" w:rsidRDefault="00447B3F">
      <w:pPr>
        <w:pStyle w:val="RedaliaNormal"/>
      </w:pPr>
      <w:r>
        <w:t xml:space="preserve">Les consultants doivent programmer au mieux leurs missions pour </w:t>
      </w:r>
      <w:r>
        <w:t>permettre la réservation de titres de transport à des tarifs avantageux.</w:t>
      </w:r>
    </w:p>
    <w:p w14:paraId="29C5FF82" w14:textId="77777777" w:rsidR="00993105" w:rsidRDefault="00447B3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2BE7F585" w14:textId="77777777" w:rsidR="00993105" w:rsidRDefault="00447B3F">
      <w:pPr>
        <w:pStyle w:val="RedaliaNormal"/>
      </w:pPr>
      <w:r>
        <w:t>- le voyage a une durée de trajet (décollage de l'aéroport d'origine - atterrissage à l'aéroport de destination) supérieure à 10h ;</w:t>
      </w:r>
    </w:p>
    <w:p w14:paraId="7CC2BA3E" w14:textId="77777777" w:rsidR="00993105" w:rsidRDefault="00447B3F">
      <w:pPr>
        <w:pStyle w:val="RedaliaNormal"/>
      </w:pPr>
      <w:r>
        <w:t>- le voyage est effectué de nuit ;</w:t>
      </w:r>
    </w:p>
    <w:p w14:paraId="556FCEF0" w14:textId="77777777" w:rsidR="00993105" w:rsidRDefault="00447B3F">
      <w:pPr>
        <w:pStyle w:val="RedaliaNormal"/>
      </w:pPr>
      <w:r>
        <w:t>- s'il n'existe pas de vol au tarif Economique ni Premium pour la période sur laquelle le déplacement doit impérativement être réalisé (avec accord préalable écrit de l’AFD)</w:t>
      </w:r>
    </w:p>
    <w:p w14:paraId="3D62B51D" w14:textId="77777777" w:rsidR="00993105" w:rsidRDefault="00447B3F">
      <w:pPr>
        <w:pStyle w:val="RedaliaNormal"/>
      </w:pPr>
      <w:r>
        <w:t>Les vols sur les compagnies référencées dans la liste noire des compagnies aériennes de la Commission Européenne sont interdits dans le cadre des déplacements professionnels à I'AFD (compagnies black listées).</w:t>
      </w:r>
    </w:p>
    <w:p w14:paraId="0ECAF0E8" w14:textId="77777777" w:rsidR="00993105" w:rsidRDefault="00447B3F">
      <w:pPr>
        <w:pStyle w:val="RedaliaTitre3"/>
      </w:pPr>
      <w:r>
        <w:t>Les per diem</w:t>
      </w:r>
    </w:p>
    <w:p w14:paraId="1A889FD1" w14:textId="77777777" w:rsidR="00993105" w:rsidRDefault="00447B3F">
      <w:pPr>
        <w:pStyle w:val="RedaliaNormal"/>
      </w:pPr>
      <w:r>
        <w:lastRenderedPageBreak/>
        <w:t>Les per diem couvrent le logement, les repas, les frais de transport à l'intérieur du lieu de mission et les frais divers.</w:t>
      </w:r>
    </w:p>
    <w:p w14:paraId="0667DCDC" w14:textId="77777777" w:rsidR="00993105" w:rsidRDefault="00447B3F">
      <w:pPr>
        <w:pStyle w:val="RedaliaNormal"/>
      </w:pPr>
      <w:r>
        <w:rPr>
          <w:b/>
        </w:rPr>
        <w:t>Ces frais seront compris dans le montant total forfaitaire.</w:t>
      </w:r>
    </w:p>
    <w:p w14:paraId="5990A5C8" w14:textId="77777777" w:rsidR="00993105" w:rsidRDefault="00447B3F">
      <w:pPr>
        <w:pStyle w:val="RedaliaNormal"/>
      </w:pPr>
      <w:r>
        <w:t>Le montant des per diem journaliers ne pourra dépasser le barème arrêté par l’Union Européenne (https://international-partnerships.ec.europa.eu/funding-and-technical-assistance/guidelines/managing-project/diem-rates_fr).</w:t>
      </w:r>
    </w:p>
    <w:p w14:paraId="1D34DCE6" w14:textId="77777777" w:rsidR="00993105" w:rsidRDefault="00447B3F">
      <w:pPr>
        <w:pStyle w:val="RedaliaNormal"/>
      </w:pPr>
      <w:r>
        <w:t>Les déplacements effectués pour les besoins d’une mission doivent être considérés comme faisant partie de la mission.</w:t>
      </w:r>
    </w:p>
    <w:p w14:paraId="100B24F8" w14:textId="77777777" w:rsidR="00993105" w:rsidRDefault="00447B3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6960787" w14:textId="77777777" w:rsidR="00993105" w:rsidRDefault="00447B3F">
      <w:pPr>
        <w:pStyle w:val="RedaliaTitre2"/>
      </w:pPr>
      <w:bookmarkStart w:id="91" w:name="_Toc180614125"/>
      <w:bookmarkStart w:id="92" w:name="__RefHeading___Toc8965_598829110"/>
      <w:bookmarkStart w:id="93" w:name="_Toc200983270"/>
      <w:bookmarkStart w:id="94" w:name="_Toc201166430"/>
      <w:r>
        <w:t>Variation du prix</w:t>
      </w:r>
      <w:bookmarkEnd w:id="1"/>
      <w:bookmarkEnd w:id="91"/>
      <w:bookmarkEnd w:id="92"/>
      <w:bookmarkEnd w:id="93"/>
      <w:bookmarkEnd w:id="94"/>
    </w:p>
    <w:p w14:paraId="14AB79D2" w14:textId="77777777" w:rsidR="00993105" w:rsidRDefault="00447B3F">
      <w:pPr>
        <w:pStyle w:val="RedaliaNormal"/>
      </w:pPr>
      <w:r>
        <w:t>Les prix du marché sont fermes &amp; Définitifs</w:t>
      </w:r>
    </w:p>
    <w:p w14:paraId="116D3479" w14:textId="77777777" w:rsidR="00993105" w:rsidRDefault="00447B3F">
      <w:pPr>
        <w:pStyle w:val="RedaliaNormal"/>
      </w:pPr>
      <w:r>
        <w:t>Les prix du présent marché sont réputés établis sur la base des conditions économiques du mois de la date de remise de l’offre par le titulaire.</w:t>
      </w:r>
    </w:p>
    <w:p w14:paraId="2582CEDD" w14:textId="77777777" w:rsidR="00993105" w:rsidRDefault="00447B3F">
      <w:pPr>
        <w:pStyle w:val="RedaliaNormal"/>
      </w:pPr>
      <w:r>
        <w:t>Ce mois est appelé « mois zéro ».</w:t>
      </w:r>
    </w:p>
    <w:p w14:paraId="2646C403" w14:textId="77777777" w:rsidR="00993105" w:rsidRDefault="00993105">
      <w:pPr>
        <w:pStyle w:val="RedaliaNormal"/>
      </w:pPr>
    </w:p>
    <w:p w14:paraId="03DA64C3" w14:textId="77777777" w:rsidR="00993105" w:rsidRDefault="00447B3F">
      <w:pPr>
        <w:pStyle w:val="RedaliaTitre1"/>
      </w:pPr>
      <w:bookmarkStart w:id="95" w:name="_Toc180614126"/>
      <w:bookmarkStart w:id="96" w:name="__RefHeading___Toc8967_598829110"/>
      <w:bookmarkStart w:id="97" w:name="_Toc200983271"/>
      <w:bookmarkStart w:id="98" w:name="_Toc201166431"/>
      <w:r>
        <w:t>Avance</w:t>
      </w:r>
      <w:bookmarkEnd w:id="95"/>
      <w:bookmarkEnd w:id="96"/>
      <w:bookmarkEnd w:id="97"/>
      <w:bookmarkEnd w:id="98"/>
    </w:p>
    <w:p w14:paraId="6C582CC2" w14:textId="77777777" w:rsidR="00993105" w:rsidRDefault="00447B3F">
      <w:pPr>
        <w:pStyle w:val="RedaliaNormal"/>
      </w:pPr>
      <w:r>
        <w:t>Une avance remboursable est versée au Titulaire.</w:t>
      </w:r>
    </w:p>
    <w:p w14:paraId="0DB9F6DB" w14:textId="77777777" w:rsidR="00993105" w:rsidRDefault="00447B3F">
      <w:pPr>
        <w:pStyle w:val="RedaliaNormal"/>
      </w:pPr>
      <w:r>
        <w:t>Le taux d’avance est fixé à 10 % du montant TTC du marché</w:t>
      </w:r>
    </w:p>
    <w:p w14:paraId="323FE416" w14:textId="77777777" w:rsidR="00993105" w:rsidRDefault="00993105">
      <w:pPr>
        <w:pStyle w:val="RedaliaNormal"/>
      </w:pPr>
    </w:p>
    <w:p w14:paraId="581DE021" w14:textId="77777777" w:rsidR="00993105" w:rsidRDefault="00447B3F">
      <w:pPr>
        <w:pStyle w:val="RedaliaNormal"/>
      </w:pPr>
      <w:r>
        <w:t xml:space="preserve">Le </w:t>
      </w:r>
      <w:r>
        <w:t>remboursement de l’avance s’effectuera intégralement sur les versements suivants, par prélèvement sur les sommes dues à chaque tiers (titulaire, cotraitants ou sous-traitant).</w:t>
      </w:r>
    </w:p>
    <w:p w14:paraId="0D2C3E6A" w14:textId="77777777" w:rsidR="00993105" w:rsidRDefault="00447B3F">
      <w:pPr>
        <w:pStyle w:val="RedaliaNormal"/>
        <w:numPr>
          <w:ilvl w:val="0"/>
          <w:numId w:val="24"/>
        </w:numPr>
      </w:pPr>
      <w:r>
        <w:t>Phase 1 (</w:t>
      </w:r>
      <w:r>
        <w:rPr>
          <w:rFonts w:eastAsia="Calibri"/>
        </w:rPr>
        <w:t>Lancement et consolidation de la mission</w:t>
      </w:r>
      <w:r>
        <w:t xml:space="preserve">), 50 % de l’avance, soit 50 % restant à rembourser. </w:t>
      </w:r>
    </w:p>
    <w:p w14:paraId="7563159D" w14:textId="77777777" w:rsidR="00993105" w:rsidRDefault="00447B3F">
      <w:pPr>
        <w:pStyle w:val="RedaliaNormal"/>
        <w:numPr>
          <w:ilvl w:val="0"/>
          <w:numId w:val="24"/>
        </w:numPr>
      </w:pPr>
      <w:r>
        <w:t>Phase 2 (Réalisation des diagnostics et lancement des ateliers), 50 % de l’avance, soit 0 % restant à rembourser.</w:t>
      </w:r>
    </w:p>
    <w:p w14:paraId="75410F35" w14:textId="77777777" w:rsidR="00993105" w:rsidRDefault="00993105">
      <w:pPr>
        <w:pStyle w:val="RedaliaNormal"/>
      </w:pPr>
    </w:p>
    <w:p w14:paraId="5BF1691A" w14:textId="77777777" w:rsidR="00993105" w:rsidRDefault="00993105">
      <w:pPr>
        <w:pStyle w:val="RedaliaNormal"/>
      </w:pPr>
    </w:p>
    <w:p w14:paraId="5759E63B" w14:textId="77777777" w:rsidR="00993105" w:rsidRDefault="00447B3F">
      <w:pPr>
        <w:pStyle w:val="RedaliaTitre1"/>
      </w:pPr>
      <w:bookmarkStart w:id="99" w:name="_Toc180614127"/>
      <w:bookmarkStart w:id="100" w:name="__RefHeading___Toc8969_598829110"/>
      <w:bookmarkStart w:id="101" w:name="_Toc200983272"/>
      <w:bookmarkStart w:id="102" w:name="_Toc201166432"/>
      <w:r>
        <w:t>Retenue de garantie</w:t>
      </w:r>
      <w:bookmarkEnd w:id="99"/>
      <w:bookmarkEnd w:id="100"/>
      <w:bookmarkEnd w:id="101"/>
      <w:bookmarkEnd w:id="102"/>
    </w:p>
    <w:p w14:paraId="2EE252D5" w14:textId="77777777" w:rsidR="00993105" w:rsidRDefault="00447B3F">
      <w:pPr>
        <w:pStyle w:val="RedaliaNormal"/>
      </w:pPr>
      <w:r>
        <w:t>Aucune retenue de garantie ne sera effectuée.</w:t>
      </w:r>
    </w:p>
    <w:p w14:paraId="3B907059" w14:textId="77777777" w:rsidR="00993105" w:rsidRDefault="00993105">
      <w:pPr>
        <w:pStyle w:val="RedaliaNormal"/>
      </w:pPr>
    </w:p>
    <w:p w14:paraId="2F32DE4D" w14:textId="77777777" w:rsidR="00993105" w:rsidRDefault="00447B3F">
      <w:pPr>
        <w:pStyle w:val="RedaliaTitre1"/>
      </w:pPr>
      <w:bookmarkStart w:id="103" w:name="_Toc180614128"/>
      <w:bookmarkStart w:id="104" w:name="__RefHeading___Toc8971_598829110"/>
      <w:bookmarkStart w:id="105" w:name="_Toc200983273"/>
      <w:bookmarkStart w:id="106" w:name="_Toc201166433"/>
      <w:r>
        <w:t>Règlement des comptes au titulaire</w:t>
      </w:r>
      <w:bookmarkEnd w:id="103"/>
      <w:bookmarkEnd w:id="104"/>
      <w:bookmarkEnd w:id="105"/>
      <w:bookmarkEnd w:id="106"/>
    </w:p>
    <w:p w14:paraId="4D86ECE4" w14:textId="77777777" w:rsidR="00993105" w:rsidRDefault="00447B3F">
      <w:pPr>
        <w:pStyle w:val="RedaliaTitre2"/>
      </w:pPr>
      <w:bookmarkStart w:id="107" w:name="_Toc180614129"/>
      <w:bookmarkStart w:id="108" w:name="__RefHeading___Toc8973_598829110"/>
      <w:bookmarkStart w:id="109" w:name="_Toc200983274"/>
      <w:bookmarkStart w:id="110" w:name="_Toc201166434"/>
      <w:r>
        <w:t>Modalités de règlement du prix</w:t>
      </w:r>
      <w:bookmarkEnd w:id="107"/>
      <w:bookmarkEnd w:id="108"/>
      <w:bookmarkEnd w:id="109"/>
      <w:bookmarkEnd w:id="110"/>
    </w:p>
    <w:p w14:paraId="4C3AB427" w14:textId="77777777" w:rsidR="00993105" w:rsidRDefault="00447B3F">
      <w:pPr>
        <w:pStyle w:val="RedaliaTitre3"/>
      </w:pPr>
      <w:r>
        <w:t>Règlement du prix</w:t>
      </w:r>
    </w:p>
    <w:tbl>
      <w:tblPr>
        <w:tblW w:w="8784" w:type="dxa"/>
        <w:tblCellMar>
          <w:left w:w="10" w:type="dxa"/>
          <w:right w:w="10" w:type="dxa"/>
        </w:tblCellMar>
        <w:tblLook w:val="0000" w:firstRow="0" w:lastRow="0" w:firstColumn="0" w:lastColumn="0" w:noHBand="0" w:noVBand="0"/>
      </w:tblPr>
      <w:tblGrid>
        <w:gridCol w:w="2931"/>
        <w:gridCol w:w="4536"/>
        <w:gridCol w:w="1317"/>
      </w:tblGrid>
      <w:tr w:rsidR="00993105" w14:paraId="1FC3FFB0" w14:textId="77777777">
        <w:tblPrEx>
          <w:tblCellMar>
            <w:top w:w="0" w:type="dxa"/>
            <w:bottom w:w="0" w:type="dxa"/>
          </w:tblCellMar>
        </w:tblPrEx>
        <w:trPr>
          <w:trHeight w:val="255"/>
        </w:trPr>
        <w:tc>
          <w:tcPr>
            <w:tcW w:w="2931" w:type="dxa"/>
            <w:tcBorders>
              <w:top w:val="single" w:sz="4" w:space="0" w:color="000000"/>
              <w:left w:val="single" w:sz="4" w:space="0" w:color="000000"/>
              <w:bottom w:val="single" w:sz="4" w:space="0" w:color="000000"/>
              <w:right w:val="single" w:sz="4" w:space="0" w:color="000000"/>
            </w:tcBorders>
            <w:shd w:val="clear" w:color="auto" w:fill="1F3864"/>
            <w:tcMar>
              <w:top w:w="0" w:type="dxa"/>
              <w:left w:w="108" w:type="dxa"/>
              <w:bottom w:w="0" w:type="dxa"/>
              <w:right w:w="108" w:type="dxa"/>
            </w:tcMar>
            <w:vAlign w:val="center"/>
          </w:tcPr>
          <w:p w14:paraId="031E2765" w14:textId="77777777" w:rsidR="00993105" w:rsidRDefault="00447B3F">
            <w:pPr>
              <w:jc w:val="center"/>
              <w:textAlignment w:val="auto"/>
              <w:rPr>
                <w:rFonts w:eastAsia="Calibri"/>
                <w:b/>
                <w:color w:val="FFFFFF"/>
                <w:szCs w:val="22"/>
                <w:lang w:val="es-ES" w:bidi="fr"/>
              </w:rPr>
            </w:pPr>
            <w:r>
              <w:rPr>
                <w:rFonts w:eastAsia="Calibri"/>
                <w:b/>
                <w:color w:val="FFFFFF"/>
                <w:szCs w:val="22"/>
                <w:lang w:val="es-ES" w:bidi="fr"/>
              </w:rPr>
              <w:t>Phases</w:t>
            </w:r>
          </w:p>
        </w:tc>
        <w:tc>
          <w:tcPr>
            <w:tcW w:w="4536" w:type="dxa"/>
            <w:tcBorders>
              <w:top w:val="single" w:sz="4" w:space="0" w:color="000000"/>
              <w:left w:val="single" w:sz="4" w:space="0" w:color="000000"/>
              <w:bottom w:val="single" w:sz="4" w:space="0" w:color="000000"/>
              <w:right w:val="single" w:sz="4" w:space="0" w:color="000000"/>
            </w:tcBorders>
            <w:shd w:val="clear" w:color="auto" w:fill="1F3864"/>
            <w:noWrap/>
            <w:tcMar>
              <w:top w:w="0" w:type="dxa"/>
              <w:left w:w="108" w:type="dxa"/>
              <w:bottom w:w="0" w:type="dxa"/>
              <w:right w:w="108" w:type="dxa"/>
            </w:tcMar>
            <w:vAlign w:val="center"/>
          </w:tcPr>
          <w:p w14:paraId="36D9FE65" w14:textId="77777777" w:rsidR="00993105" w:rsidRDefault="00447B3F">
            <w:pPr>
              <w:jc w:val="center"/>
              <w:textAlignment w:val="auto"/>
              <w:rPr>
                <w:rFonts w:eastAsia="Calibri"/>
                <w:b/>
                <w:color w:val="FFFFFF"/>
                <w:szCs w:val="22"/>
                <w:lang w:val="es-ES" w:bidi="fr"/>
              </w:rPr>
            </w:pPr>
            <w:r>
              <w:rPr>
                <w:rFonts w:eastAsia="Calibri"/>
                <w:b/>
                <w:color w:val="FFFFFF"/>
                <w:szCs w:val="22"/>
                <w:lang w:val="es-ES" w:bidi="fr"/>
              </w:rPr>
              <w:t>Produits livrables</w:t>
            </w:r>
          </w:p>
        </w:tc>
        <w:tc>
          <w:tcPr>
            <w:tcW w:w="1317" w:type="dxa"/>
            <w:tcBorders>
              <w:top w:val="single" w:sz="4" w:space="0" w:color="000000"/>
              <w:left w:val="single" w:sz="4" w:space="0" w:color="000000"/>
              <w:bottom w:val="single" w:sz="4" w:space="0" w:color="000000"/>
              <w:right w:val="single" w:sz="4" w:space="0" w:color="000000"/>
            </w:tcBorders>
            <w:shd w:val="clear" w:color="auto" w:fill="1F3864"/>
            <w:tcMar>
              <w:top w:w="0" w:type="dxa"/>
              <w:left w:w="108" w:type="dxa"/>
              <w:bottom w:w="0" w:type="dxa"/>
              <w:right w:w="108" w:type="dxa"/>
            </w:tcMar>
            <w:vAlign w:val="center"/>
          </w:tcPr>
          <w:p w14:paraId="64014514" w14:textId="77777777" w:rsidR="00993105" w:rsidRDefault="00447B3F">
            <w:pPr>
              <w:jc w:val="center"/>
              <w:textAlignment w:val="auto"/>
              <w:rPr>
                <w:rFonts w:eastAsia="Calibri"/>
                <w:b/>
                <w:color w:val="FFFFFF"/>
                <w:szCs w:val="22"/>
                <w:lang w:val="es-ES" w:bidi="fr"/>
              </w:rPr>
            </w:pPr>
            <w:r>
              <w:rPr>
                <w:rFonts w:eastAsia="Calibri"/>
                <w:b/>
                <w:color w:val="FFFFFF"/>
                <w:szCs w:val="22"/>
                <w:lang w:val="es-ES" w:bidi="fr"/>
              </w:rPr>
              <w:t>Paiements</w:t>
            </w:r>
          </w:p>
        </w:tc>
      </w:tr>
      <w:tr w:rsidR="00993105" w14:paraId="30499603" w14:textId="77777777">
        <w:tblPrEx>
          <w:tblCellMar>
            <w:top w:w="0" w:type="dxa"/>
            <w:bottom w:w="0" w:type="dxa"/>
          </w:tblCellMar>
        </w:tblPrEx>
        <w:trPr>
          <w:trHeight w:val="255"/>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4BA3C" w14:textId="77777777" w:rsidR="00993105" w:rsidRDefault="00447B3F">
            <w:pPr>
              <w:jc w:val="both"/>
              <w:textAlignment w:val="auto"/>
            </w:pPr>
            <w:r>
              <w:rPr>
                <w:rFonts w:eastAsia="Calibri"/>
                <w:b/>
                <w:lang w:bidi="fr"/>
              </w:rPr>
              <w:t>Phase 1</w:t>
            </w:r>
            <w:r>
              <w:rPr>
                <w:rFonts w:eastAsia="Calibri"/>
                <w:lang w:bidi="fr"/>
              </w:rPr>
              <w:t xml:space="preserve"> - Lancement et </w:t>
            </w:r>
            <w:r>
              <w:rPr>
                <w:rFonts w:eastAsia="Calibri"/>
                <w:lang w:bidi="fr"/>
              </w:rPr>
              <w:lastRenderedPageBreak/>
              <w:t>consolidation de la mission</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AD96B96" w14:textId="77777777" w:rsidR="00993105" w:rsidRDefault="00447B3F">
            <w:pPr>
              <w:pStyle w:val="Paragraphedeliste"/>
              <w:widowControl/>
              <w:numPr>
                <w:ilvl w:val="0"/>
                <w:numId w:val="25"/>
              </w:numPr>
              <w:suppressAutoHyphens w:val="0"/>
              <w:jc w:val="both"/>
              <w:textAlignment w:val="auto"/>
              <w:rPr>
                <w:rFonts w:eastAsia="Calibri"/>
                <w:szCs w:val="22"/>
                <w:lang w:val="es-ES" w:bidi="fr"/>
              </w:rPr>
            </w:pPr>
            <w:r>
              <w:rPr>
                <w:rFonts w:eastAsia="Calibri"/>
                <w:szCs w:val="22"/>
                <w:lang w:val="es-ES" w:bidi="fr"/>
              </w:rPr>
              <w:lastRenderedPageBreak/>
              <w:t>Rapport initial (E1)</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12085" w14:textId="77777777" w:rsidR="00993105" w:rsidRDefault="00447B3F">
            <w:pPr>
              <w:jc w:val="center"/>
              <w:textAlignment w:val="auto"/>
              <w:rPr>
                <w:rFonts w:eastAsia="Calibri"/>
                <w:color w:val="FF0000"/>
                <w:szCs w:val="22"/>
                <w:lang w:val="es-ES" w:bidi="fr"/>
              </w:rPr>
            </w:pPr>
            <w:r>
              <w:rPr>
                <w:rFonts w:eastAsia="Calibri"/>
                <w:color w:val="FF0000"/>
                <w:szCs w:val="22"/>
                <w:lang w:val="es-ES" w:bidi="fr"/>
              </w:rPr>
              <w:t>20 %</w:t>
            </w:r>
          </w:p>
        </w:tc>
      </w:tr>
      <w:tr w:rsidR="00993105" w14:paraId="08178C26" w14:textId="77777777">
        <w:tblPrEx>
          <w:tblCellMar>
            <w:top w:w="0" w:type="dxa"/>
            <w:bottom w:w="0" w:type="dxa"/>
          </w:tblCellMar>
        </w:tblPrEx>
        <w:trPr>
          <w:trHeight w:val="300"/>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CC922" w14:textId="77777777" w:rsidR="00993105" w:rsidRDefault="00447B3F">
            <w:pPr>
              <w:jc w:val="both"/>
              <w:textAlignment w:val="auto"/>
            </w:pPr>
            <w:r>
              <w:rPr>
                <w:rFonts w:eastAsia="Calibri"/>
                <w:b/>
                <w:lang w:bidi="fr"/>
              </w:rPr>
              <w:t>Phase 2</w:t>
            </w:r>
            <w:r>
              <w:rPr>
                <w:rFonts w:eastAsia="Calibri"/>
                <w:lang w:bidi="fr"/>
              </w:rPr>
              <w:t xml:space="preserve"> - Réalisation des diagnostics et lancement des ateliers</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8CE13D" w14:textId="77777777" w:rsidR="00993105" w:rsidRDefault="00447B3F">
            <w:pPr>
              <w:pStyle w:val="Paragraphedeliste"/>
              <w:widowControl/>
              <w:numPr>
                <w:ilvl w:val="0"/>
                <w:numId w:val="26"/>
              </w:numPr>
              <w:suppressAutoHyphens w:val="0"/>
              <w:jc w:val="both"/>
              <w:textAlignment w:val="auto"/>
            </w:pPr>
            <w:r>
              <w:rPr>
                <w:rFonts w:eastAsia="Calibri"/>
                <w:lang w:bidi="fr"/>
              </w:rPr>
              <w:t xml:space="preserve">Diagnostic détaillé sur les </w:t>
            </w:r>
            <w:r>
              <w:rPr>
                <w:rFonts w:eastAsia="Calibri"/>
                <w:lang w:bidi="fr"/>
              </w:rPr>
              <w:t>mangroves dans les aires protégées des parcs nationaux de El Morro et Estero Balsa (E2)</w:t>
            </w:r>
          </w:p>
          <w:p w14:paraId="2AA9AA5E" w14:textId="77777777" w:rsidR="00993105" w:rsidRDefault="00447B3F">
            <w:pPr>
              <w:pStyle w:val="Paragraphedeliste"/>
              <w:widowControl/>
              <w:numPr>
                <w:ilvl w:val="0"/>
                <w:numId w:val="26"/>
              </w:numPr>
              <w:suppressAutoHyphens w:val="0"/>
              <w:jc w:val="both"/>
              <w:textAlignment w:val="auto"/>
            </w:pPr>
            <w:r>
              <w:rPr>
                <w:rFonts w:eastAsia="Calibri"/>
                <w:lang w:bidi="fr"/>
              </w:rPr>
              <w:t>Diagnostic général sur la gestion des parcs nationaux El Morro et Estero Balsa situés dans la province de Monte Cristi (E3)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99D62" w14:textId="77777777" w:rsidR="00993105" w:rsidRDefault="00447B3F">
            <w:pPr>
              <w:jc w:val="center"/>
              <w:textAlignment w:val="auto"/>
              <w:rPr>
                <w:rFonts w:eastAsia="Calibri"/>
                <w:color w:val="FF0000"/>
                <w:szCs w:val="22"/>
                <w:lang w:bidi="fr"/>
              </w:rPr>
            </w:pPr>
            <w:r>
              <w:rPr>
                <w:rFonts w:eastAsia="Calibri"/>
                <w:color w:val="FF0000"/>
                <w:szCs w:val="22"/>
                <w:lang w:bidi="fr"/>
              </w:rPr>
              <w:t>40 % (à la validation du dernier livrable)</w:t>
            </w:r>
          </w:p>
        </w:tc>
      </w:tr>
      <w:tr w:rsidR="00993105" w14:paraId="2957A8F5" w14:textId="77777777">
        <w:tblPrEx>
          <w:tblCellMar>
            <w:top w:w="0" w:type="dxa"/>
            <w:bottom w:w="0" w:type="dxa"/>
          </w:tblCellMar>
        </w:tblPrEx>
        <w:trPr>
          <w:trHeight w:val="300"/>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85597" w14:textId="77777777" w:rsidR="00993105" w:rsidRDefault="00447B3F">
            <w:pPr>
              <w:jc w:val="both"/>
              <w:textAlignment w:val="auto"/>
            </w:pPr>
            <w:r>
              <w:rPr>
                <w:rFonts w:eastAsia="Calibri"/>
                <w:b/>
                <w:lang w:bidi="fr"/>
              </w:rPr>
              <w:t>Phase 3</w:t>
            </w:r>
            <w:r>
              <w:rPr>
                <w:rFonts w:eastAsia="Calibri"/>
                <w:lang w:bidi="fr"/>
              </w:rPr>
              <w:t xml:space="preserve"> - Achèvement des ateliers et réalisation du voyage d’étude en Guadeloupe</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A835C7" w14:textId="77777777" w:rsidR="00993105" w:rsidRDefault="00447B3F">
            <w:pPr>
              <w:pStyle w:val="Paragraphedeliste"/>
              <w:widowControl/>
              <w:numPr>
                <w:ilvl w:val="0"/>
                <w:numId w:val="27"/>
              </w:numPr>
              <w:suppressAutoHyphens w:val="0"/>
              <w:jc w:val="both"/>
              <w:textAlignment w:val="auto"/>
            </w:pPr>
            <w:r>
              <w:rPr>
                <w:rFonts w:eastAsia="Calibri"/>
                <w:lang w:bidi="fr"/>
              </w:rPr>
              <w:t>Rapport sur les ateliers et le voyage d’étude (E4)</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40EC6" w14:textId="77777777" w:rsidR="00993105" w:rsidRDefault="00447B3F">
            <w:pPr>
              <w:jc w:val="center"/>
              <w:textAlignment w:val="auto"/>
              <w:rPr>
                <w:rFonts w:eastAsia="Calibri"/>
                <w:color w:val="FF0000"/>
                <w:szCs w:val="22"/>
                <w:lang w:val="es-ES" w:bidi="fr"/>
              </w:rPr>
            </w:pPr>
            <w:r>
              <w:rPr>
                <w:rFonts w:eastAsia="Calibri"/>
                <w:color w:val="FF0000"/>
                <w:szCs w:val="22"/>
                <w:lang w:val="es-ES" w:bidi="fr"/>
              </w:rPr>
              <w:t>10 %</w:t>
            </w:r>
          </w:p>
        </w:tc>
      </w:tr>
      <w:tr w:rsidR="00993105" w14:paraId="250FD5FE" w14:textId="77777777">
        <w:tblPrEx>
          <w:tblCellMar>
            <w:top w:w="0" w:type="dxa"/>
            <w:bottom w:w="0" w:type="dxa"/>
          </w:tblCellMar>
        </w:tblPrEx>
        <w:trPr>
          <w:trHeight w:val="300"/>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98F7B" w14:textId="77777777" w:rsidR="00993105" w:rsidRDefault="00447B3F">
            <w:pPr>
              <w:jc w:val="both"/>
              <w:textAlignment w:val="auto"/>
            </w:pPr>
            <w:r>
              <w:rPr>
                <w:rFonts w:eastAsia="Calibri"/>
                <w:b/>
                <w:lang w:bidi="fr"/>
              </w:rPr>
              <w:t>Phase 4</w:t>
            </w:r>
            <w:r>
              <w:rPr>
                <w:rFonts w:eastAsia="Calibri"/>
                <w:lang w:bidi="fr"/>
              </w:rPr>
              <w:t xml:space="preserve"> - Réalisation de l’étude de préfaisabilité pour le futur projet pilote et achèvement du conseil</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02184E" w14:textId="77777777" w:rsidR="00993105" w:rsidRDefault="00447B3F">
            <w:pPr>
              <w:pStyle w:val="Paragraphedeliste"/>
              <w:widowControl/>
              <w:numPr>
                <w:ilvl w:val="0"/>
                <w:numId w:val="28"/>
              </w:numPr>
              <w:suppressAutoHyphens w:val="0"/>
              <w:jc w:val="both"/>
              <w:textAlignment w:val="auto"/>
            </w:pPr>
            <w:r>
              <w:rPr>
                <w:rFonts w:eastAsia="Calibri"/>
                <w:lang w:bidi="fr"/>
              </w:rPr>
              <w:t>Étude de préfaisabilité avec le profil du projet en annexe (E5)</w:t>
            </w:r>
          </w:p>
          <w:p w14:paraId="7A6B5222" w14:textId="77777777" w:rsidR="00993105" w:rsidRDefault="00447B3F">
            <w:pPr>
              <w:pStyle w:val="Paragraphedeliste"/>
              <w:widowControl/>
              <w:numPr>
                <w:ilvl w:val="0"/>
                <w:numId w:val="28"/>
              </w:numPr>
              <w:suppressAutoHyphens w:val="0"/>
              <w:jc w:val="both"/>
              <w:textAlignment w:val="auto"/>
            </w:pPr>
            <w:r>
              <w:rPr>
                <w:rFonts w:eastAsia="Calibri"/>
                <w:lang w:bidi="fr"/>
              </w:rPr>
              <w:t>Présentation PowerPoint des résultats de l’étude de préfaisabilité (E6)</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ACE7A" w14:textId="77777777" w:rsidR="00993105" w:rsidRDefault="00447B3F">
            <w:pPr>
              <w:jc w:val="center"/>
              <w:textAlignment w:val="auto"/>
              <w:rPr>
                <w:rFonts w:eastAsia="Calibri"/>
                <w:color w:val="FF0000"/>
                <w:szCs w:val="22"/>
                <w:lang w:bidi="fr"/>
              </w:rPr>
            </w:pPr>
            <w:r>
              <w:rPr>
                <w:rFonts w:eastAsia="Calibri"/>
                <w:color w:val="FF0000"/>
                <w:szCs w:val="22"/>
                <w:lang w:bidi="fr"/>
              </w:rPr>
              <w:t>30 % (à la validation du dernier livrable</w:t>
            </w:r>
          </w:p>
        </w:tc>
      </w:tr>
    </w:tbl>
    <w:p w14:paraId="6B91498A" w14:textId="77777777" w:rsidR="00993105" w:rsidRDefault="00993105">
      <w:pPr>
        <w:pStyle w:val="RedaliaNormal"/>
      </w:pPr>
    </w:p>
    <w:p w14:paraId="3FBF22ED" w14:textId="77777777" w:rsidR="00993105" w:rsidRDefault="00447B3F">
      <w:pPr>
        <w:pStyle w:val="RedaliaNormal"/>
      </w:pPr>
      <w:r>
        <w:t xml:space="preserve">Le règlement définitif interviendra 30 (trente) jours maximum à compter de la date de </w:t>
      </w:r>
      <w:r>
        <w:t>réception de la facture par le Pouvoir Adjudicateur, sous réserve du service utilisateur constatant la bonne exécution des prestations.</w:t>
      </w:r>
    </w:p>
    <w:p w14:paraId="22ABB83D" w14:textId="77777777" w:rsidR="00993105" w:rsidRDefault="00993105">
      <w:pPr>
        <w:pStyle w:val="RedaliaNormal"/>
      </w:pPr>
    </w:p>
    <w:p w14:paraId="30C7C358" w14:textId="77777777" w:rsidR="00993105" w:rsidRDefault="00447B3F">
      <w:pPr>
        <w:pStyle w:val="RedaliaTitre3"/>
      </w:pPr>
      <w:r>
        <w:t>Demandes de paiement</w:t>
      </w:r>
    </w:p>
    <w:p w14:paraId="7A9DCFDF" w14:textId="77777777" w:rsidR="00993105" w:rsidRDefault="00447B3F">
      <w:pPr>
        <w:pStyle w:val="RedaliaNormal"/>
      </w:pPr>
      <w:r>
        <w:t>La demande de paiement est datée et comporte, selon le cas :</w:t>
      </w:r>
    </w:p>
    <w:p w14:paraId="133C941A" w14:textId="77777777" w:rsidR="00993105" w:rsidRDefault="00447B3F">
      <w:pPr>
        <w:pStyle w:val="Redaliapuces"/>
        <w:numPr>
          <w:ilvl w:val="0"/>
          <w:numId w:val="10"/>
        </w:numPr>
      </w:pPr>
      <w:r>
        <w:t>les références du marché ;</w:t>
      </w:r>
    </w:p>
    <w:p w14:paraId="160A671D" w14:textId="77777777" w:rsidR="00993105" w:rsidRDefault="00447B3F">
      <w:pPr>
        <w:pStyle w:val="Redaliapuces"/>
        <w:numPr>
          <w:ilvl w:val="0"/>
          <w:numId w:val="10"/>
        </w:numPr>
      </w:pPr>
      <w:r>
        <w:t>le montant des prestations reçues, établi conformément aux stipulations du contrat, hors TVA et, le cas échéant, diminué des réfactions le cas échéant ou le montant des prestations correspondant à la période en cause ;</w:t>
      </w:r>
    </w:p>
    <w:p w14:paraId="282289D2" w14:textId="77777777" w:rsidR="00993105" w:rsidRDefault="00447B3F">
      <w:pPr>
        <w:pStyle w:val="Redaliapuces"/>
        <w:numPr>
          <w:ilvl w:val="0"/>
          <w:numId w:val="10"/>
        </w:numPr>
      </w:pPr>
      <w:r>
        <w:t>la décomposition des prix forfaitaires et le détail des prix unitaires ;</w:t>
      </w:r>
    </w:p>
    <w:p w14:paraId="500DFF4D" w14:textId="77777777" w:rsidR="00993105" w:rsidRDefault="00447B3F">
      <w:pPr>
        <w:pStyle w:val="Redaliapuces"/>
        <w:numPr>
          <w:ilvl w:val="0"/>
          <w:numId w:val="10"/>
        </w:numPr>
      </w:pPr>
      <w:r>
        <w:t>en cas de sous-traitance, la nature des prestations exécutées par le sous-traitant, leur montant total hors taxes, leur montant TTC ainsi que, le cas échéant les variations de prix établies HT et TTC</w:t>
      </w:r>
    </w:p>
    <w:p w14:paraId="440807C9" w14:textId="77777777" w:rsidR="00993105" w:rsidRDefault="00447B3F">
      <w:pPr>
        <w:pStyle w:val="Redaliapuces"/>
        <w:numPr>
          <w:ilvl w:val="0"/>
          <w:numId w:val="10"/>
        </w:numPr>
      </w:pPr>
      <w:r>
        <w:t>en cas de groupement conjoint, pour chaque opérateur économique, le montant des prestations effectuées par l’opérateur économique ;</w:t>
      </w:r>
    </w:p>
    <w:p w14:paraId="031F898F" w14:textId="77777777" w:rsidR="00993105" w:rsidRDefault="00447B3F">
      <w:pPr>
        <w:pStyle w:val="Redaliapuces"/>
        <w:numPr>
          <w:ilvl w:val="0"/>
          <w:numId w:val="10"/>
        </w:numPr>
      </w:pPr>
      <w:r>
        <w:t>l’application de l’actualisation ou de la révision de prix ;</w:t>
      </w:r>
    </w:p>
    <w:p w14:paraId="6BECD6C3" w14:textId="77777777" w:rsidR="00993105" w:rsidRDefault="00447B3F">
      <w:pPr>
        <w:pStyle w:val="Redaliapuces"/>
        <w:numPr>
          <w:ilvl w:val="0"/>
          <w:numId w:val="10"/>
        </w:numPr>
      </w:pPr>
      <w:r>
        <w:t>le cas échéant, les indemnités, primes et retenues ;</w:t>
      </w:r>
    </w:p>
    <w:p w14:paraId="77F7F04C" w14:textId="77777777" w:rsidR="00993105" w:rsidRDefault="00447B3F">
      <w:pPr>
        <w:pStyle w:val="Redaliapuces"/>
        <w:numPr>
          <w:ilvl w:val="0"/>
          <w:numId w:val="10"/>
        </w:numPr>
      </w:pPr>
      <w:r>
        <w:t>les pénalités éventuelles pour retard ;</w:t>
      </w:r>
    </w:p>
    <w:p w14:paraId="7DCA954F" w14:textId="77777777" w:rsidR="00993105" w:rsidRDefault="00447B3F">
      <w:pPr>
        <w:pStyle w:val="Redaliapuces"/>
        <w:numPr>
          <w:ilvl w:val="0"/>
          <w:numId w:val="10"/>
        </w:numPr>
      </w:pPr>
      <w:r>
        <w:t>les avances à rembourser ;</w:t>
      </w:r>
    </w:p>
    <w:p w14:paraId="5FCEE1B9" w14:textId="77777777" w:rsidR="00993105" w:rsidRDefault="00447B3F">
      <w:pPr>
        <w:pStyle w:val="Redaliapuces"/>
        <w:numPr>
          <w:ilvl w:val="0"/>
          <w:numId w:val="10"/>
        </w:numPr>
      </w:pPr>
      <w:r>
        <w:t>le montant de la TVA ou le cas échéant le bénéfice d’une exonération</w:t>
      </w:r>
    </w:p>
    <w:p w14:paraId="1EB650F3" w14:textId="77777777" w:rsidR="00993105" w:rsidRDefault="00447B3F">
      <w:pPr>
        <w:pStyle w:val="Redaliapuces"/>
        <w:numPr>
          <w:ilvl w:val="0"/>
          <w:numId w:val="10"/>
        </w:numPr>
      </w:pPr>
      <w:r>
        <w:t>le montant TTC</w:t>
      </w:r>
    </w:p>
    <w:p w14:paraId="534C2C7A" w14:textId="77777777" w:rsidR="00993105" w:rsidRDefault="00447B3F">
      <w:pPr>
        <w:pStyle w:val="RedaliaNormal"/>
      </w:pPr>
      <w:r>
        <w:t xml:space="preserve">Le Pouvoir Adjudicateur se réserve le droit de compléter ou de rectifier les demandes de paiement qui comporteraient des erreurs ou </w:t>
      </w:r>
      <w:r>
        <w:t>seraient incomplètes. Dans ce cas, il doit notifier au Titulaire la demande de paiement rectifiée.</w:t>
      </w:r>
    </w:p>
    <w:p w14:paraId="2C5338FC" w14:textId="77777777" w:rsidR="00993105" w:rsidRDefault="00447B3F">
      <w:pPr>
        <w:pStyle w:val="RedaliaTitre3"/>
      </w:pPr>
      <w:r>
        <w:t>Transmission des demandes de paiement</w:t>
      </w:r>
    </w:p>
    <w:p w14:paraId="0FBDEE45" w14:textId="77777777" w:rsidR="00993105" w:rsidRDefault="00447B3F">
      <w:pPr>
        <w:pStyle w:val="RedaliaNormal"/>
      </w:pPr>
      <w:r>
        <w:t xml:space="preserve">Le dépôt, la transmission et la réception des factures électroniques sont effectués exclusivement sur le portail </w:t>
      </w:r>
      <w:r>
        <w:lastRenderedPageBreak/>
        <w:t>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993105" w14:paraId="37DF9B46"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A94ED" w14:textId="77777777" w:rsidR="00993105" w:rsidRDefault="00447B3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002FF" w14:textId="77777777" w:rsidR="00993105" w:rsidRDefault="00447B3F">
            <w:pPr>
              <w:pStyle w:val="RedaliaNormal"/>
            </w:pPr>
            <w:r>
              <w:t>ETABLISSEMENT AGENCE FRANCAISE DE DEVELOPPEMENT</w:t>
            </w:r>
          </w:p>
        </w:tc>
      </w:tr>
      <w:tr w:rsidR="00993105" w14:paraId="407C203E"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48D78" w14:textId="77777777" w:rsidR="00993105" w:rsidRDefault="00447B3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4018B" w14:textId="77777777" w:rsidR="00993105" w:rsidRDefault="00447B3F">
            <w:pPr>
              <w:pStyle w:val="RedaliaNormal"/>
            </w:pPr>
            <w:r>
              <w:t>77566559900129</w:t>
            </w:r>
          </w:p>
        </w:tc>
      </w:tr>
      <w:tr w:rsidR="00993105" w14:paraId="560EE0C8"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DAFFB" w14:textId="77777777" w:rsidR="00993105" w:rsidRDefault="00447B3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518A2" w14:textId="77777777" w:rsidR="00993105" w:rsidRDefault="00447B3F">
            <w:pPr>
              <w:pStyle w:val="RedaliaNormal"/>
            </w:pPr>
            <w:r>
              <w:t>PAR-MOA-017</w:t>
            </w:r>
          </w:p>
        </w:tc>
      </w:tr>
      <w:tr w:rsidR="00993105" w14:paraId="67D694F4"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24202" w14:textId="77777777" w:rsidR="00993105" w:rsidRDefault="00447B3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B090B" w14:textId="77777777" w:rsidR="00993105" w:rsidRDefault="00447B3F">
            <w:pPr>
              <w:pStyle w:val="RedaliaNormal"/>
            </w:pPr>
            <w:r>
              <w:t>ARB-2025-0219</w:t>
            </w:r>
          </w:p>
        </w:tc>
      </w:tr>
      <w:tr w:rsidR="00993105" w14:paraId="300C1237"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D4A0E" w14:textId="77777777" w:rsidR="00993105" w:rsidRDefault="00447B3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EC6C4" w14:textId="77777777" w:rsidR="00993105" w:rsidRDefault="00447B3F">
            <w:pPr>
              <w:pStyle w:val="RedaliaNormal"/>
            </w:pPr>
            <w:r>
              <w:t>CDO 1046 – FERC II</w:t>
            </w:r>
          </w:p>
        </w:tc>
      </w:tr>
    </w:tbl>
    <w:p w14:paraId="5A23869F" w14:textId="77777777" w:rsidR="00993105" w:rsidRDefault="00447B3F">
      <w:pPr>
        <w:pStyle w:val="RedaliaTitre2"/>
      </w:pPr>
      <w:bookmarkStart w:id="111" w:name="__RefHeading___Toc2331_850954893"/>
      <w:bookmarkStart w:id="112" w:name="_Toc180614130"/>
      <w:bookmarkStart w:id="113" w:name="_Toc200983275"/>
      <w:bookmarkStart w:id="114" w:name="_Toc201166435"/>
      <w:r>
        <w:t>Règlements en cas de cotraitants solidaires</w:t>
      </w:r>
      <w:bookmarkEnd w:id="111"/>
      <w:bookmarkEnd w:id="112"/>
      <w:bookmarkEnd w:id="113"/>
      <w:bookmarkEnd w:id="114"/>
    </w:p>
    <w:p w14:paraId="1FF055E9" w14:textId="77777777" w:rsidR="00993105" w:rsidRDefault="00447B3F">
      <w:pPr>
        <w:pStyle w:val="RedaliaNormal"/>
      </w:pPr>
      <w:r>
        <w:t>En cas de cotraitance, seul le mandataire du groupement est habilité à présenter les demandes de paiement.</w:t>
      </w:r>
    </w:p>
    <w:p w14:paraId="621C7E72" w14:textId="77777777" w:rsidR="00993105" w:rsidRDefault="00447B3F">
      <w:pPr>
        <w:pStyle w:val="RedaliaNormal"/>
      </w:pPr>
      <w:r>
        <w:t xml:space="preserve">En cas de groupement solidaire, il sera </w:t>
      </w:r>
      <w:r>
        <w:t>procédé à un règlement séparé de chacun des cotraitants, si la répartition des paiements est identifiée en annexe au présent Contrat.</w:t>
      </w:r>
    </w:p>
    <w:p w14:paraId="7A2BBB18" w14:textId="77777777" w:rsidR="00993105" w:rsidRDefault="00447B3F">
      <w:pPr>
        <w:pStyle w:val="RedaliaNormal"/>
      </w:pPr>
      <w:r>
        <w:t>Le mandataire du groupement indique dans chaque demande de paiement qu'il transmet au Pouvoir Adjudicateur, la répartition des paiements pour chacun des cotraitants.</w:t>
      </w:r>
    </w:p>
    <w:p w14:paraId="7AB58632" w14:textId="77777777" w:rsidR="00993105" w:rsidRDefault="00447B3F">
      <w:pPr>
        <w:pStyle w:val="RedaliaNormal"/>
      </w:pPr>
      <w:r>
        <w:t>L'acceptation d'un règlement à chacun des cotraitants solidaires ne saurait remettre en cause la solidarité des cotraitants.</w:t>
      </w:r>
    </w:p>
    <w:p w14:paraId="20EA1D62" w14:textId="77777777" w:rsidR="00993105" w:rsidRDefault="00447B3F">
      <w:pPr>
        <w:pStyle w:val="RedaliaTitre2"/>
      </w:pPr>
      <w:bookmarkStart w:id="115" w:name="__RefHeading___Toc2333_850954893"/>
      <w:bookmarkStart w:id="116" w:name="_Toc180614131"/>
      <w:bookmarkStart w:id="117" w:name="_Toc200983276"/>
      <w:bookmarkStart w:id="118" w:name="_Toc201166436"/>
      <w:r>
        <w:t>Délais de paiement</w:t>
      </w:r>
      <w:bookmarkEnd w:id="115"/>
      <w:bookmarkEnd w:id="116"/>
      <w:bookmarkEnd w:id="117"/>
      <w:bookmarkEnd w:id="118"/>
    </w:p>
    <w:p w14:paraId="5075FDC2" w14:textId="77777777" w:rsidR="00993105" w:rsidRDefault="00447B3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994EE6A" w14:textId="77777777" w:rsidR="00993105" w:rsidRDefault="00447B3F">
      <w:pPr>
        <w:pStyle w:val="RedaliaTitre2"/>
      </w:pPr>
      <w:bookmarkStart w:id="119" w:name="__RefHeading___Toc2335_850954893"/>
      <w:bookmarkStart w:id="120" w:name="_Toc180614132"/>
      <w:bookmarkStart w:id="121" w:name="_Toc200983277"/>
      <w:bookmarkStart w:id="122" w:name="_Toc201166437"/>
      <w:r>
        <w:t>TVA</w:t>
      </w:r>
      <w:bookmarkEnd w:id="119"/>
      <w:bookmarkEnd w:id="120"/>
      <w:bookmarkEnd w:id="121"/>
      <w:bookmarkEnd w:id="122"/>
    </w:p>
    <w:p w14:paraId="418B4AC6" w14:textId="77777777" w:rsidR="00993105" w:rsidRDefault="00447B3F">
      <w:pPr>
        <w:pStyle w:val="RedaliaNormal"/>
      </w:pPr>
      <w:r>
        <w:t>Le présent Contrat est soumis à la Taxe sur la Valeur Ajoutée (TVA) au taux en vigueur au jour du fait générateur. Chaque terme de paiement sera assorti de la TVA.</w:t>
      </w:r>
    </w:p>
    <w:p w14:paraId="17C067D9" w14:textId="77777777" w:rsidR="00993105" w:rsidRDefault="00447B3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B5CA21C" w14:textId="77777777" w:rsidR="00993105" w:rsidRDefault="00447B3F">
      <w:pPr>
        <w:pStyle w:val="RedaliaNormal"/>
      </w:pPr>
      <w:r>
        <w:t>Il est rappelé que le marché peut être exonéré de la taxe sur la valeur ajoutée française lorsque :</w:t>
      </w:r>
    </w:p>
    <w:p w14:paraId="3BC3E171" w14:textId="77777777" w:rsidR="00993105" w:rsidRDefault="00447B3F">
      <w:pPr>
        <w:pStyle w:val="Redaliapuces"/>
        <w:numPr>
          <w:ilvl w:val="0"/>
          <w:numId w:val="10"/>
        </w:numPr>
      </w:pPr>
      <w:r>
        <w:t>le marché finance une action de coopération au bénéfice d'un pays hors communauté européenne,</w:t>
      </w:r>
    </w:p>
    <w:p w14:paraId="64AC7AA6" w14:textId="77777777" w:rsidR="00993105" w:rsidRDefault="00447B3F">
      <w:pPr>
        <w:pStyle w:val="Redaliapuces"/>
        <w:numPr>
          <w:ilvl w:val="0"/>
          <w:numId w:val="10"/>
        </w:numPr>
      </w:pPr>
      <w:r>
        <w:t>la prestation consiste en des services d'information, de conseil, d'études ou de recherche,</w:t>
      </w:r>
    </w:p>
    <w:p w14:paraId="47EA20E6" w14:textId="77777777" w:rsidR="00993105" w:rsidRDefault="00447B3F">
      <w:pPr>
        <w:pStyle w:val="Redaliapuces"/>
        <w:numPr>
          <w:ilvl w:val="0"/>
          <w:numId w:val="10"/>
        </w:numPr>
      </w:pPr>
      <w:r>
        <w:t>le résultat des prestation est communiqué au pays concerné et</w:t>
      </w:r>
    </w:p>
    <w:p w14:paraId="7BFCF549" w14:textId="77777777" w:rsidR="00993105" w:rsidRDefault="00447B3F">
      <w:pPr>
        <w:pStyle w:val="Redaliapuces"/>
        <w:numPr>
          <w:ilvl w:val="0"/>
          <w:numId w:val="10"/>
        </w:numPr>
      </w:pPr>
      <w:r>
        <w:t>le cadre d'intervention de la prestation est orienté de façon à mettre en avant le bénéfice certain de la prestation pour le pays concerné.</w:t>
      </w:r>
    </w:p>
    <w:p w14:paraId="325AFAA4" w14:textId="77777777" w:rsidR="00993105" w:rsidRDefault="00447B3F">
      <w:pPr>
        <w:pStyle w:val="RedaliaTitre2"/>
      </w:pPr>
      <w:bookmarkStart w:id="123" w:name="__RefHeading___Toc2337_850954893"/>
      <w:bookmarkStart w:id="124" w:name="_Toc180614133"/>
      <w:bookmarkStart w:id="125" w:name="_Toc200983278"/>
      <w:bookmarkStart w:id="126" w:name="_Toc201166438"/>
      <w:r>
        <w:t>Intérêts moratoires</w:t>
      </w:r>
      <w:bookmarkEnd w:id="123"/>
      <w:bookmarkEnd w:id="124"/>
      <w:bookmarkEnd w:id="125"/>
      <w:bookmarkEnd w:id="126"/>
    </w:p>
    <w:p w14:paraId="674E28A3" w14:textId="77777777" w:rsidR="00993105" w:rsidRDefault="00447B3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C79E4DC" w14:textId="77777777" w:rsidR="00993105" w:rsidRDefault="00447B3F">
      <w:pPr>
        <w:pStyle w:val="RedaliaNormal"/>
      </w:pPr>
      <w:r>
        <w:lastRenderedPageBreak/>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B4D9820" w14:textId="77777777" w:rsidR="00993105" w:rsidRDefault="00447B3F">
      <w:pPr>
        <w:pStyle w:val="RedaliaNormal"/>
      </w:pPr>
      <w:r>
        <w:t>Le montant de l'indemnité forfaitaire pour frais de recouvrement est fixé à 40 euros.</w:t>
      </w:r>
    </w:p>
    <w:p w14:paraId="5AD1D30C" w14:textId="77777777" w:rsidR="00993105" w:rsidRDefault="00447B3F">
      <w:pPr>
        <w:pStyle w:val="RedaliaTitre1"/>
      </w:pPr>
      <w:bookmarkStart w:id="127" w:name="_Toc180614134"/>
      <w:bookmarkStart w:id="128" w:name="__RefHeading___Toc8975_598829110"/>
      <w:bookmarkStart w:id="129" w:name="_Toc200983279"/>
      <w:bookmarkStart w:id="130" w:name="_Toc201166439"/>
      <w:r>
        <w:t>Pénalités</w:t>
      </w:r>
      <w:bookmarkEnd w:id="2"/>
      <w:bookmarkEnd w:id="127"/>
      <w:bookmarkEnd w:id="128"/>
      <w:bookmarkEnd w:id="129"/>
      <w:bookmarkEnd w:id="130"/>
    </w:p>
    <w:p w14:paraId="3E9A61E1" w14:textId="77777777" w:rsidR="00993105" w:rsidRDefault="00447B3F">
      <w:pPr>
        <w:pStyle w:val="RedaliaTitre2"/>
      </w:pPr>
      <w:bookmarkStart w:id="131" w:name="_Toc180614135"/>
      <w:bookmarkStart w:id="132" w:name="__RefHeading___Toc8977_598829110"/>
      <w:bookmarkStart w:id="133" w:name="_Toc200983280"/>
      <w:bookmarkStart w:id="134" w:name="_Toc201166440"/>
      <w:r>
        <w:t>Modalités d’application des pénalités</w:t>
      </w:r>
      <w:bookmarkEnd w:id="131"/>
      <w:bookmarkEnd w:id="132"/>
      <w:bookmarkEnd w:id="133"/>
      <w:bookmarkEnd w:id="134"/>
    </w:p>
    <w:p w14:paraId="43A9CB81" w14:textId="77777777" w:rsidR="00993105" w:rsidRDefault="00447B3F">
      <w:pPr>
        <w:pStyle w:val="RedaliaNormal"/>
      </w:pPr>
      <w:r>
        <w:t>Par dérogation à l’article 14 du CCAG-PI, il est fait application des pénalités définies dans les articles ci-après.</w:t>
      </w:r>
    </w:p>
    <w:p w14:paraId="63F0FABD" w14:textId="77777777" w:rsidR="00993105" w:rsidRDefault="00447B3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ED00D90" w14:textId="77777777" w:rsidR="00993105" w:rsidRDefault="00447B3F">
      <w:pPr>
        <w:pStyle w:val="RedaliaNormal"/>
      </w:pPr>
      <w:r>
        <w:t>Les pénalités sont cumulables et non libératoires, elles ne préjugent en rien des réclamations éventuelles de dommages et intérêts auxquels le Pouvoir Adjudicateur peut prétendre.</w:t>
      </w:r>
    </w:p>
    <w:p w14:paraId="7EA50C2D" w14:textId="77777777" w:rsidR="00993105" w:rsidRDefault="00447B3F">
      <w:pPr>
        <w:pStyle w:val="RedaliaNormal"/>
      </w:pPr>
      <w:r>
        <w:t>Le paiement des pénalités n'exonère pas le Titulaire d'exécuter ses obligations contractuelles.</w:t>
      </w:r>
    </w:p>
    <w:p w14:paraId="1CD10366" w14:textId="77777777" w:rsidR="00993105" w:rsidRDefault="00447B3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197C2D02" w14:textId="77777777" w:rsidR="00993105" w:rsidRDefault="00447B3F">
      <w:pPr>
        <w:pStyle w:val="RedaliaTitre2"/>
      </w:pPr>
      <w:bookmarkStart w:id="135" w:name="_Toc180614136"/>
      <w:bookmarkStart w:id="136" w:name="__RefHeading___Toc8979_598829110"/>
      <w:bookmarkStart w:id="137" w:name="_Toc200983281"/>
      <w:bookmarkStart w:id="138" w:name="_Toc201166441"/>
      <w:r>
        <w:t>Pénalités pour retard</w:t>
      </w:r>
      <w:bookmarkEnd w:id="135"/>
      <w:bookmarkEnd w:id="136"/>
      <w:bookmarkEnd w:id="137"/>
      <w:bookmarkEnd w:id="138"/>
    </w:p>
    <w:p w14:paraId="4BD76E1B" w14:textId="77777777" w:rsidR="00993105" w:rsidRDefault="00447B3F">
      <w:pPr>
        <w:pStyle w:val="RedaliaNormal"/>
      </w:pPr>
      <w:r>
        <w:t>Les documents à produire par le titulaire dans un délai fixé par le marché doivent être transmis par le Titulaire par tout moyen permettant d’attester de leur date de réception par le Pouvoir Adjudicateur.</w:t>
      </w:r>
    </w:p>
    <w:p w14:paraId="22A7ED7C" w14:textId="77777777" w:rsidR="00993105" w:rsidRDefault="00993105">
      <w:pPr>
        <w:pStyle w:val="RedaliaNormal"/>
      </w:pPr>
    </w:p>
    <w:p w14:paraId="1F4E6233" w14:textId="77777777" w:rsidR="00993105" w:rsidRDefault="00447B3F">
      <w:pPr>
        <w:pStyle w:val="RedaliaNormal"/>
      </w:pPr>
      <w:r>
        <w:t xml:space="preserve">Par dérogation à l’article 14.1 du CCAG PI, tout retard dans le calendrier d'exécution transmis puis validé par les parties et qui n’aurait pas été expressément autorisé par l’AFD, pourra donner lieu à des pénalités de retard à la </w:t>
      </w:r>
      <w:r>
        <w:t>charge du titulaire d’un montant de 100 € euros par jour de retard. Le montant des pénalités de retard sera déduit par l’AFD du montant du règlement.</w:t>
      </w:r>
    </w:p>
    <w:p w14:paraId="1D1A0231" w14:textId="77777777" w:rsidR="00993105" w:rsidRDefault="00993105">
      <w:pPr>
        <w:pStyle w:val="RedaliaNormal"/>
      </w:pPr>
    </w:p>
    <w:p w14:paraId="09D2C61B" w14:textId="77777777" w:rsidR="00993105" w:rsidRDefault="00447B3F">
      <w:pPr>
        <w:pStyle w:val="RedaliaNormal"/>
      </w:pPr>
      <w:r>
        <w:t>Par dérogation à l’article 14.1.2 du CCAG PI, le montant total des pénalités de retard pourra excéder 10% du montant total HT du marché, de la tranche considérée ou du bon de commande.</w:t>
      </w:r>
    </w:p>
    <w:p w14:paraId="7606A50A" w14:textId="77777777" w:rsidR="00993105" w:rsidRDefault="00993105">
      <w:pPr>
        <w:pStyle w:val="RedaliaNormal"/>
      </w:pPr>
    </w:p>
    <w:p w14:paraId="77F6696A" w14:textId="77777777" w:rsidR="00993105" w:rsidRDefault="00447B3F">
      <w:pPr>
        <w:pStyle w:val="RedaliaNormal"/>
      </w:pPr>
      <w:r>
        <w:t>Par dérogation à l’article 14.1.3 du CCAG PI, le Titulaire ne sera pas exonéré des pénalités dont le montant total ne dépasse pas 1000 € HT pour l’ensemble du Contrat.</w:t>
      </w:r>
    </w:p>
    <w:p w14:paraId="43370038" w14:textId="77777777" w:rsidR="00993105" w:rsidRDefault="00447B3F">
      <w:pPr>
        <w:pStyle w:val="RedaliaTitre2"/>
      </w:pPr>
      <w:bookmarkStart w:id="139" w:name="_Toc180614137"/>
      <w:bookmarkStart w:id="140" w:name="__RefHeading___Toc8981_598829110"/>
      <w:bookmarkStart w:id="141" w:name="_Toc200983282"/>
      <w:bookmarkStart w:id="142" w:name="_Toc201166442"/>
      <w:r>
        <w:t>Autres pénalités</w:t>
      </w:r>
      <w:bookmarkEnd w:id="139"/>
      <w:bookmarkEnd w:id="140"/>
      <w:bookmarkEnd w:id="141"/>
      <w:bookmarkEnd w:id="142"/>
    </w:p>
    <w:p w14:paraId="30102FCC" w14:textId="77777777" w:rsidR="00993105" w:rsidRDefault="00447B3F">
      <w:pPr>
        <w:pStyle w:val="RedaliaTitre3"/>
      </w:pPr>
      <w:r>
        <w:t>Pénalités pour violation des obligations de sécurité ou de confidentialité</w:t>
      </w:r>
    </w:p>
    <w:p w14:paraId="78067B93" w14:textId="77777777" w:rsidR="00993105" w:rsidRDefault="00447B3F">
      <w:pPr>
        <w:pStyle w:val="RedaliaNormal"/>
      </w:pPr>
      <w:r>
        <w:t>L'obligation de confidentialité est une obligation essentielle du présent Contrat.</w:t>
      </w:r>
    </w:p>
    <w:p w14:paraId="2BBFA7C5" w14:textId="77777777" w:rsidR="00993105" w:rsidRDefault="00447B3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729403A9" w14:textId="77777777" w:rsidR="00993105" w:rsidRDefault="00447B3F">
      <w:pPr>
        <w:pStyle w:val="RedaliaNormal"/>
      </w:pPr>
      <w:r>
        <w:t xml:space="preserve">En cas de non-respect des règles de sécurité et de protection des Informations Confidentielles n'impliquant </w:t>
      </w:r>
      <w:r>
        <w:lastRenderedPageBreak/>
        <w:t>pas des Données à Caractère Personnel : application d'une pénalité forfaitaire entre 0,5% et 1% du montant exécuté du Contrat à la date de constatation du fait générateur ;</w:t>
      </w:r>
    </w:p>
    <w:p w14:paraId="335D5518" w14:textId="77777777" w:rsidR="00993105" w:rsidRDefault="00447B3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1E96465F" w14:textId="77777777" w:rsidR="00993105" w:rsidRDefault="00447B3F">
      <w:pPr>
        <w:pStyle w:val="RedaliaTitre3"/>
      </w:pPr>
      <w:r>
        <w:t>Pénalités pour exécution aux frais et risques</w:t>
      </w:r>
    </w:p>
    <w:p w14:paraId="06167D63" w14:textId="77777777" w:rsidR="00993105" w:rsidRDefault="00447B3F">
      <w:pPr>
        <w:pStyle w:val="RedaliaNormal"/>
      </w:pPr>
      <w:r>
        <w:t>Le pouvoir Adjudicateur peut faire procéder par un tiers à l'exécution de tout ou partie des prestations prévues par le marché, aux frais et risques du titulaire dans les conditions de l’article 27 du CCAG-PI.</w:t>
      </w:r>
    </w:p>
    <w:p w14:paraId="27D4EE65" w14:textId="77777777" w:rsidR="00993105" w:rsidRDefault="00447B3F">
      <w:pPr>
        <w:pStyle w:val="RedaliaTitre1"/>
      </w:pPr>
      <w:bookmarkStart w:id="143" w:name="_Toc180614139"/>
      <w:bookmarkStart w:id="144" w:name="__RefHeading___Toc8983_598829110"/>
      <w:bookmarkStart w:id="145" w:name="_Toc200983283"/>
      <w:bookmarkStart w:id="146" w:name="_Toc201166443"/>
      <w:r>
        <w:t>Arrêt de l’exécution de la prestation</w:t>
      </w:r>
      <w:bookmarkEnd w:id="143"/>
      <w:bookmarkEnd w:id="144"/>
      <w:bookmarkEnd w:id="145"/>
      <w:bookmarkEnd w:id="146"/>
    </w:p>
    <w:p w14:paraId="2ECA71B5" w14:textId="77777777" w:rsidR="00993105" w:rsidRDefault="00447B3F">
      <w:pPr>
        <w:pStyle w:val="RedaliaNormal"/>
      </w:pPr>
      <w:r>
        <w:t xml:space="preserve">Dans la mesure où des parties techniques sont prévues dans Le Contrat et ce conformément à l'article 22 du CCAG PI, l’acheteur se réserve la possibilité d'arrêter l'exécution des </w:t>
      </w:r>
      <w:r>
        <w:t>prestations au terme de chacune de ces parties techniques sans indemnité.</w:t>
      </w:r>
    </w:p>
    <w:p w14:paraId="2778FE81" w14:textId="77777777" w:rsidR="00993105" w:rsidRDefault="00447B3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7C854DB" w14:textId="77777777" w:rsidR="00993105" w:rsidRDefault="00447B3F">
      <w:pPr>
        <w:pStyle w:val="RedaliaTitre1"/>
      </w:pPr>
      <w:bookmarkStart w:id="147" w:name="_Toc180614140"/>
      <w:bookmarkStart w:id="148" w:name="__RefHeading___Toc8985_598829110"/>
      <w:bookmarkStart w:id="149" w:name="_Toc200983284"/>
      <w:bookmarkStart w:id="150" w:name="_Toc201166444"/>
      <w:r>
        <w:t>Admission – Achèvement de la mission</w:t>
      </w:r>
      <w:bookmarkEnd w:id="147"/>
      <w:bookmarkEnd w:id="148"/>
      <w:bookmarkEnd w:id="149"/>
      <w:bookmarkEnd w:id="150"/>
    </w:p>
    <w:p w14:paraId="0B6C4608" w14:textId="77777777" w:rsidR="00993105" w:rsidRDefault="00447B3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53C746AB" w14:textId="77777777" w:rsidR="00993105" w:rsidRDefault="00447B3F">
      <w:pPr>
        <w:pStyle w:val="RedaliaNormal"/>
      </w:pPr>
      <w:r>
        <w:t>Le livrable ne sera validé que sur décision du Pouvoir Adjudicateur.</w:t>
      </w:r>
    </w:p>
    <w:p w14:paraId="1EEEFCF1" w14:textId="77777777" w:rsidR="00993105" w:rsidRDefault="00447B3F">
      <w:pPr>
        <w:pStyle w:val="RedaliaTitre1"/>
      </w:pPr>
      <w:bookmarkStart w:id="151" w:name="_Toc229369898"/>
      <w:bookmarkStart w:id="152" w:name="_Toc2394495"/>
      <w:bookmarkStart w:id="153" w:name="_Toc180614141"/>
      <w:bookmarkStart w:id="154" w:name="__RefHeading___Toc8987_598829110"/>
      <w:bookmarkStart w:id="155" w:name="_Toc200983285"/>
      <w:bookmarkStart w:id="156" w:name="_Toc201166445"/>
      <w:r>
        <w:t>Assurances</w:t>
      </w:r>
      <w:bookmarkEnd w:id="151"/>
      <w:bookmarkEnd w:id="152"/>
      <w:r>
        <w:t xml:space="preserve"> – Responsabilité</w:t>
      </w:r>
      <w:bookmarkEnd w:id="153"/>
      <w:bookmarkEnd w:id="154"/>
      <w:bookmarkEnd w:id="155"/>
      <w:bookmarkEnd w:id="156"/>
    </w:p>
    <w:p w14:paraId="516A75D4" w14:textId="77777777" w:rsidR="00993105" w:rsidRDefault="00447B3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7C371C68" w14:textId="77777777" w:rsidR="00993105" w:rsidRDefault="00447B3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949AC2D" w14:textId="77777777" w:rsidR="00993105" w:rsidRDefault="00447B3F">
      <w:pPr>
        <w:pStyle w:val="RedaliaNormal"/>
      </w:pPr>
      <w:r>
        <w:t>A tout moment durant l'exécution du marché, le titulaire doit être en mesure de produire cette attestation, sur demande de l'acheteur et dans un délai de quinze jours à compter de la réception de la demande.</w:t>
      </w:r>
    </w:p>
    <w:p w14:paraId="4A5F37DA" w14:textId="77777777" w:rsidR="00993105" w:rsidRDefault="00993105">
      <w:pPr>
        <w:pStyle w:val="RedaliaNormal"/>
      </w:pPr>
    </w:p>
    <w:p w14:paraId="41EE898D" w14:textId="77777777" w:rsidR="00993105" w:rsidRDefault="00447B3F">
      <w:pPr>
        <w:pStyle w:val="RedaliaTitre1"/>
      </w:pPr>
      <w:bookmarkStart w:id="157" w:name="_Toc180614142"/>
      <w:bookmarkStart w:id="158" w:name="__RefHeading___Toc8989_598829110"/>
      <w:bookmarkStart w:id="159" w:name="_Toc200983286"/>
      <w:bookmarkStart w:id="160" w:name="_Toc201166446"/>
      <w:r>
        <w:t>Propriété intellectuelle – Utilisation des résultats</w:t>
      </w:r>
      <w:bookmarkEnd w:id="157"/>
      <w:bookmarkEnd w:id="158"/>
      <w:bookmarkEnd w:id="159"/>
      <w:bookmarkEnd w:id="160"/>
    </w:p>
    <w:p w14:paraId="771FBA84" w14:textId="77777777" w:rsidR="00993105" w:rsidRDefault="00447B3F">
      <w:pPr>
        <w:pStyle w:val="RedaliaTitre2"/>
      </w:pPr>
      <w:bookmarkStart w:id="161" w:name="__RefHeading___Toc2357_850954893"/>
      <w:bookmarkStart w:id="162" w:name="_Toc180614143"/>
      <w:bookmarkStart w:id="163" w:name="_Toc200983287"/>
      <w:bookmarkStart w:id="164" w:name="_Toc201166447"/>
      <w:r>
        <w:t>Régime des connaissances antérieures et connaissances antérieures standards</w:t>
      </w:r>
      <w:bookmarkEnd w:id="161"/>
      <w:bookmarkEnd w:id="162"/>
      <w:bookmarkEnd w:id="163"/>
      <w:bookmarkEnd w:id="164"/>
    </w:p>
    <w:p w14:paraId="1743410F" w14:textId="77777777" w:rsidR="00993105" w:rsidRDefault="00447B3F">
      <w:pPr>
        <w:pStyle w:val="RedaliaNormal"/>
      </w:pPr>
      <w:r>
        <w:t>Les dispositions des articles 33 et 34 du CCAG PI seront applicables au marché.</w:t>
      </w:r>
    </w:p>
    <w:p w14:paraId="0A238D88" w14:textId="77777777" w:rsidR="00993105" w:rsidRDefault="00447B3F">
      <w:pPr>
        <w:pStyle w:val="RedaliaTitre2"/>
      </w:pPr>
      <w:bookmarkStart w:id="165" w:name="__RefHeading___Toc2359_850954893"/>
      <w:bookmarkStart w:id="166" w:name="_Toc180614144"/>
      <w:bookmarkStart w:id="167" w:name="_Toc200983288"/>
      <w:bookmarkStart w:id="168" w:name="_Toc201166448"/>
      <w:r>
        <w:lastRenderedPageBreak/>
        <w:t>Régime des résultats</w:t>
      </w:r>
      <w:bookmarkEnd w:id="165"/>
      <w:bookmarkEnd w:id="166"/>
      <w:bookmarkEnd w:id="167"/>
      <w:bookmarkEnd w:id="168"/>
    </w:p>
    <w:p w14:paraId="10F94CE9" w14:textId="77777777" w:rsidR="00993105" w:rsidRDefault="00447B3F">
      <w:pPr>
        <w:pStyle w:val="RedaliaNormal"/>
      </w:pPr>
      <w:r>
        <w:t xml:space="preserve">Par dérogation à l’article 35 du CCAG PI, le </w:t>
      </w:r>
      <w:r>
        <w:t>Pouvoir Adjudicateur prévoit les conditions suivantes :</w:t>
      </w:r>
    </w:p>
    <w:p w14:paraId="47084A74" w14:textId="77777777" w:rsidR="00993105" w:rsidRDefault="00447B3F">
      <w:pPr>
        <w:pStyle w:val="RedaliaTitre3"/>
      </w:pPr>
      <w:r>
        <w:t>Cession des droits d’auteur</w:t>
      </w:r>
    </w:p>
    <w:p w14:paraId="241D2CBE" w14:textId="77777777" w:rsidR="00993105" w:rsidRDefault="00447B3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w:t>
      </w:r>
      <w:r>
        <w:t>u titre de la Prestation (ci-après la "Cession").</w:t>
      </w:r>
    </w:p>
    <w:p w14:paraId="0E4A3E62" w14:textId="77777777" w:rsidR="00993105" w:rsidRDefault="00447B3F">
      <w:pPr>
        <w:pStyle w:val="RedaliaNormal"/>
      </w:pPr>
      <w:r>
        <w:t>Plus précisément, la Cession comprend les droits :</w:t>
      </w:r>
    </w:p>
    <w:p w14:paraId="5147E268" w14:textId="77777777" w:rsidR="00993105" w:rsidRDefault="00447B3F">
      <w:pPr>
        <w:pStyle w:val="Redaliapuces"/>
        <w:numPr>
          <w:ilvl w:val="0"/>
          <w:numId w:val="10"/>
        </w:numPr>
      </w:pPr>
      <w:r>
        <w:t>d’utiliser, reproduire, conserver, distribuer, communiquer, exécuter, traduire, exploiter, diffuser, représenter la Prestation ;</w:t>
      </w:r>
    </w:p>
    <w:p w14:paraId="4DC5A172" w14:textId="77777777" w:rsidR="00993105" w:rsidRDefault="00447B3F">
      <w:pPr>
        <w:pStyle w:val="Redaliapuces"/>
        <w:numPr>
          <w:ilvl w:val="0"/>
          <w:numId w:val="10"/>
        </w:numPr>
      </w:pPr>
      <w:r>
        <w:t>à des fins promotionnelles, commerciales ou non commerciales, publiques ou privées et notamment mais sans que cette liste soit exhaustive à l’occasion d’expositions, d’opérations d’information ou de relations publiques) ;</w:t>
      </w:r>
    </w:p>
    <w:p w14:paraId="31CF814F" w14:textId="77777777" w:rsidR="00993105" w:rsidRDefault="00447B3F">
      <w:pPr>
        <w:pStyle w:val="Redaliapuces"/>
        <w:numPr>
          <w:ilvl w:val="0"/>
          <w:numId w:val="10"/>
        </w:numPr>
      </w:pPr>
      <w:r>
        <w:t>de façon partielle ou intégrale sur tout support, actuel ou futur, et notamment support papier, optique, numérique, magnétique ou tout autre support informatique, électronique ou de télécommunication.</w:t>
      </w:r>
    </w:p>
    <w:p w14:paraId="00A086F3" w14:textId="77777777" w:rsidR="00993105" w:rsidRDefault="00993105">
      <w:pPr>
        <w:pStyle w:val="RedaliaNormal"/>
      </w:pPr>
    </w:p>
    <w:p w14:paraId="2965C430" w14:textId="77777777" w:rsidR="00993105" w:rsidRDefault="00447B3F">
      <w:pPr>
        <w:pStyle w:val="RedaliaNormal"/>
      </w:pPr>
      <w:r>
        <w:t>La Cession est réalisée au fur et à mesure de la réalisation des rapports, travaux, études et documents réalisés par le Prestataire au titre de la Prestation.</w:t>
      </w:r>
    </w:p>
    <w:p w14:paraId="402429D9" w14:textId="77777777" w:rsidR="00993105" w:rsidRDefault="00447B3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66648F4" w14:textId="77777777" w:rsidR="00993105" w:rsidRDefault="00447B3F">
      <w:pPr>
        <w:pStyle w:val="RedaliaTitre3"/>
      </w:pPr>
      <w:r>
        <w:t>Garanties de la Cession</w:t>
      </w:r>
    </w:p>
    <w:p w14:paraId="5D099600" w14:textId="77777777" w:rsidR="00993105" w:rsidRDefault="00447B3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53CC6447" w14:textId="77777777" w:rsidR="00993105" w:rsidRDefault="00447B3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632FCF4F" w14:textId="77777777" w:rsidR="00993105" w:rsidRDefault="00447B3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C30E988" w14:textId="77777777" w:rsidR="00993105" w:rsidRDefault="00447B3F">
      <w:pPr>
        <w:pStyle w:val="RedaliaTitre3"/>
      </w:pPr>
      <w:r>
        <w:t>Rémunération de la Cession</w:t>
      </w:r>
    </w:p>
    <w:p w14:paraId="3B7BEC76" w14:textId="77777777" w:rsidR="00993105" w:rsidRDefault="00447B3F">
      <w:pPr>
        <w:pStyle w:val="RedaliaNormal"/>
      </w:pPr>
      <w:r>
        <w:t>Le prix de la Cession est inclus de façon définitive dans la rémunération du Contrat. Le Titulaire reconnait qu’il en a connaissance et ne pourra réclamer aucune somme complémentaire au titre de la Cession.</w:t>
      </w:r>
    </w:p>
    <w:p w14:paraId="1C2B2D7B" w14:textId="77777777" w:rsidR="00993105" w:rsidRDefault="00447B3F">
      <w:pPr>
        <w:pStyle w:val="RedaliaTitre1"/>
      </w:pPr>
      <w:bookmarkStart w:id="169" w:name="_Toc180614146"/>
      <w:bookmarkStart w:id="170" w:name="__RefHeading___Toc8991_598829110"/>
      <w:bookmarkStart w:id="171" w:name="_Toc44840181"/>
      <w:bookmarkStart w:id="172" w:name="_Toc200983289"/>
      <w:bookmarkStart w:id="173" w:name="_Toc201166449"/>
      <w:r>
        <w:t>Clauses complémentaires</w:t>
      </w:r>
      <w:bookmarkEnd w:id="169"/>
      <w:bookmarkEnd w:id="170"/>
      <w:bookmarkEnd w:id="171"/>
      <w:bookmarkEnd w:id="172"/>
      <w:bookmarkEnd w:id="173"/>
    </w:p>
    <w:p w14:paraId="3F7C8D84" w14:textId="77777777" w:rsidR="00993105" w:rsidRDefault="00447B3F">
      <w:pPr>
        <w:pStyle w:val="RedaliaTitre2"/>
      </w:pPr>
      <w:bookmarkStart w:id="174" w:name="__RefHeading___Toc8993_598829110"/>
      <w:bookmarkStart w:id="175" w:name="_Toc200983290"/>
      <w:bookmarkStart w:id="176" w:name="_Toc201166450"/>
      <w:r>
        <w:t>Redressement ou liquidation judiciaire</w:t>
      </w:r>
      <w:bookmarkEnd w:id="174"/>
      <w:bookmarkEnd w:id="175"/>
      <w:bookmarkEnd w:id="176"/>
    </w:p>
    <w:p w14:paraId="284DE5E2" w14:textId="77777777" w:rsidR="00993105" w:rsidRDefault="00447B3F">
      <w:pPr>
        <w:pStyle w:val="RedaliaNormal"/>
      </w:pPr>
      <w:r>
        <w:lastRenderedPageBreak/>
        <w:t>Les dispositions qui suivent sont applicables en cas de redressement judiciaire ou de liquidation judiciaire.</w:t>
      </w:r>
    </w:p>
    <w:p w14:paraId="4F78DC47" w14:textId="77777777" w:rsidR="00993105" w:rsidRDefault="00993105">
      <w:pPr>
        <w:pStyle w:val="RedaliaNormal"/>
      </w:pPr>
    </w:p>
    <w:p w14:paraId="6AA76D14" w14:textId="77777777" w:rsidR="00993105" w:rsidRDefault="00447B3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4107793" w14:textId="77777777" w:rsidR="00993105" w:rsidRDefault="00993105">
      <w:pPr>
        <w:pStyle w:val="RedaliaNormal"/>
      </w:pPr>
    </w:p>
    <w:p w14:paraId="76C81E09" w14:textId="77777777" w:rsidR="00993105" w:rsidRDefault="00447B3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6354517" w14:textId="77777777" w:rsidR="00993105" w:rsidRDefault="00993105">
      <w:pPr>
        <w:pStyle w:val="RedaliaNormal"/>
      </w:pPr>
    </w:p>
    <w:p w14:paraId="74A86D14" w14:textId="77777777" w:rsidR="00993105" w:rsidRDefault="00447B3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C6D7D7E" w14:textId="77777777" w:rsidR="00993105" w:rsidRDefault="00993105">
      <w:pPr>
        <w:pStyle w:val="RedaliaNormal"/>
      </w:pPr>
    </w:p>
    <w:p w14:paraId="0F7433E7" w14:textId="77777777" w:rsidR="00993105" w:rsidRDefault="00447B3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77F7D265" w14:textId="77777777" w:rsidR="00993105" w:rsidRDefault="00447B3F">
      <w:pPr>
        <w:pStyle w:val="RedaliaTitre2"/>
      </w:pPr>
      <w:bookmarkStart w:id="177" w:name="__RefHeading___Toc8995_598829110"/>
      <w:bookmarkStart w:id="178" w:name="_Toc200983291"/>
      <w:bookmarkStart w:id="179" w:name="_Toc201166451"/>
      <w:r>
        <w:t>Déclaration et obligations du Titulaire</w:t>
      </w:r>
      <w:bookmarkEnd w:id="177"/>
      <w:bookmarkEnd w:id="178"/>
      <w:bookmarkEnd w:id="179"/>
    </w:p>
    <w:p w14:paraId="794F76B5" w14:textId="77777777" w:rsidR="00993105" w:rsidRDefault="00447B3F">
      <w:pPr>
        <w:pStyle w:val="RedaliaTitre3"/>
      </w:pPr>
      <w:r>
        <w:t>Déclaration du Titulaire</w:t>
      </w:r>
    </w:p>
    <w:p w14:paraId="7889EE11" w14:textId="77777777" w:rsidR="00993105" w:rsidRDefault="00447B3F">
      <w:pPr>
        <w:jc w:val="both"/>
      </w:pPr>
      <w:r>
        <w:t xml:space="preserve">Les autorisations nécessaires au titre du Contrat et les </w:t>
      </w:r>
      <w:r>
        <w:t>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E7F0D2B" w14:textId="77777777" w:rsidR="00993105" w:rsidRDefault="00447B3F">
      <w:pPr>
        <w:jc w:val="both"/>
      </w:pPr>
      <w:r>
        <w:t>Le Prestataire déclare :</w:t>
      </w:r>
    </w:p>
    <w:p w14:paraId="4B29025D" w14:textId="77777777" w:rsidR="00993105" w:rsidRDefault="00447B3F">
      <w:pPr>
        <w:pStyle w:val="Redaliapuces"/>
        <w:numPr>
          <w:ilvl w:val="0"/>
          <w:numId w:val="10"/>
        </w:numPr>
      </w:pPr>
      <w:r>
        <w:t>qu'il a obtenu des autorités compétentes toutes les autorisations nécessaires pour exercer son activité.</w:t>
      </w:r>
    </w:p>
    <w:p w14:paraId="7F4C7828" w14:textId="77777777" w:rsidR="00993105" w:rsidRDefault="00447B3F">
      <w:pPr>
        <w:pStyle w:val="Redaliapuces"/>
        <w:numPr>
          <w:ilvl w:val="0"/>
          <w:numId w:val="10"/>
        </w:numPr>
      </w:pPr>
      <w:r>
        <w:t>qu'il a toutes les autorisations nécessaires à la validité du Contrat et à l’exécution des obligations en découlant ;</w:t>
      </w:r>
    </w:p>
    <w:p w14:paraId="33AA9696" w14:textId="77777777" w:rsidR="00993105" w:rsidRDefault="00447B3F">
      <w:pPr>
        <w:pStyle w:val="Redaliapuces"/>
        <w:numPr>
          <w:ilvl w:val="0"/>
          <w:numId w:val="10"/>
        </w:numPr>
      </w:pPr>
      <w:r>
        <w:t>que le Personnel est employé par lui conformément à la réglementation du travail qui lui est applicable.</w:t>
      </w:r>
    </w:p>
    <w:p w14:paraId="325FBC4E" w14:textId="77777777" w:rsidR="00993105" w:rsidRDefault="00447B3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1DC7BE93" w14:textId="77777777" w:rsidR="00993105" w:rsidRDefault="00447B3F">
      <w:pPr>
        <w:pStyle w:val="Redaliapuces"/>
        <w:numPr>
          <w:ilvl w:val="0"/>
          <w:numId w:val="10"/>
        </w:numPr>
      </w:pPr>
      <w:r>
        <w:t>Le document en cours de validité attestant de l’immatriculation effective de la structure (extrait K-bis ou équivalent)</w:t>
      </w:r>
    </w:p>
    <w:p w14:paraId="12E6D6C3" w14:textId="77777777" w:rsidR="00993105" w:rsidRDefault="00447B3F">
      <w:pPr>
        <w:pStyle w:val="Redaliapuces"/>
        <w:numPr>
          <w:ilvl w:val="0"/>
          <w:numId w:val="10"/>
        </w:numPr>
      </w:pPr>
      <w:r>
        <w:t>Une attestation fiscale délivrée par les autorités compétentes certifiant que le Titulaire est à jour de ses obligations fiscales ;</w:t>
      </w:r>
    </w:p>
    <w:p w14:paraId="3CC9A3A6" w14:textId="77777777" w:rsidR="00993105" w:rsidRDefault="00447B3F">
      <w:pPr>
        <w:pStyle w:val="Redaliapuces"/>
        <w:numPr>
          <w:ilvl w:val="0"/>
          <w:numId w:val="10"/>
        </w:numPr>
      </w:pPr>
      <w:r>
        <w:t>Une attestation délivrée par les autorités compétentes certifiant que le Titulaire est à jour de ses obligations sociales ;</w:t>
      </w:r>
    </w:p>
    <w:p w14:paraId="1E97E29C" w14:textId="77777777" w:rsidR="00993105" w:rsidRDefault="00447B3F">
      <w:pPr>
        <w:pStyle w:val="Redaliapuces"/>
        <w:numPr>
          <w:ilvl w:val="0"/>
          <w:numId w:val="10"/>
        </w:numPr>
      </w:pPr>
      <w:r>
        <w:t>Une attestation d’assurance de responsabilité civile et / ou professionnelle en cours de validité.</w:t>
      </w:r>
    </w:p>
    <w:p w14:paraId="43DD4334" w14:textId="77777777" w:rsidR="00993105" w:rsidRDefault="00447B3F">
      <w:pPr>
        <w:pStyle w:val="Redaliapuces"/>
        <w:numPr>
          <w:ilvl w:val="0"/>
          <w:numId w:val="10"/>
        </w:numPr>
      </w:pPr>
      <w:r>
        <w:t>La liste nominative des travailleurs étrangers hors CE ou détachés, emplois par la structure ou à défaut une attestation sur l’honneur de non emploi de travailleurs étrangers hors CE.</w:t>
      </w:r>
    </w:p>
    <w:p w14:paraId="1A67F523" w14:textId="77777777" w:rsidR="00993105" w:rsidRDefault="00447B3F">
      <w:pPr>
        <w:jc w:val="both"/>
      </w:pPr>
      <w:r>
        <w:lastRenderedPageBreak/>
        <w:t>Ces documents devront être fournis et maintenus à jour dans l’outil PROVIGIS – outil de recueil des attestations dont s’est doté le Pouvoir Adjudicateur.</w:t>
      </w:r>
    </w:p>
    <w:p w14:paraId="213411FD" w14:textId="77777777" w:rsidR="00993105" w:rsidRDefault="00447B3F">
      <w:pPr>
        <w:pStyle w:val="RedaliaTitre3"/>
      </w:pPr>
      <w:r>
        <w:t>Obligation de confidentialité</w:t>
      </w:r>
    </w:p>
    <w:p w14:paraId="65A2DB51" w14:textId="77777777" w:rsidR="00993105" w:rsidRDefault="00447B3F">
      <w:pPr>
        <w:pStyle w:val="RedaliaNormal"/>
      </w:pPr>
      <w:r>
        <w:t xml:space="preserve">Le Titulaire, agissant tant pour lui-même que pour le compte du Personnel dont il se porte garant s’engage, pendant la durée du Contrat et pendant une période de cinq (5) années suivant le terme du Contrat, à ce que les Informations </w:t>
      </w:r>
      <w:r>
        <w:t>Confidentielles :</w:t>
      </w:r>
    </w:p>
    <w:p w14:paraId="33C4AC69" w14:textId="77777777" w:rsidR="00993105" w:rsidRDefault="00447B3F">
      <w:pPr>
        <w:pStyle w:val="Redaliapuces"/>
        <w:numPr>
          <w:ilvl w:val="0"/>
          <w:numId w:val="10"/>
        </w:numPr>
      </w:pPr>
      <w:r>
        <w:t>soient protégées et gardées strictement confidentielles, et soient traitées avec le même degré de précaution et de protection qu’il accorde à ses propres informations confidentielles de même importance ;</w:t>
      </w:r>
    </w:p>
    <w:p w14:paraId="1B1706E6" w14:textId="77777777" w:rsidR="00993105" w:rsidRDefault="00447B3F">
      <w:pPr>
        <w:pStyle w:val="Redaliapuces"/>
        <w:numPr>
          <w:ilvl w:val="0"/>
          <w:numId w:val="10"/>
        </w:numPr>
      </w:pPr>
      <w:r>
        <w:t>ne soient transmises de manière interne qu’au Personnel ;</w:t>
      </w:r>
    </w:p>
    <w:p w14:paraId="5D70555C" w14:textId="77777777" w:rsidR="00993105" w:rsidRDefault="00447B3F">
      <w:pPr>
        <w:pStyle w:val="Redaliapuces"/>
        <w:numPr>
          <w:ilvl w:val="0"/>
          <w:numId w:val="10"/>
        </w:numPr>
      </w:pPr>
      <w:r>
        <w:t>ne soient pas utilisées dans un autre but que celui défini par le Contrat.</w:t>
      </w:r>
    </w:p>
    <w:p w14:paraId="39877FEA" w14:textId="77777777" w:rsidR="00993105" w:rsidRDefault="00993105">
      <w:pPr>
        <w:pStyle w:val="RedaliaNormal"/>
      </w:pPr>
    </w:p>
    <w:p w14:paraId="1E431784" w14:textId="77777777" w:rsidR="00993105" w:rsidRDefault="00447B3F">
      <w:pPr>
        <w:pStyle w:val="RedaliaNormal"/>
      </w:pPr>
      <w:r>
        <w:t>Nonobstant le paragraphe ci-dessus, les informations relevant du secret professionnel et du secret bancaire doivent être gardées confidentielles jusqu’à ce que le secret y relatif soit levé.</w:t>
      </w:r>
    </w:p>
    <w:p w14:paraId="0EE9DED3" w14:textId="77777777" w:rsidR="00993105" w:rsidRDefault="00993105">
      <w:pPr>
        <w:pStyle w:val="RedaliaNormal"/>
      </w:pPr>
    </w:p>
    <w:p w14:paraId="3D15FD26" w14:textId="77777777" w:rsidR="00993105" w:rsidRDefault="00447B3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F9D7300" w14:textId="77777777" w:rsidR="00993105" w:rsidRDefault="00993105">
      <w:pPr>
        <w:pStyle w:val="RedaliaNormal"/>
      </w:pPr>
    </w:p>
    <w:p w14:paraId="26517276" w14:textId="77777777" w:rsidR="00993105" w:rsidRDefault="00447B3F">
      <w:pPr>
        <w:pStyle w:val="RedaliaNormal"/>
      </w:pPr>
      <w:r>
        <w:t>En fin de contrat le Titulaire s’engage à restituer intégralement les documents fournis.</w:t>
      </w:r>
    </w:p>
    <w:p w14:paraId="1DA0D9D5" w14:textId="77777777" w:rsidR="00993105" w:rsidRDefault="00447B3F">
      <w:pPr>
        <w:pStyle w:val="RedaliaTitre3"/>
      </w:pPr>
      <w:r>
        <w:t>Pouvoirs du Titulaire</w:t>
      </w:r>
    </w:p>
    <w:p w14:paraId="3ED1865D" w14:textId="77777777" w:rsidR="00993105" w:rsidRDefault="00447B3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71C6A4A" w14:textId="77777777" w:rsidR="00993105" w:rsidRDefault="00447B3F">
      <w:pPr>
        <w:pStyle w:val="RedaliaTitre3"/>
      </w:pPr>
      <w:r>
        <w:t>Clause d’intégrité</w:t>
      </w:r>
    </w:p>
    <w:p w14:paraId="68265DD1" w14:textId="77777777" w:rsidR="00993105" w:rsidRDefault="00447B3F">
      <w:pPr>
        <w:pStyle w:val="RedaliaNormal"/>
      </w:pPr>
      <w:r>
        <w:t>Le Titulaire déclare et s’engage à :</w:t>
      </w:r>
    </w:p>
    <w:p w14:paraId="22E9F8F6" w14:textId="77777777" w:rsidR="00993105" w:rsidRDefault="00447B3F">
      <w:pPr>
        <w:pStyle w:val="Redaliapuces"/>
        <w:numPr>
          <w:ilvl w:val="0"/>
          <w:numId w:val="10"/>
        </w:numPr>
      </w:pPr>
      <w:r>
        <w:t>n’avoir commis aucun acte susceptible d’influencer le processus de mise en concurrence et notamment qu’aucune Entente n’est intervenue et n’interviendra ;</w:t>
      </w:r>
    </w:p>
    <w:p w14:paraId="0500CDA3" w14:textId="77777777" w:rsidR="00993105" w:rsidRDefault="00447B3F">
      <w:pPr>
        <w:pStyle w:val="Redaliapuces"/>
        <w:numPr>
          <w:ilvl w:val="0"/>
          <w:numId w:val="10"/>
        </w:numPr>
      </w:pPr>
      <w:r>
        <w:t xml:space="preserve">ce que la négociation, la passation et l’exécution du Contrat </w:t>
      </w:r>
      <w:r>
        <w:t>n’ont pas donné, ne donnent pas et ne donneront pas lieu à un Acte de Corruption et/ou à un Acte de Fraude.</w:t>
      </w:r>
    </w:p>
    <w:p w14:paraId="0ADD98A5" w14:textId="77777777" w:rsidR="00993105" w:rsidRDefault="00447B3F">
      <w:pPr>
        <w:pStyle w:val="RedaliaTitre3"/>
      </w:pPr>
      <w:r>
        <w:t>Responsabilité sociale et environnementale</w:t>
      </w:r>
    </w:p>
    <w:p w14:paraId="7235AEC8" w14:textId="77777777" w:rsidR="00993105" w:rsidRDefault="00447B3F">
      <w:pPr>
        <w:pStyle w:val="RedaliaNormal"/>
      </w:pPr>
      <w:r>
        <w:t>Le Pouvoir Adjudicateur attache une grande importance au respect des dispositions en faveur du développement durable, dans ses aspects tant sociaux qu’environnementaux.</w:t>
      </w:r>
    </w:p>
    <w:p w14:paraId="107F1B61" w14:textId="77777777" w:rsidR="00993105" w:rsidRDefault="00447B3F">
      <w:pPr>
        <w:pStyle w:val="RedaliaTitre3"/>
      </w:pPr>
      <w:r>
        <w:t>Données à caractère personnel</w:t>
      </w:r>
    </w:p>
    <w:p w14:paraId="774A214A" w14:textId="77777777" w:rsidR="00993105" w:rsidRDefault="00447B3F">
      <w:pPr>
        <w:pStyle w:val="RedaliaNormal"/>
      </w:pPr>
      <w:r>
        <w:t xml:space="preserve">Dans le cadre de la Prestation, le Titulaire sera éventuellement amené à traiter des données à caractère personnel, au sens du règlement (UE) 2016/679 du Parlement européen et du conseil du 27 avril 2016, dit </w:t>
      </w:r>
      <w:r>
        <w:lastRenderedPageBreak/>
        <w:t>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1EC17E7" w14:textId="77777777" w:rsidR="00993105" w:rsidRDefault="00993105">
      <w:pPr>
        <w:pStyle w:val="RedaliaNormal"/>
      </w:pPr>
    </w:p>
    <w:p w14:paraId="095DFB39" w14:textId="77777777" w:rsidR="00993105" w:rsidRDefault="00447B3F">
      <w:pPr>
        <w:pStyle w:val="RedaliaNormal"/>
      </w:pPr>
      <w:r>
        <w:t>Aussi, le cas échéant, le Titulaire s’engage à :</w:t>
      </w:r>
    </w:p>
    <w:p w14:paraId="757B6862" w14:textId="77777777" w:rsidR="00993105" w:rsidRDefault="00993105">
      <w:pPr>
        <w:pStyle w:val="RedaliaNormal"/>
      </w:pPr>
    </w:p>
    <w:p w14:paraId="1A607E07" w14:textId="77777777" w:rsidR="00993105" w:rsidRDefault="00447B3F">
      <w:pPr>
        <w:pStyle w:val="Redaliapuces"/>
        <w:numPr>
          <w:ilvl w:val="0"/>
          <w:numId w:val="10"/>
        </w:numPr>
      </w:pPr>
      <w:r>
        <w:t>ne pas utiliser les Données à des fins autres que celles nécessaires à la mise en œuvre de la Prestation et à ne faire aucune copie des Données autrement que dans le strict cadre de l'exécution du Contrat,</w:t>
      </w:r>
    </w:p>
    <w:p w14:paraId="02CF80ED" w14:textId="77777777" w:rsidR="00993105" w:rsidRDefault="00447B3F">
      <w:pPr>
        <w:pStyle w:val="Redaliapuces"/>
        <w:numPr>
          <w:ilvl w:val="0"/>
          <w:numId w:val="10"/>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w:t>
      </w:r>
      <w:r>
        <w:t>e la Prestation,</w:t>
      </w:r>
    </w:p>
    <w:p w14:paraId="6D91C848" w14:textId="77777777" w:rsidR="00993105" w:rsidRDefault="00447B3F">
      <w:pPr>
        <w:pStyle w:val="Redaliapuces"/>
        <w:numPr>
          <w:ilvl w:val="0"/>
          <w:numId w:val="10"/>
        </w:numPr>
      </w:pPr>
      <w:r>
        <w:t>ne procéder à aucun transfert des Données vers des Etats n’appartenant pas à l’Espace Economique Européen, au sens des articles 44 et suivants du RGPD, sans l’accord écrit préalable du Pouvoir Adjudicateur.</w:t>
      </w:r>
    </w:p>
    <w:p w14:paraId="0CBD573E" w14:textId="77777777" w:rsidR="00993105" w:rsidRDefault="00993105">
      <w:pPr>
        <w:pStyle w:val="RedaliaNormal"/>
      </w:pPr>
    </w:p>
    <w:p w14:paraId="56C88AE9" w14:textId="77777777" w:rsidR="00993105" w:rsidRDefault="00447B3F">
      <w:pPr>
        <w:pStyle w:val="RedaliaNormal"/>
        <w:rPr>
          <w:b/>
          <w:bCs/>
        </w:rPr>
      </w:pPr>
      <w:r>
        <w:rPr>
          <w:b/>
          <w:bCs/>
        </w:rPr>
        <w:t>Sous-traitance</w:t>
      </w:r>
    </w:p>
    <w:p w14:paraId="6685FEFC" w14:textId="77777777" w:rsidR="00993105" w:rsidRDefault="00993105">
      <w:pPr>
        <w:pStyle w:val="RedaliaNormal"/>
      </w:pPr>
    </w:p>
    <w:p w14:paraId="3D93EA6E" w14:textId="77777777" w:rsidR="00993105" w:rsidRDefault="00447B3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6E95527A" w14:textId="77777777" w:rsidR="00993105" w:rsidRDefault="00993105">
      <w:pPr>
        <w:pStyle w:val="RedaliaNormal"/>
      </w:pPr>
    </w:p>
    <w:p w14:paraId="718A0E53" w14:textId="77777777" w:rsidR="00993105" w:rsidRDefault="00447B3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585477AB" w14:textId="77777777" w:rsidR="00993105" w:rsidRDefault="00993105">
      <w:pPr>
        <w:pStyle w:val="RedaliaNormal"/>
      </w:pPr>
    </w:p>
    <w:p w14:paraId="3B7FBC27" w14:textId="77777777" w:rsidR="00993105" w:rsidRDefault="00447B3F">
      <w:pPr>
        <w:pStyle w:val="RedaliaNormal"/>
        <w:rPr>
          <w:b/>
          <w:bCs/>
        </w:rPr>
      </w:pPr>
      <w:r>
        <w:rPr>
          <w:b/>
          <w:bCs/>
        </w:rPr>
        <w:t>Sécurité, confidentialité et audit</w:t>
      </w:r>
    </w:p>
    <w:p w14:paraId="2E6206A0" w14:textId="77777777" w:rsidR="00993105" w:rsidRDefault="00993105">
      <w:pPr>
        <w:pStyle w:val="RedaliaNormal"/>
      </w:pPr>
    </w:p>
    <w:p w14:paraId="01A4F588" w14:textId="77777777" w:rsidR="00993105" w:rsidRDefault="00447B3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w:t>
      </w:r>
      <w:r>
        <w:t>eur si les mesures mises en œuvre ne répondent pas ou plus à ces exigences.</w:t>
      </w:r>
    </w:p>
    <w:p w14:paraId="306C07DF" w14:textId="77777777" w:rsidR="00993105" w:rsidRDefault="00993105">
      <w:pPr>
        <w:pStyle w:val="RedaliaNormal"/>
      </w:pPr>
    </w:p>
    <w:p w14:paraId="3B76C8F6" w14:textId="77777777" w:rsidR="00993105" w:rsidRDefault="00447B3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7084744" w14:textId="77777777" w:rsidR="00993105" w:rsidRDefault="00993105">
      <w:pPr>
        <w:pStyle w:val="RedaliaNormal"/>
      </w:pPr>
    </w:p>
    <w:p w14:paraId="73A2DF34" w14:textId="77777777" w:rsidR="00993105" w:rsidRDefault="00447B3F">
      <w:pPr>
        <w:pStyle w:val="RedaliaNormal"/>
      </w:pPr>
      <w:r>
        <w:t xml:space="preserve">Les présentes obligations de confidentialité et de sécurité des Données restent valables après le terme du Contrat dès lors que le Titulaire continuerait à stocker les Données ou d’y accéder. Ces obligations ne </w:t>
      </w:r>
      <w:r>
        <w:lastRenderedPageBreak/>
        <w:t>prendront fin qu’au jour où le Titulaire cessera d’accéder et/ou de stocker les Données.</w:t>
      </w:r>
    </w:p>
    <w:p w14:paraId="4A59D67C" w14:textId="77777777" w:rsidR="00993105" w:rsidRDefault="00993105">
      <w:pPr>
        <w:pStyle w:val="RedaliaNormal"/>
      </w:pPr>
    </w:p>
    <w:p w14:paraId="738631FA" w14:textId="77777777" w:rsidR="00993105" w:rsidRDefault="00447B3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7E384957" w14:textId="77777777" w:rsidR="00993105" w:rsidRDefault="00447B3F">
      <w:pPr>
        <w:pStyle w:val="Redaliapuces"/>
        <w:numPr>
          <w:ilvl w:val="0"/>
          <w:numId w:val="10"/>
        </w:numPr>
      </w:pPr>
      <w:r>
        <w:t xml:space="preserve">solliciter toute information utile auprès du Titulaire justifiant de la mise en place des mesures de sécurité et de </w:t>
      </w:r>
      <w:r>
        <w:t>confidentialité (contrôles sur pièces),</w:t>
      </w:r>
    </w:p>
    <w:p w14:paraId="506282D2" w14:textId="77777777" w:rsidR="00993105" w:rsidRDefault="00447B3F">
      <w:pPr>
        <w:pStyle w:val="Redaliapuces"/>
        <w:numPr>
          <w:ilvl w:val="0"/>
          <w:numId w:val="10"/>
        </w:numPr>
      </w:pPr>
      <w:r>
        <w:t>contrôler sur le lieu d’activité du Titulaire ou de son sous-traitant l’effectivité de la mise en place de ces mesures (contrôles sur place).</w:t>
      </w:r>
    </w:p>
    <w:p w14:paraId="6E4181A3" w14:textId="77777777" w:rsidR="00993105" w:rsidRDefault="00993105">
      <w:pPr>
        <w:pStyle w:val="RedaliaNormal"/>
      </w:pPr>
    </w:p>
    <w:p w14:paraId="621731C4" w14:textId="77777777" w:rsidR="00993105" w:rsidRDefault="00447B3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w:t>
      </w:r>
      <w:r>
        <w:t>t toute atteinte, perte, vol, accès non autorisé, divulgation, destruction, altération des Données (ci-après « Violation des Données »).</w:t>
      </w:r>
    </w:p>
    <w:p w14:paraId="2EDD073E" w14:textId="77777777" w:rsidR="00993105" w:rsidRDefault="00993105">
      <w:pPr>
        <w:pStyle w:val="RedaliaNormal"/>
      </w:pPr>
    </w:p>
    <w:p w14:paraId="706BA399" w14:textId="77777777" w:rsidR="00993105" w:rsidRDefault="00447B3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C7008C2" w14:textId="77777777" w:rsidR="00993105" w:rsidRDefault="00993105">
      <w:pPr>
        <w:pStyle w:val="RedaliaNormal"/>
      </w:pPr>
    </w:p>
    <w:p w14:paraId="210CF523" w14:textId="77777777" w:rsidR="00993105" w:rsidRDefault="00447B3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9250088" w14:textId="77777777" w:rsidR="00993105" w:rsidRDefault="00993105">
      <w:pPr>
        <w:pStyle w:val="RedaliaNormal"/>
      </w:pPr>
    </w:p>
    <w:p w14:paraId="6B921973" w14:textId="77777777" w:rsidR="00993105" w:rsidRDefault="00447B3F">
      <w:pPr>
        <w:pStyle w:val="RedaliaNormal"/>
        <w:rPr>
          <w:b/>
          <w:bCs/>
        </w:rPr>
      </w:pPr>
      <w:r>
        <w:rPr>
          <w:b/>
          <w:bCs/>
        </w:rPr>
        <w:t>Notification des Violations de Données par le Titulaire</w:t>
      </w:r>
    </w:p>
    <w:p w14:paraId="5EE74BE2" w14:textId="77777777" w:rsidR="00993105" w:rsidRDefault="00993105">
      <w:pPr>
        <w:pStyle w:val="RedaliaNormal"/>
      </w:pPr>
    </w:p>
    <w:p w14:paraId="6A5707B9" w14:textId="77777777" w:rsidR="00993105" w:rsidRDefault="00447B3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7D03041" w14:textId="77777777" w:rsidR="00993105" w:rsidRDefault="00993105">
      <w:pPr>
        <w:pStyle w:val="RedaliaNormal"/>
      </w:pPr>
    </w:p>
    <w:p w14:paraId="78D8049A" w14:textId="77777777" w:rsidR="00993105" w:rsidRDefault="00447B3F">
      <w:pPr>
        <w:pStyle w:val="RedaliaNormal"/>
      </w:pPr>
      <w:r>
        <w:t>En accord avec le Pouvoir Adjudicateur, le Titulaire devra mettre en œuvre sans tarder toutes les mesures appropriées pour prévenir toute nouvelle Violation des Données.</w:t>
      </w:r>
    </w:p>
    <w:p w14:paraId="123583BB" w14:textId="77777777" w:rsidR="00993105" w:rsidRDefault="00993105">
      <w:pPr>
        <w:pStyle w:val="RedaliaNormal"/>
      </w:pPr>
    </w:p>
    <w:p w14:paraId="2A0B531C" w14:textId="77777777" w:rsidR="00993105" w:rsidRDefault="00447B3F">
      <w:pPr>
        <w:pStyle w:val="RedaliaNormal"/>
      </w:pPr>
      <w:r>
        <w:t>La notification des Violations des Données au Pouvoir Adjudicateur par le Titulaire et leur gestion font partie intégrante des Prestations et ne donnera pas lieu à facturation complémentaire.</w:t>
      </w:r>
    </w:p>
    <w:p w14:paraId="0F80192A" w14:textId="77777777" w:rsidR="00993105" w:rsidRDefault="00993105">
      <w:pPr>
        <w:pStyle w:val="RedaliaNormal"/>
      </w:pPr>
    </w:p>
    <w:p w14:paraId="40521861" w14:textId="77777777" w:rsidR="00993105" w:rsidRDefault="00447B3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87E1CF4" w14:textId="77777777" w:rsidR="00993105" w:rsidRDefault="00993105">
      <w:pPr>
        <w:pStyle w:val="RedaliaNormal"/>
      </w:pPr>
    </w:p>
    <w:p w14:paraId="09297CB5" w14:textId="77777777" w:rsidR="00993105" w:rsidRDefault="00447B3F">
      <w:pPr>
        <w:pStyle w:val="RedaliaNormal"/>
      </w:pPr>
      <w:r>
        <w:lastRenderedPageBreak/>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7A1EAD9" w14:textId="77777777" w:rsidR="00993105" w:rsidRDefault="00993105">
      <w:pPr>
        <w:pStyle w:val="RedaliaNormal"/>
      </w:pPr>
    </w:p>
    <w:p w14:paraId="39BB3810" w14:textId="77777777" w:rsidR="00993105" w:rsidRDefault="00447B3F">
      <w:pPr>
        <w:pStyle w:val="RedaliaNormal"/>
        <w:rPr>
          <w:b/>
          <w:bCs/>
        </w:rPr>
      </w:pPr>
      <w:r>
        <w:rPr>
          <w:b/>
          <w:bCs/>
        </w:rPr>
        <w:t>Pouvoir d’instruction du Pouvoir Adjudicateur</w:t>
      </w:r>
    </w:p>
    <w:p w14:paraId="5E627E40" w14:textId="77777777" w:rsidR="00993105" w:rsidRDefault="00993105">
      <w:pPr>
        <w:pStyle w:val="RedaliaNormal"/>
      </w:pPr>
    </w:p>
    <w:p w14:paraId="03923F2F" w14:textId="77777777" w:rsidR="00993105" w:rsidRDefault="00447B3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1C8EB110" w14:textId="77777777" w:rsidR="00993105" w:rsidRDefault="00993105">
      <w:pPr>
        <w:pStyle w:val="RedaliaNormal"/>
      </w:pPr>
    </w:p>
    <w:p w14:paraId="292B7520" w14:textId="77777777" w:rsidR="00993105" w:rsidRDefault="00447B3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03391CF4" w14:textId="77777777" w:rsidR="00993105" w:rsidRDefault="00993105">
      <w:pPr>
        <w:pStyle w:val="RedaliaNormal"/>
      </w:pPr>
    </w:p>
    <w:p w14:paraId="41186554" w14:textId="77777777" w:rsidR="00993105" w:rsidRDefault="00447B3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FF41332" w14:textId="77777777" w:rsidR="00993105" w:rsidRDefault="00993105">
      <w:pPr>
        <w:pStyle w:val="RedaliaNormal"/>
      </w:pPr>
    </w:p>
    <w:p w14:paraId="3191412D" w14:textId="77777777" w:rsidR="00993105" w:rsidRDefault="00447B3F">
      <w:pPr>
        <w:pStyle w:val="RedaliaNormal"/>
      </w:pPr>
      <w:r>
        <w:t xml:space="preserve">La suppression sera, le cas échéant, consignée dans un </w:t>
      </w:r>
      <w:r>
        <w:t>procès-verbal avec indication de la date. Une copie de ce procès-verbal sera transmise au Pouvoir Adjudicateur.</w:t>
      </w:r>
    </w:p>
    <w:p w14:paraId="2C7E3749" w14:textId="77777777" w:rsidR="00993105" w:rsidRDefault="00993105">
      <w:pPr>
        <w:pStyle w:val="RedaliaNormal"/>
      </w:pPr>
    </w:p>
    <w:p w14:paraId="011BC07E" w14:textId="77777777" w:rsidR="00993105" w:rsidRDefault="00447B3F">
      <w:pPr>
        <w:pStyle w:val="RedaliaNormal"/>
        <w:rPr>
          <w:b/>
          <w:bCs/>
        </w:rPr>
      </w:pPr>
      <w:r>
        <w:rPr>
          <w:b/>
          <w:bCs/>
        </w:rPr>
        <w:t>Droits des personnes concernées</w:t>
      </w:r>
    </w:p>
    <w:p w14:paraId="20B45481" w14:textId="77777777" w:rsidR="00993105" w:rsidRDefault="00993105">
      <w:pPr>
        <w:pStyle w:val="RedaliaNormal"/>
      </w:pPr>
    </w:p>
    <w:p w14:paraId="411A8B37" w14:textId="77777777" w:rsidR="00993105" w:rsidRDefault="00447B3F">
      <w:pPr>
        <w:pStyle w:val="RedaliaNormal"/>
      </w:pPr>
      <w:r>
        <w:t xml:space="preserve">Toute demande d’information auprès du Titulaire émise par une personne concernée par le traitement des </w:t>
      </w:r>
      <w:r>
        <w:t>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25BA4B8" w14:textId="77777777" w:rsidR="00993105" w:rsidRDefault="00993105">
      <w:pPr>
        <w:pStyle w:val="RedaliaNormal"/>
      </w:pPr>
    </w:p>
    <w:p w14:paraId="00CB0003" w14:textId="77777777" w:rsidR="00993105" w:rsidRDefault="00447B3F">
      <w:pPr>
        <w:pStyle w:val="RedaliaNormal"/>
        <w:rPr>
          <w:b/>
          <w:bCs/>
        </w:rPr>
      </w:pPr>
      <w:r>
        <w:rPr>
          <w:b/>
          <w:bCs/>
        </w:rPr>
        <w:t>Formalités</w:t>
      </w:r>
    </w:p>
    <w:p w14:paraId="06CC2C6A" w14:textId="77777777" w:rsidR="00993105" w:rsidRDefault="00993105">
      <w:pPr>
        <w:pStyle w:val="RedaliaNormal"/>
      </w:pPr>
    </w:p>
    <w:p w14:paraId="61D09042" w14:textId="77777777" w:rsidR="00993105" w:rsidRDefault="00447B3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93B30B3" w14:textId="77777777" w:rsidR="00993105" w:rsidRDefault="00993105">
      <w:pPr>
        <w:pStyle w:val="RedaliaNormal"/>
      </w:pPr>
    </w:p>
    <w:p w14:paraId="0EC7F070" w14:textId="77777777" w:rsidR="00993105" w:rsidRDefault="00447B3F">
      <w:pPr>
        <w:pStyle w:val="RedaliaNormal"/>
        <w:rPr>
          <w:b/>
          <w:bCs/>
        </w:rPr>
      </w:pPr>
      <w:r>
        <w:rPr>
          <w:b/>
          <w:bCs/>
        </w:rPr>
        <w:t>Preuve de la conformité du traitement</w:t>
      </w:r>
    </w:p>
    <w:p w14:paraId="275FAF03" w14:textId="77777777" w:rsidR="00993105" w:rsidRDefault="00993105">
      <w:pPr>
        <w:pStyle w:val="RedaliaNormal"/>
      </w:pPr>
    </w:p>
    <w:p w14:paraId="1CC9D405" w14:textId="77777777" w:rsidR="00993105" w:rsidRDefault="00447B3F">
      <w:pPr>
        <w:pStyle w:val="RedaliaNormal"/>
      </w:pPr>
      <w:r>
        <w:t xml:space="preserve">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w:t>
      </w:r>
      <w:r>
        <w:lastRenderedPageBreak/>
        <w:t>éventuelles instructions spécifiques  du Pouvoir Adjudicateur.</w:t>
      </w:r>
    </w:p>
    <w:p w14:paraId="05D773B3" w14:textId="77777777" w:rsidR="00993105" w:rsidRDefault="00993105">
      <w:pPr>
        <w:pStyle w:val="RedaliaNormal"/>
      </w:pPr>
    </w:p>
    <w:p w14:paraId="357E5020" w14:textId="77777777" w:rsidR="00993105" w:rsidRDefault="00447B3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49D4BB02" w14:textId="77777777" w:rsidR="00993105" w:rsidRDefault="00993105">
      <w:pPr>
        <w:pStyle w:val="RedaliaNormal"/>
      </w:pPr>
    </w:p>
    <w:p w14:paraId="01171E56" w14:textId="77777777" w:rsidR="00993105" w:rsidRDefault="00447B3F">
      <w:pPr>
        <w:pStyle w:val="RedaliaNormal"/>
        <w:rPr>
          <w:b/>
          <w:bCs/>
        </w:rPr>
      </w:pPr>
      <w:r>
        <w:rPr>
          <w:b/>
          <w:bCs/>
        </w:rPr>
        <w:t>Gestion des fournisseurs du Pouvoir Adjudicateur</w:t>
      </w:r>
    </w:p>
    <w:p w14:paraId="6EF37E37" w14:textId="77777777" w:rsidR="00993105" w:rsidRDefault="00993105">
      <w:pPr>
        <w:pStyle w:val="RedaliaNormal"/>
      </w:pPr>
    </w:p>
    <w:p w14:paraId="0E3DEDEF" w14:textId="77777777" w:rsidR="00993105" w:rsidRDefault="00447B3F">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78DDA2B1" w14:textId="77777777" w:rsidR="00993105" w:rsidRDefault="00447B3F">
      <w:pPr>
        <w:pStyle w:val="RedaliaTitre2"/>
      </w:pPr>
      <w:bookmarkStart w:id="180" w:name="__RefHeading___Toc8997_598829110"/>
      <w:bookmarkStart w:id="181" w:name="_Toc200983292"/>
      <w:bookmarkStart w:id="182" w:name="_Toc201166452"/>
      <w:r>
        <w:t>Obligations du Pouvoir Adjudicateur</w:t>
      </w:r>
      <w:bookmarkEnd w:id="180"/>
      <w:bookmarkEnd w:id="181"/>
      <w:bookmarkEnd w:id="182"/>
    </w:p>
    <w:p w14:paraId="69B75B55" w14:textId="77777777" w:rsidR="00993105" w:rsidRDefault="00447B3F">
      <w:pPr>
        <w:pStyle w:val="RedaliaNormal"/>
      </w:pPr>
      <w:r>
        <w:t>Pour permettre au Titulaire de mener à bien son travail, le Pouvoir Adjudicateur veillera à :</w:t>
      </w:r>
    </w:p>
    <w:p w14:paraId="3A37AF9C" w14:textId="77777777" w:rsidR="00993105" w:rsidRDefault="00447B3F">
      <w:pPr>
        <w:pStyle w:val="Redaliapuces"/>
        <w:numPr>
          <w:ilvl w:val="0"/>
          <w:numId w:val="10"/>
        </w:numPr>
      </w:pPr>
      <w:r>
        <w:t>mettre à la disposition du Titulaire tous les éléments qu’elle détient et nécessaires à la connaissance du problème en vue de la réalisation de la Prestation ;</w:t>
      </w:r>
    </w:p>
    <w:p w14:paraId="0558C473" w14:textId="77777777" w:rsidR="00993105" w:rsidRDefault="00447B3F">
      <w:pPr>
        <w:pStyle w:val="Redaliapuces"/>
        <w:numPr>
          <w:ilvl w:val="0"/>
          <w:numId w:val="10"/>
        </w:numPr>
      </w:pPr>
      <w:r>
        <w:t>faciliter la prise de contact du Titulaire avec les personnes du Pouvoir Adjudicateur concernées par la Prestation.</w:t>
      </w:r>
    </w:p>
    <w:p w14:paraId="39751BE9" w14:textId="77777777" w:rsidR="00993105" w:rsidRDefault="00447B3F">
      <w:pPr>
        <w:pStyle w:val="RedaliaTitre2"/>
      </w:pPr>
      <w:bookmarkStart w:id="183" w:name="__RefHeading___Toc8999_598829110"/>
      <w:bookmarkStart w:id="184" w:name="_Toc200983293"/>
      <w:bookmarkStart w:id="185" w:name="_Toc201166453"/>
      <w:r>
        <w:t>Divers</w:t>
      </w:r>
      <w:bookmarkEnd w:id="183"/>
      <w:bookmarkEnd w:id="184"/>
      <w:bookmarkEnd w:id="185"/>
    </w:p>
    <w:p w14:paraId="5CBC92F5" w14:textId="77777777" w:rsidR="00993105" w:rsidRDefault="00447B3F">
      <w:pPr>
        <w:pStyle w:val="RedaliaNormal"/>
      </w:pPr>
      <w:r>
        <w:t>Le Titulaire ne pourra céder aucun de ses droits et/ou obligations au titre du présent marché sauf accord exprès et préalable du Pouvoir Adjudicateur.</w:t>
      </w:r>
    </w:p>
    <w:p w14:paraId="495EAEA0" w14:textId="77777777" w:rsidR="00993105" w:rsidRDefault="00993105">
      <w:pPr>
        <w:pStyle w:val="RedaliaNormal"/>
      </w:pPr>
    </w:p>
    <w:p w14:paraId="505DFFFF" w14:textId="77777777" w:rsidR="00993105" w:rsidRDefault="00447B3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4132CB9A" w14:textId="77777777" w:rsidR="00993105" w:rsidRDefault="00993105">
      <w:pPr>
        <w:pStyle w:val="RedaliaNormal"/>
      </w:pPr>
    </w:p>
    <w:p w14:paraId="54B9B759" w14:textId="77777777" w:rsidR="00993105" w:rsidRDefault="00447B3F">
      <w:pPr>
        <w:pStyle w:val="RedaliaNormal"/>
      </w:pPr>
      <w:r>
        <w:t xml:space="preserve">Toute modification des termes et conditions du Contrat, y compris les modifications portées à la </w:t>
      </w:r>
      <w:r>
        <w:t>nature ou au volume de la Prestation ou au montant du Contrat, devra faire l’objet d’un accord écrit des Parties.</w:t>
      </w:r>
    </w:p>
    <w:p w14:paraId="73BBBA74" w14:textId="77777777" w:rsidR="00993105" w:rsidRDefault="00993105">
      <w:pPr>
        <w:pStyle w:val="RedaliaNormal"/>
      </w:pPr>
    </w:p>
    <w:p w14:paraId="03ECEE47" w14:textId="77777777" w:rsidR="00993105" w:rsidRDefault="00447B3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37DD044" w14:textId="77777777" w:rsidR="00993105" w:rsidRDefault="00447B3F">
      <w:pPr>
        <w:pStyle w:val="RedaliaTitre1"/>
      </w:pPr>
      <w:bookmarkStart w:id="186" w:name="_Toc180614147"/>
      <w:bookmarkStart w:id="187" w:name="__RefHeading___Toc9001_598829110"/>
      <w:bookmarkStart w:id="188" w:name="_Toc200983294"/>
      <w:bookmarkStart w:id="189" w:name="_Toc201166454"/>
      <w:r>
        <w:t>Audit</w:t>
      </w:r>
      <w:bookmarkEnd w:id="186"/>
      <w:bookmarkEnd w:id="187"/>
      <w:bookmarkEnd w:id="188"/>
      <w:bookmarkEnd w:id="189"/>
    </w:p>
    <w:p w14:paraId="7CAB9C90" w14:textId="77777777" w:rsidR="00993105" w:rsidRDefault="00447B3F">
      <w:pPr>
        <w:pStyle w:val="RedaliaNormal"/>
      </w:pPr>
      <w: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w:t>
      </w:r>
      <w:r>
        <w:t xml:space="preserve">publiques ainsi que pour </w:t>
      </w:r>
      <w:r>
        <w:lastRenderedPageBreak/>
        <w:t>les personnes désignées par elles le droit de procéder à tout audit du Fournisseur. Cet audit pourrait :</w:t>
      </w:r>
    </w:p>
    <w:p w14:paraId="5EA234AD" w14:textId="77777777" w:rsidR="00993105" w:rsidRDefault="00447B3F">
      <w:pPr>
        <w:pStyle w:val="Redaliapuces"/>
        <w:numPr>
          <w:ilvl w:val="0"/>
          <w:numId w:val="10"/>
        </w:numPr>
      </w:pPr>
      <w:r>
        <w:t>Viser à vérifier le respect, par lui, de ses obligations contractuelles, des conditions d'exécution des prestations et/ou de la performance du titulaire, ainsi que des exigences règlementaires applicables ;</w:t>
      </w:r>
    </w:p>
    <w:p w14:paraId="0FCBAE23" w14:textId="77777777" w:rsidR="00993105" w:rsidRDefault="00447B3F">
      <w:pPr>
        <w:pStyle w:val="Redaliapuces"/>
        <w:numPr>
          <w:ilvl w:val="0"/>
          <w:numId w:val="10"/>
        </w:numPr>
      </w:pPr>
      <w:r>
        <w:t>Porter sur les données à caractère personnel dont les modalités sont précisées à l’article Données à caractère personnel du présent marché ;</w:t>
      </w:r>
    </w:p>
    <w:p w14:paraId="13E42DAA" w14:textId="77777777" w:rsidR="00993105" w:rsidRDefault="00447B3F">
      <w:pPr>
        <w:pStyle w:val="Redaliapuces"/>
        <w:numPr>
          <w:ilvl w:val="0"/>
          <w:numId w:val="10"/>
        </w:numPr>
      </w:pPr>
      <w:r>
        <w:t>Permettre l’exercice des pouvoirs de surveillance et de résolution de l’ACPR, tels que prévus à l’article 63, paragraphe 1, point a), de la Directive 2014/59/UE et à l’article 65, paragraphe 3, de la Directive 2013/36/UE.</w:t>
      </w:r>
    </w:p>
    <w:p w14:paraId="33B88808" w14:textId="77777777" w:rsidR="00993105" w:rsidRDefault="00993105">
      <w:pPr>
        <w:pStyle w:val="RedaliaNormal"/>
      </w:pPr>
    </w:p>
    <w:p w14:paraId="49477A5D" w14:textId="77777777" w:rsidR="00993105" w:rsidRDefault="00447B3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w:t>
      </w:r>
      <w:r>
        <w:t>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562E2B5C" w14:textId="77777777" w:rsidR="00993105" w:rsidRDefault="00447B3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44423FA3" w14:textId="77777777" w:rsidR="00993105" w:rsidRDefault="00447B3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C903A8A" w14:textId="77777777" w:rsidR="00993105" w:rsidRDefault="00993105">
      <w:pPr>
        <w:pStyle w:val="RedaliaNormal"/>
      </w:pPr>
    </w:p>
    <w:p w14:paraId="0422904F" w14:textId="77777777" w:rsidR="00993105" w:rsidRDefault="00447B3F">
      <w:pPr>
        <w:pStyle w:val="RedaliaNormal"/>
      </w:pPr>
      <w:r>
        <w:t>Cet audit pourra être réalisé à tout moment au choix du Pouvoir Adjudicateur y compris une fois le contrat terminé, dans la limite d’une durée cinq (5) ans.</w:t>
      </w:r>
    </w:p>
    <w:p w14:paraId="3D06E7D0" w14:textId="77777777" w:rsidR="00993105" w:rsidRDefault="00993105">
      <w:pPr>
        <w:pStyle w:val="RedaliaNormal"/>
      </w:pPr>
    </w:p>
    <w:p w14:paraId="4CF7EA7B" w14:textId="77777777" w:rsidR="00993105" w:rsidRDefault="00447B3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DEB5B4E" w14:textId="77777777" w:rsidR="00993105" w:rsidRDefault="00993105">
      <w:pPr>
        <w:pStyle w:val="RedaliaNormal"/>
      </w:pPr>
    </w:p>
    <w:p w14:paraId="291AAB62" w14:textId="77777777" w:rsidR="00993105" w:rsidRDefault="00447B3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w:t>
      </w:r>
      <w:r>
        <w:t>illeur moyen de parvenir au contrôle ci-dessus dans les limites contractuelles autorisées.</w:t>
      </w:r>
    </w:p>
    <w:p w14:paraId="7F2DA597" w14:textId="77777777" w:rsidR="00993105" w:rsidRDefault="00993105">
      <w:pPr>
        <w:pStyle w:val="RedaliaNormal"/>
      </w:pPr>
    </w:p>
    <w:p w14:paraId="15368DA4" w14:textId="77777777" w:rsidR="00993105" w:rsidRDefault="00447B3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8E482C0" w14:textId="77777777" w:rsidR="00993105" w:rsidRDefault="00993105">
      <w:pPr>
        <w:pStyle w:val="RedaliaNormal"/>
      </w:pPr>
    </w:p>
    <w:p w14:paraId="2178E61B" w14:textId="77777777" w:rsidR="00993105" w:rsidRDefault="00447B3F">
      <w:pPr>
        <w:pStyle w:val="RedaliaNormal"/>
      </w:pPr>
      <w:r>
        <w:t>Le Titulaire s’engage à maintenir des archives complètes et précises sur les factures et toute la documentation associée liée à l’établissement de ces factures.</w:t>
      </w:r>
    </w:p>
    <w:p w14:paraId="362051EE" w14:textId="77777777" w:rsidR="00993105" w:rsidRDefault="00993105">
      <w:pPr>
        <w:pStyle w:val="RedaliaNormal"/>
      </w:pPr>
    </w:p>
    <w:p w14:paraId="10F3F32D" w14:textId="77777777" w:rsidR="00993105" w:rsidRDefault="00447B3F">
      <w:pPr>
        <w:pStyle w:val="RedaliaNormal"/>
      </w:pPr>
      <w:r>
        <w:t>Ces archives comprennent notamment (liste non limitative) :</w:t>
      </w:r>
    </w:p>
    <w:p w14:paraId="79C4C568" w14:textId="77777777" w:rsidR="00993105" w:rsidRDefault="00447B3F">
      <w:pPr>
        <w:pStyle w:val="RedaliaNormal"/>
      </w:pPr>
      <w:r>
        <w:t>- Les documents physiques (papier, CD…),</w:t>
      </w:r>
    </w:p>
    <w:p w14:paraId="0CD6329A" w14:textId="77777777" w:rsidR="00993105" w:rsidRDefault="00447B3F">
      <w:pPr>
        <w:pStyle w:val="RedaliaNormal"/>
      </w:pPr>
      <w:r>
        <w:t>- Les documents électroniques (e-mails et informations stockées dans les bases de données électroniques)</w:t>
      </w:r>
    </w:p>
    <w:p w14:paraId="105FEF54" w14:textId="77777777" w:rsidR="00993105" w:rsidRDefault="00993105">
      <w:pPr>
        <w:pStyle w:val="RedaliaNormal"/>
      </w:pPr>
    </w:p>
    <w:p w14:paraId="4B6D1187" w14:textId="77777777" w:rsidR="00993105" w:rsidRDefault="00447B3F">
      <w:pPr>
        <w:pStyle w:val="RedaliaNormal"/>
      </w:pPr>
      <w:r>
        <w:t xml:space="preserve">Dans </w:t>
      </w:r>
      <w:r>
        <w:t>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24641BC" w14:textId="77777777" w:rsidR="00993105" w:rsidRDefault="00993105">
      <w:pPr>
        <w:pStyle w:val="RedaliaNormal"/>
      </w:pPr>
    </w:p>
    <w:p w14:paraId="4C548D08" w14:textId="77777777" w:rsidR="00993105" w:rsidRDefault="00447B3F">
      <w:pPr>
        <w:pStyle w:val="RedaliaNormal"/>
      </w:pPr>
      <w:r>
        <w:t>Le coût de cet audit est supporté par le pouvoir adjudicateur sauf dans l'hypothèse où cet audit révèle un manquement du Titulaire.</w:t>
      </w:r>
    </w:p>
    <w:p w14:paraId="62B34D89" w14:textId="77777777" w:rsidR="00993105" w:rsidRDefault="00447B3F">
      <w:pPr>
        <w:pStyle w:val="RedaliaTitre1"/>
      </w:pPr>
      <w:bookmarkStart w:id="190" w:name="_Toc180614148"/>
      <w:bookmarkStart w:id="191" w:name="__RefHeading___Toc9003_598829110"/>
      <w:bookmarkStart w:id="192" w:name="_Toc200983295"/>
      <w:bookmarkStart w:id="193" w:name="_Toc201166455"/>
      <w:r>
        <w:t>Réversibilité</w:t>
      </w:r>
      <w:bookmarkEnd w:id="190"/>
      <w:bookmarkEnd w:id="191"/>
      <w:bookmarkEnd w:id="192"/>
      <w:bookmarkEnd w:id="193"/>
    </w:p>
    <w:p w14:paraId="13B2749D" w14:textId="77777777" w:rsidR="00993105" w:rsidRDefault="00447B3F">
      <w:pPr>
        <w:pStyle w:val="RedaliaNormal"/>
      </w:pPr>
      <w:r>
        <w:t>À tout moment en cours d'exécution du présent contrat, à la demande du Pouvoir Adjudicateur, ainsi qu'en cas d'expiration ou de résiliation de tout ou partie du contrat pour quelque motif que ce soit :</w:t>
      </w:r>
    </w:p>
    <w:p w14:paraId="40305778" w14:textId="77777777" w:rsidR="00993105" w:rsidRDefault="00993105">
      <w:pPr>
        <w:pStyle w:val="RedaliaNormal"/>
      </w:pPr>
    </w:p>
    <w:p w14:paraId="1998656C" w14:textId="77777777" w:rsidR="00993105" w:rsidRDefault="00447B3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w:t>
      </w:r>
      <w:r>
        <w:t>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6779703" w14:textId="77777777" w:rsidR="00993105" w:rsidRDefault="00993105">
      <w:pPr>
        <w:pStyle w:val="RedaliaNormal"/>
      </w:pPr>
    </w:p>
    <w:p w14:paraId="34E8F91A" w14:textId="77777777" w:rsidR="00993105" w:rsidRDefault="00447B3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68A917F6" w14:textId="77777777" w:rsidR="00993105" w:rsidRDefault="00993105">
      <w:pPr>
        <w:pStyle w:val="RedaliaNormal"/>
      </w:pPr>
    </w:p>
    <w:p w14:paraId="3A091714" w14:textId="77777777" w:rsidR="00993105" w:rsidRDefault="00447B3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9C72486" w14:textId="77777777" w:rsidR="00993105" w:rsidRDefault="00993105">
      <w:pPr>
        <w:pStyle w:val="RedaliaNormal"/>
      </w:pPr>
    </w:p>
    <w:p w14:paraId="37D0DC62" w14:textId="77777777" w:rsidR="00993105" w:rsidRDefault="00447B3F">
      <w:pPr>
        <w:pStyle w:val="RedaliaNormal"/>
      </w:pPr>
      <w:r>
        <w:t>Les Parties conviennent des dispositions suivantes en ce qui concerne les prestations d'assistance à la réversibilité fournies par le Titulaire :</w:t>
      </w:r>
    </w:p>
    <w:p w14:paraId="62A35BD0" w14:textId="77777777" w:rsidR="00993105" w:rsidRDefault="00447B3F">
      <w:pPr>
        <w:pStyle w:val="Redaliapuces"/>
        <w:numPr>
          <w:ilvl w:val="0"/>
          <w:numId w:val="10"/>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0062DF4" w14:textId="77777777" w:rsidR="00993105" w:rsidRDefault="00447B3F">
      <w:pPr>
        <w:pStyle w:val="Redaliapuces"/>
        <w:numPr>
          <w:ilvl w:val="0"/>
          <w:numId w:val="10"/>
        </w:numPr>
      </w:pPr>
      <w:r>
        <w:t>si la réversibilité découle de la survenance d'un cas de force majeure ou d'une cessation du Contrat dans le cadre de torts partagés, les coûts de l'assistance à la Réversibilité sont partagés par moitié,</w:t>
      </w:r>
    </w:p>
    <w:p w14:paraId="781DB8FD" w14:textId="77777777" w:rsidR="00993105" w:rsidRDefault="00447B3F">
      <w:pPr>
        <w:pStyle w:val="Redaliapuces"/>
        <w:numPr>
          <w:ilvl w:val="0"/>
          <w:numId w:val="10"/>
        </w:numPr>
      </w:pPr>
      <w:r>
        <w:t xml:space="preserve">si la réversibilité découle de toute autre cause d'interruption du présent Contrat, les prestations </w:t>
      </w:r>
      <w:r>
        <w:lastRenderedPageBreak/>
        <w:t>d'assistance à la réversibilité effectuées par le Titulaire sont facturées au Pouvoir Adjudicateur dans leur intégralité.</w:t>
      </w:r>
    </w:p>
    <w:p w14:paraId="274EA977" w14:textId="77777777" w:rsidR="00993105" w:rsidRDefault="00993105">
      <w:pPr>
        <w:pStyle w:val="RedaliaNormal"/>
      </w:pPr>
    </w:p>
    <w:p w14:paraId="0FC7EEE9" w14:textId="77777777" w:rsidR="00993105" w:rsidRDefault="00447B3F">
      <w:pPr>
        <w:pStyle w:val="RedaliaNormal"/>
      </w:pPr>
      <w:r>
        <w:t>Dans ce cadre, le Titulaire s’engage à :</w:t>
      </w:r>
    </w:p>
    <w:p w14:paraId="0425085C" w14:textId="77777777" w:rsidR="00993105" w:rsidRDefault="00447B3F">
      <w:pPr>
        <w:pStyle w:val="Redaliapuces"/>
        <w:numPr>
          <w:ilvl w:val="0"/>
          <w:numId w:val="10"/>
        </w:numPr>
      </w:pPr>
      <w:r>
        <w:t xml:space="preserve">restituer, dans un format intègre, exploitable et convenu, l’ensemble des données appartenant au Pouvoir Adjudicateur ainsi que les </w:t>
      </w:r>
      <w:r>
        <w:t>données à caractère personnel communiquées antérieurement par le Pouvoir Adjudicateur,</w:t>
      </w:r>
    </w:p>
    <w:p w14:paraId="1BBE6F3E" w14:textId="77777777" w:rsidR="00993105" w:rsidRDefault="00447B3F">
      <w:pPr>
        <w:pStyle w:val="Redaliapuces"/>
        <w:numPr>
          <w:ilvl w:val="0"/>
          <w:numId w:val="10"/>
        </w:numPr>
      </w:pPr>
      <w:r>
        <w:t>détruire les éventuelles copies sur ces donnée et ne pas s’en servir pour un usage propre ou au bénéfice des tiers</w:t>
      </w:r>
    </w:p>
    <w:p w14:paraId="73BE4B60" w14:textId="77777777" w:rsidR="00993105" w:rsidRDefault="00993105">
      <w:pPr>
        <w:pStyle w:val="RedaliaNormal"/>
      </w:pPr>
    </w:p>
    <w:p w14:paraId="665EA85F" w14:textId="77777777" w:rsidR="00993105" w:rsidRDefault="00447B3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w:t>
      </w:r>
      <w:r>
        <w:t>uption volontaire de ses activités commerciales liées à la Prestation, le Titulaire s’engage à en avertir le Pouvoir Adjudicateur au moins 3 moins au préalable et à assurer la réversibilité de l’externalisation de la Prestation</w:t>
      </w:r>
    </w:p>
    <w:p w14:paraId="586E2026" w14:textId="77777777" w:rsidR="00993105" w:rsidRDefault="00447B3F">
      <w:pPr>
        <w:pStyle w:val="RedaliaTitre1"/>
      </w:pPr>
      <w:bookmarkStart w:id="194" w:name="__RefHeading___Toc9005_598829110"/>
      <w:bookmarkStart w:id="195" w:name="_Toc180614149"/>
      <w:bookmarkStart w:id="196" w:name="_Toc200983296"/>
      <w:bookmarkStart w:id="197" w:name="_Toc201166456"/>
      <w:bookmarkEnd w:id="3"/>
      <w:bookmarkEnd w:id="4"/>
      <w:r>
        <w:t>Résiliation</w:t>
      </w:r>
      <w:bookmarkEnd w:id="5"/>
      <w:r>
        <w:t xml:space="preserve"> du Contrat</w:t>
      </w:r>
      <w:bookmarkEnd w:id="194"/>
      <w:bookmarkEnd w:id="195"/>
      <w:bookmarkEnd w:id="196"/>
      <w:bookmarkEnd w:id="197"/>
    </w:p>
    <w:p w14:paraId="13D43144" w14:textId="77777777" w:rsidR="00993105" w:rsidRDefault="00447B3F">
      <w:pPr>
        <w:pStyle w:val="RedaliaNormal"/>
      </w:pPr>
      <w:r>
        <w:t>Il sera fait application des articles L 2195-1 et suivant du code de la commande publique ainsi que des articles 36 à 42 inclus du CCAG-PI avec les précisions suivantes :</w:t>
      </w:r>
    </w:p>
    <w:p w14:paraId="4E72C0EA" w14:textId="77777777" w:rsidR="00993105" w:rsidRDefault="00447B3F">
      <w:pPr>
        <w:pStyle w:val="RedaliaTitre2"/>
      </w:pPr>
      <w:bookmarkStart w:id="198" w:name="_Toc267299143"/>
      <w:bookmarkStart w:id="199" w:name="__RefHeading___Toc2379_850954893"/>
      <w:bookmarkStart w:id="200" w:name="_Toc180614150"/>
      <w:bookmarkStart w:id="201" w:name="_Toc200983297"/>
      <w:bookmarkStart w:id="202" w:name="_Toc201166457"/>
      <w:bookmarkEnd w:id="198"/>
      <w:r>
        <w:t>Résiliation aux torts du titulaire</w:t>
      </w:r>
      <w:bookmarkEnd w:id="199"/>
      <w:bookmarkEnd w:id="200"/>
      <w:bookmarkEnd w:id="201"/>
      <w:bookmarkEnd w:id="202"/>
    </w:p>
    <w:p w14:paraId="235FA83A" w14:textId="77777777" w:rsidR="00993105" w:rsidRDefault="00447B3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27C57D08" w14:textId="77777777" w:rsidR="00993105" w:rsidRDefault="00447B3F">
      <w:pPr>
        <w:pStyle w:val="RedaliaNormal"/>
      </w:pPr>
      <w:r>
        <w:t>Plus particulièrement, et de façon non-exhaustive, le pouvoir adjudicateur se réserve la possibilité de résilier le marché en cas de :</w:t>
      </w:r>
    </w:p>
    <w:p w14:paraId="5E5A6C14" w14:textId="77777777" w:rsidR="00993105" w:rsidRDefault="00447B3F">
      <w:pPr>
        <w:pStyle w:val="Redaliapuces"/>
        <w:numPr>
          <w:ilvl w:val="0"/>
          <w:numId w:val="10"/>
        </w:numPr>
      </w:pPr>
      <w:r>
        <w:t>non-exécutions ou exécutions de mauvaise qualité réitérées des attendus et exigences opérationnels ;</w:t>
      </w:r>
    </w:p>
    <w:p w14:paraId="4DF122BE" w14:textId="77777777" w:rsidR="00993105" w:rsidRDefault="00447B3F">
      <w:pPr>
        <w:pStyle w:val="Redaliapuces"/>
        <w:numPr>
          <w:ilvl w:val="0"/>
          <w:numId w:val="10"/>
        </w:numPr>
      </w:pPr>
      <w:r>
        <w:t xml:space="preserve">application répétée des pénalités prévues à l’article Pénalités du présent Contrat, non suivie </w:t>
      </w:r>
      <w:r>
        <w:t>d’amélioration significative ;</w:t>
      </w:r>
    </w:p>
    <w:p w14:paraId="36CEA6F2" w14:textId="77777777" w:rsidR="00993105" w:rsidRDefault="00447B3F">
      <w:pPr>
        <w:pStyle w:val="Redaliapuces"/>
        <w:numPr>
          <w:ilvl w:val="0"/>
          <w:numId w:val="10"/>
        </w:numPr>
      </w:pPr>
      <w:r>
        <w:t>constats réitérés de rejets ou d’ajournements des prestations, en application des dispositions des opérations de vérification et de validation des prestations de l’article Admission - Achèvement du présent Contrat ;</w:t>
      </w:r>
    </w:p>
    <w:p w14:paraId="30E7562D" w14:textId="77777777" w:rsidR="00993105" w:rsidRDefault="00447B3F">
      <w:pPr>
        <w:pStyle w:val="Redaliapuces"/>
        <w:numPr>
          <w:ilvl w:val="0"/>
          <w:numId w:val="10"/>
        </w:numPr>
      </w:pPr>
      <w:r>
        <w:t>non-respect des dispositions de l’annexe du présent Contrat « Sécurité ».</w:t>
      </w:r>
    </w:p>
    <w:p w14:paraId="35E1C208" w14:textId="77777777" w:rsidR="00993105" w:rsidRDefault="00447B3F">
      <w:pPr>
        <w:pStyle w:val="RedaliaNormal"/>
      </w:pPr>
      <w:r>
        <w:t>Les manquements visés ci-dessus doivent être préalablement actés par les parties en Comité de Pilotage.</w:t>
      </w:r>
    </w:p>
    <w:p w14:paraId="30DD83E6" w14:textId="77777777" w:rsidR="00993105" w:rsidRDefault="00447B3F">
      <w:pPr>
        <w:pStyle w:val="RedaliaNormal"/>
      </w:pPr>
      <w:r>
        <w:t>Le Pouvoir Adjudicateur se réserve également le droit de résilier le contrat avec le Titulaire lorsque:</w:t>
      </w:r>
    </w:p>
    <w:p w14:paraId="3D19E3F9" w14:textId="77777777" w:rsidR="00993105" w:rsidRDefault="00447B3F">
      <w:pPr>
        <w:pStyle w:val="Redaliapuces"/>
        <w:numPr>
          <w:ilvl w:val="0"/>
          <w:numId w:val="10"/>
        </w:numPr>
      </w:pPr>
      <w:r>
        <w:t>ce dernier ne dispose plus des certifications et agréments obligatoires pour la réalisation de la Prestation ;</w:t>
      </w:r>
    </w:p>
    <w:p w14:paraId="254BA3FF" w14:textId="77777777" w:rsidR="00993105" w:rsidRDefault="00447B3F">
      <w:pPr>
        <w:pStyle w:val="Redaliapuces"/>
        <w:numPr>
          <w:ilvl w:val="0"/>
          <w:numId w:val="10"/>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61DF2DA0" w14:textId="77777777" w:rsidR="00993105" w:rsidRDefault="00447B3F">
      <w:pPr>
        <w:pStyle w:val="RedaliaNormal"/>
      </w:pPr>
      <w:r>
        <w:t>Cette résiliation pour faute s’effectue sans préjudice des autres actions, notamment pénales, qui seraient engagées dans ce cas à l’encontre du Titulaire.</w:t>
      </w:r>
    </w:p>
    <w:p w14:paraId="49E6319C" w14:textId="77777777" w:rsidR="00993105" w:rsidRDefault="00447B3F">
      <w:pPr>
        <w:pStyle w:val="RedaliaNormal"/>
      </w:pPr>
      <w:r>
        <w:lastRenderedPageBreak/>
        <w:t>En cas de résiliation pour faute :</w:t>
      </w:r>
    </w:p>
    <w:p w14:paraId="1F0A0963" w14:textId="77777777" w:rsidR="00993105" w:rsidRDefault="00447B3F">
      <w:pPr>
        <w:pStyle w:val="Redaliapuces"/>
        <w:numPr>
          <w:ilvl w:val="0"/>
          <w:numId w:val="10"/>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F16DB07" w14:textId="77777777" w:rsidR="00993105" w:rsidRDefault="00447B3F">
      <w:pPr>
        <w:pStyle w:val="Redaliapuces"/>
        <w:numPr>
          <w:ilvl w:val="0"/>
          <w:numId w:val="10"/>
        </w:numPr>
      </w:pPr>
      <w:r>
        <w:t>Le Titulaire n'a droit à aucune indemnisation ;</w:t>
      </w:r>
    </w:p>
    <w:p w14:paraId="0ADD8100" w14:textId="77777777" w:rsidR="00993105" w:rsidRDefault="00447B3F">
      <w:pPr>
        <w:pStyle w:val="Redaliapuces"/>
        <w:numPr>
          <w:ilvl w:val="0"/>
          <w:numId w:val="10"/>
        </w:numPr>
      </w:pPr>
      <w:r>
        <w:t>Par dérogation et en complément des articles 39 et 41.3 du CCAG PI, la fraction des prestations déjà accomplies par le titulaire est rémunérée avec un abattement de 10 %.</w:t>
      </w:r>
    </w:p>
    <w:p w14:paraId="6EAA8E3A" w14:textId="77777777" w:rsidR="00993105" w:rsidRDefault="00447B3F">
      <w:pPr>
        <w:pStyle w:val="Redaliapuces"/>
        <w:numPr>
          <w:ilvl w:val="0"/>
          <w:numId w:val="10"/>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01F2DE0" w14:textId="77777777" w:rsidR="00993105" w:rsidRDefault="00447B3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72FA5F1" w14:textId="77777777" w:rsidR="00993105" w:rsidRDefault="00447B3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w:t>
      </w:r>
      <w:r>
        <w:t xml:space="preserve"> sans que celui-ci puisse prétendre à indemnité et, le cas échéant, avec exécution des prestations à ses frais et risques.</w:t>
      </w:r>
    </w:p>
    <w:p w14:paraId="29FDF7E7" w14:textId="77777777" w:rsidR="00993105" w:rsidRDefault="00447B3F">
      <w:pPr>
        <w:pStyle w:val="RedaliaTitre2"/>
      </w:pPr>
      <w:bookmarkStart w:id="203" w:name="_Toc267299142"/>
      <w:bookmarkStart w:id="204" w:name="__RefHeading___Toc2381_850954893"/>
      <w:bookmarkStart w:id="205" w:name="_Toc180614151"/>
      <w:bookmarkStart w:id="206" w:name="_Toc200983298"/>
      <w:bookmarkStart w:id="207" w:name="_Toc201166458"/>
      <w:bookmarkEnd w:id="203"/>
      <w:r>
        <w:t>Résiliation pour motif d’intérêt général</w:t>
      </w:r>
      <w:bookmarkEnd w:id="204"/>
      <w:bookmarkEnd w:id="205"/>
      <w:bookmarkEnd w:id="206"/>
      <w:bookmarkEnd w:id="207"/>
    </w:p>
    <w:p w14:paraId="0F1C1B3C" w14:textId="77777777" w:rsidR="00993105" w:rsidRDefault="00447B3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44D76C2" w14:textId="77777777" w:rsidR="00993105" w:rsidRDefault="00447B3F">
      <w:pPr>
        <w:pStyle w:val="RedaliaTitre2"/>
      </w:pPr>
      <w:bookmarkStart w:id="208" w:name="_Toc180614152"/>
      <w:bookmarkStart w:id="209" w:name="__RefHeading___Toc9007_598829110"/>
      <w:bookmarkStart w:id="210" w:name="_Toc200983299"/>
      <w:bookmarkStart w:id="211" w:name="_Toc201166459"/>
      <w:r>
        <w:t>Résiliation pour non-respect des formalités relatives à la lutte contre le travail illégal</w:t>
      </w:r>
      <w:bookmarkEnd w:id="208"/>
      <w:bookmarkEnd w:id="209"/>
      <w:bookmarkEnd w:id="210"/>
      <w:bookmarkEnd w:id="211"/>
    </w:p>
    <w:p w14:paraId="6AD1BF86" w14:textId="77777777" w:rsidR="00993105" w:rsidRDefault="00447B3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BAD69B9" w14:textId="77777777" w:rsidR="00993105" w:rsidRDefault="00447B3F">
      <w:pPr>
        <w:pStyle w:val="Redaliapuces"/>
        <w:numPr>
          <w:ilvl w:val="0"/>
          <w:numId w:val="10"/>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w:t>
      </w:r>
      <w:r>
        <w:t xml:space="preserve"> adressées à l’organisme de recouvrement ;</w:t>
      </w:r>
    </w:p>
    <w:p w14:paraId="16BDA35E" w14:textId="77777777" w:rsidR="00993105" w:rsidRDefault="00447B3F">
      <w:pPr>
        <w:pStyle w:val="Redaliapuces"/>
        <w:numPr>
          <w:ilvl w:val="0"/>
          <w:numId w:val="10"/>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43119BB" w14:textId="77777777" w:rsidR="00993105" w:rsidRDefault="00447B3F">
      <w:pPr>
        <w:pStyle w:val="Redaliapuces"/>
        <w:numPr>
          <w:ilvl w:val="0"/>
          <w:numId w:val="10"/>
        </w:numPr>
      </w:pPr>
      <w:r>
        <w:t>une attestation sur l’honneur établie par le Prestataire certifiant de la fourniture à ses salariés de bulletins de paie conforment à la réglementation française[2].</w:t>
      </w:r>
    </w:p>
    <w:p w14:paraId="6AB4C078" w14:textId="77777777" w:rsidR="00993105" w:rsidRDefault="00447B3F">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r>
        <w:lastRenderedPageBreak/>
        <w:t>du travail relatives au travail dissimulé par dissimulation d’activité et dissimulation d’emploi salarié.</w:t>
      </w:r>
    </w:p>
    <w:p w14:paraId="3348BBDF" w14:textId="77777777" w:rsidR="00993105" w:rsidRDefault="00447B3F">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w:t>
      </w:r>
      <w:r>
        <w:t>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w:t>
      </w:r>
      <w:r>
        <w:t>e morale de droit public est tenue solidairement avec son cocontractant au paiement des sommes mentionnées aux 1° à 3° de l'article L. 8222-2, dans les conditions fixées à l'article L. 8222-3.</w:t>
      </w:r>
    </w:p>
    <w:p w14:paraId="085C32A8" w14:textId="77777777" w:rsidR="00993105" w:rsidRDefault="00447B3F">
      <w:pPr>
        <w:pStyle w:val="RedaliaTitre1"/>
      </w:pPr>
      <w:bookmarkStart w:id="212" w:name="_Toc180614153"/>
      <w:bookmarkStart w:id="213" w:name="__RefHeading___Toc9009_598829110"/>
      <w:bookmarkStart w:id="214" w:name="_Toc200983300"/>
      <w:bookmarkStart w:id="215" w:name="_Toc201166460"/>
      <w:r>
        <w:t>Différends</w:t>
      </w:r>
      <w:bookmarkEnd w:id="212"/>
      <w:bookmarkEnd w:id="213"/>
      <w:bookmarkEnd w:id="214"/>
      <w:bookmarkEnd w:id="215"/>
    </w:p>
    <w:p w14:paraId="541005EF" w14:textId="77777777" w:rsidR="00993105" w:rsidRDefault="00447B3F">
      <w:pPr>
        <w:pStyle w:val="RedaliaNormal"/>
      </w:pPr>
      <w:r>
        <w:t>En cas de différends entre les parties, il sera fait application de l’article 43 du CCAG PI.</w:t>
      </w:r>
    </w:p>
    <w:p w14:paraId="05C096CB" w14:textId="77777777" w:rsidR="00993105" w:rsidRDefault="00447B3F">
      <w:pPr>
        <w:pStyle w:val="RedaliaNormal"/>
      </w:pPr>
      <w:r>
        <w:t>La loi française est seule applicable.</w:t>
      </w:r>
    </w:p>
    <w:p w14:paraId="48658B9D" w14:textId="77777777" w:rsidR="00993105" w:rsidRDefault="00447B3F">
      <w:pPr>
        <w:pStyle w:val="RedaliaNormal"/>
      </w:pPr>
      <w:r>
        <w:t>En cas de litige, le tribunal compétent est le Tribunal administratif de Paris.</w:t>
      </w:r>
    </w:p>
    <w:p w14:paraId="7AA9E3C4" w14:textId="77777777" w:rsidR="00993105" w:rsidRDefault="00447B3F">
      <w:pPr>
        <w:pStyle w:val="RedaliaTitre1"/>
      </w:pPr>
      <w:bookmarkStart w:id="216" w:name="_Toc180614154"/>
      <w:bookmarkStart w:id="217" w:name="__RefHeading___Toc9011_598829110"/>
      <w:bookmarkStart w:id="218" w:name="_Toc200983301"/>
      <w:bookmarkStart w:id="219" w:name="_Toc201166461"/>
      <w:r>
        <w:t xml:space="preserve">Dispositions applicables en cas de </w:t>
      </w:r>
      <w:r>
        <w:t>titulaire étranger</w:t>
      </w:r>
      <w:bookmarkEnd w:id="216"/>
      <w:bookmarkEnd w:id="217"/>
      <w:bookmarkEnd w:id="218"/>
      <w:bookmarkEnd w:id="219"/>
    </w:p>
    <w:p w14:paraId="6293DF52" w14:textId="77777777" w:rsidR="00993105" w:rsidRDefault="00447B3F">
      <w:pPr>
        <w:pStyle w:val="RedaliaNormal"/>
      </w:pPr>
      <w:r>
        <w:t>La loi française est seule applicable au présent marché.</w:t>
      </w:r>
    </w:p>
    <w:p w14:paraId="5DEB3636" w14:textId="77777777" w:rsidR="00993105" w:rsidRDefault="00447B3F">
      <w:pPr>
        <w:pStyle w:val="RedaliaNormal"/>
      </w:pPr>
      <w:r>
        <w:t>Tout rapport, toute documentation, toute correspondance relative au présent marché doit être rédigé en langue française, ou peut l'être en anglais après accord du Pouvoir Adjudicateur.</w:t>
      </w:r>
    </w:p>
    <w:p w14:paraId="238BA543" w14:textId="77777777" w:rsidR="00993105" w:rsidRDefault="00447B3F">
      <w:pPr>
        <w:pStyle w:val="RedaliaTitre1"/>
      </w:pPr>
      <w:bookmarkStart w:id="220" w:name="_Toc180614155"/>
      <w:bookmarkStart w:id="221" w:name="__RefHeading___Toc9013_598829110"/>
      <w:bookmarkStart w:id="222" w:name="_Toc200983302"/>
      <w:bookmarkStart w:id="223" w:name="_Toc201166462"/>
      <w:r>
        <w:t>Dérogations aux documents généraux</w:t>
      </w:r>
      <w:bookmarkEnd w:id="6"/>
      <w:bookmarkEnd w:id="220"/>
      <w:bookmarkEnd w:id="221"/>
      <w:bookmarkEnd w:id="222"/>
      <w:bookmarkEnd w:id="223"/>
    </w:p>
    <w:p w14:paraId="3F4FC78B" w14:textId="77777777" w:rsidR="00993105" w:rsidRDefault="00447B3F">
      <w:pPr>
        <w:pStyle w:val="RedaliaNormal"/>
      </w:pPr>
      <w:r>
        <w:t>Par dérogation à l’article 1er du CCAG-PI, les dérogations aux dispositions du CCAG-PI ne sont pas récapitulées dans le présent article mais sont indiquées expressément au fil de la lecture de celui-ci.</w:t>
      </w:r>
    </w:p>
    <w:p w14:paraId="72A6EEEB" w14:textId="77777777" w:rsidR="00993105" w:rsidRDefault="00447B3F">
      <w:pPr>
        <w:pStyle w:val="RedaliaTitre1"/>
      </w:pPr>
      <w:bookmarkStart w:id="224" w:name="__RefHeading___Toc3785_850954893"/>
      <w:bookmarkStart w:id="225" w:name="_Toc180614156"/>
      <w:bookmarkStart w:id="226" w:name="_Toc200983303"/>
      <w:bookmarkStart w:id="227" w:name="_Toc201166463"/>
      <w:r>
        <w:t>Acceptation de l’avance</w:t>
      </w:r>
      <w:bookmarkEnd w:id="224"/>
      <w:bookmarkEnd w:id="225"/>
      <w:bookmarkEnd w:id="226"/>
      <w:bookmarkEnd w:id="227"/>
    </w:p>
    <w:p w14:paraId="09289BE5" w14:textId="77777777" w:rsidR="00993105" w:rsidRDefault="00447B3F">
      <w:pPr>
        <w:pStyle w:val="RedaliaNormal"/>
      </w:pPr>
      <w:r>
        <w:t>Une avance est prévue dans les conditions fixées par la réglementation en vigueur.</w:t>
      </w:r>
    </w:p>
    <w:p w14:paraId="75F150AB" w14:textId="77777777" w:rsidR="00993105" w:rsidRDefault="00993105">
      <w:pPr>
        <w:pStyle w:val="RedaliaNormal"/>
      </w:pPr>
    </w:p>
    <w:p w14:paraId="45B09DF7" w14:textId="77777777" w:rsidR="00993105" w:rsidRDefault="00447B3F">
      <w:pPr>
        <w:pStyle w:val="RedaliaNormal"/>
      </w:pPr>
      <w:r>
        <w:t xml:space="preserve">Titulaire unique ou mandataire : </w:t>
      </w:r>
      <w:r>
        <w:rPr>
          <w:rFonts w:ascii="Wingdings" w:eastAsia="Wingdings" w:hAnsi="Wingdings" w:cs="Wingdings"/>
        </w:rPr>
        <w:t></w:t>
      </w:r>
      <w:r>
        <w:t xml:space="preserve"> Refuse de percevoir l’avance</w:t>
      </w:r>
    </w:p>
    <w:p w14:paraId="23A8F1A9" w14:textId="77777777" w:rsidR="00993105" w:rsidRDefault="00447B3F">
      <w:pPr>
        <w:pStyle w:val="RedaliaNormal"/>
      </w:pPr>
      <w:r>
        <w:rPr>
          <w:rFonts w:ascii="Wingdings" w:eastAsia="Wingdings" w:hAnsi="Wingdings" w:cs="Wingdings"/>
        </w:rPr>
        <w:t></w:t>
      </w:r>
      <w:r>
        <w:t xml:space="preserve"> Accepte de percevoir l’avance</w:t>
      </w:r>
    </w:p>
    <w:p w14:paraId="234BAD93" w14:textId="77777777" w:rsidR="00993105" w:rsidRDefault="00993105">
      <w:pPr>
        <w:pStyle w:val="RedaliaNormal"/>
      </w:pPr>
    </w:p>
    <w:p w14:paraId="294E9754" w14:textId="77777777" w:rsidR="00993105" w:rsidRDefault="00447B3F">
      <w:pPr>
        <w:pStyle w:val="RedaliaNormal"/>
      </w:pPr>
      <w:r>
        <w:t xml:space="preserve">L’attention des candidats est attirée sur le fait que si </w:t>
      </w:r>
      <w:r>
        <w:t>aucun choix n’est fait, le pouvoir adjudicateur considérera que l’entreprise refuse de percevoir l’avance.</w:t>
      </w:r>
    </w:p>
    <w:p w14:paraId="47102A76" w14:textId="77777777" w:rsidR="00993105" w:rsidRDefault="00447B3F">
      <w:pPr>
        <w:pStyle w:val="RedaliaNormal"/>
      </w:pPr>
      <w:r>
        <w:t>La perception de l'avance par les cotraitants et sous-traitants est indiquée dans les annexes.</w:t>
      </w:r>
    </w:p>
    <w:p w14:paraId="5239CC81" w14:textId="77777777" w:rsidR="00993105" w:rsidRDefault="00447B3F">
      <w:pPr>
        <w:pStyle w:val="RedaliaNormal"/>
      </w:pPr>
      <w:r>
        <w:t>L’avance sera versée et résorbée dans les conditions fixées par l’article Avance du présent Contrat qui détermine également les garanties à mettre en place par la ou les entreprises.</w:t>
      </w:r>
    </w:p>
    <w:p w14:paraId="0E675053" w14:textId="77777777" w:rsidR="00993105" w:rsidRDefault="00447B3F">
      <w:pPr>
        <w:pStyle w:val="RedaliaTitre1"/>
      </w:pPr>
      <w:bookmarkStart w:id="228" w:name="_Toc180614157"/>
      <w:bookmarkStart w:id="229" w:name="__RefHeading___Toc9015_598829110"/>
      <w:bookmarkStart w:id="230" w:name="_Toc200983304"/>
      <w:bookmarkStart w:id="231" w:name="_Toc201166464"/>
      <w:r>
        <w:t>Signature du candidat</w:t>
      </w:r>
      <w:bookmarkEnd w:id="228"/>
      <w:bookmarkEnd w:id="229"/>
      <w:bookmarkEnd w:id="230"/>
      <w:bookmarkEnd w:id="231"/>
    </w:p>
    <w:p w14:paraId="2C81435D" w14:textId="77777777" w:rsidR="00993105" w:rsidRDefault="00447B3F">
      <w:pPr>
        <w:pStyle w:val="RedaliaNormal"/>
      </w:pPr>
      <w:r>
        <w:t xml:space="preserve">Il est rappelé au candidat que la signature du présent Contrat vaut acceptation de toutes les pièces </w:t>
      </w:r>
      <w:r>
        <w:lastRenderedPageBreak/>
        <w:t>contractuelles.</w:t>
      </w:r>
    </w:p>
    <w:p w14:paraId="76021E00" w14:textId="77777777" w:rsidR="00993105" w:rsidRDefault="00993105">
      <w:pPr>
        <w:pStyle w:val="RedaliaNormal"/>
      </w:pPr>
    </w:p>
    <w:p w14:paraId="4A45D053" w14:textId="77777777" w:rsidR="00993105" w:rsidRDefault="00447B3F">
      <w:pPr>
        <w:pStyle w:val="RedaliaNormal"/>
      </w:pPr>
      <w:r>
        <w:t xml:space="preserve">Le fournisseur adhère à la Charte Relations fournisseurs présente </w:t>
      </w:r>
      <w:hyperlink r:id="rId7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355D066" w14:textId="77777777" w:rsidR="00993105" w:rsidRDefault="00993105">
      <w:pPr>
        <w:pStyle w:val="RedaliaNormal"/>
      </w:pPr>
    </w:p>
    <w:p w14:paraId="3E28C780" w14:textId="77777777" w:rsidR="00993105" w:rsidRDefault="00447B3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3D7A4973" w14:textId="77777777" w:rsidR="00993105" w:rsidRDefault="00993105">
      <w:pPr>
        <w:pStyle w:val="RedaliaNormal"/>
      </w:pPr>
    </w:p>
    <w:p w14:paraId="1760935A" w14:textId="77777777" w:rsidR="00993105" w:rsidRDefault="00447B3F">
      <w:pPr>
        <w:pStyle w:val="RedaliaNormal"/>
      </w:pPr>
      <w:r>
        <w:t>Fait en un seul original</w:t>
      </w:r>
    </w:p>
    <w:p w14:paraId="6F019D9D" w14:textId="77777777" w:rsidR="00993105" w:rsidRDefault="00447B3F">
      <w:pPr>
        <w:pStyle w:val="RedaliaNormal"/>
      </w:pPr>
      <w:r>
        <w:t>A :</w:t>
      </w:r>
    </w:p>
    <w:p w14:paraId="2C087989" w14:textId="77777777" w:rsidR="00993105" w:rsidRDefault="00447B3F">
      <w:pPr>
        <w:pStyle w:val="RedaliaNormal"/>
      </w:pPr>
      <w:r>
        <w:t>Le</w:t>
      </w:r>
    </w:p>
    <w:p w14:paraId="5C2B4D04" w14:textId="77777777" w:rsidR="00993105" w:rsidRDefault="00447B3F">
      <w:pPr>
        <w:pStyle w:val="RedaliaNormal"/>
      </w:pPr>
      <w:r>
        <w:t>Signature(s) du titulaire, ou, en cas de groupement d’entreprises, du mandataire habilité ou de chaque membre du groupement :</w:t>
      </w:r>
    </w:p>
    <w:p w14:paraId="043680E7" w14:textId="77777777" w:rsidR="00993105" w:rsidRDefault="00447B3F">
      <w:pPr>
        <w:pStyle w:val="RedaliaTitre1"/>
      </w:pPr>
      <w:bookmarkStart w:id="232" w:name="_Toc180614158"/>
      <w:bookmarkStart w:id="233" w:name="__RefHeading___Toc3787_850954893"/>
      <w:bookmarkStart w:id="234" w:name="_Toc200983305"/>
      <w:bookmarkStart w:id="235" w:name="_Toc201166465"/>
      <w:r>
        <w:t>Acceptation de l’offre</w:t>
      </w:r>
      <w:bookmarkEnd w:id="232"/>
      <w:r>
        <w:t xml:space="preserve"> par le Pouvoir Adjudicateur</w:t>
      </w:r>
      <w:bookmarkEnd w:id="233"/>
      <w:bookmarkEnd w:id="234"/>
      <w:bookmarkEnd w:id="235"/>
    </w:p>
    <w:p w14:paraId="39FBC75B" w14:textId="77777777" w:rsidR="00993105" w:rsidRDefault="00447B3F">
      <w:pPr>
        <w:pStyle w:val="RedaliaNormal"/>
      </w:pPr>
      <w:r>
        <w:t>Les sous-traitants proposés dans les actes de sous-traitance annexés au présent Contrat sont acceptés comme ayant droit au paiement direct et les conditions de paiement indiquées sont agrées.</w:t>
      </w:r>
    </w:p>
    <w:p w14:paraId="0B1BB2B2" w14:textId="77777777" w:rsidR="00993105" w:rsidRDefault="00993105">
      <w:pPr>
        <w:pStyle w:val="RedaliaNormal"/>
      </w:pPr>
    </w:p>
    <w:p w14:paraId="40A318D3" w14:textId="77777777" w:rsidR="00993105" w:rsidRDefault="00447B3F">
      <w:pPr>
        <w:pStyle w:val="RedaliaNormal"/>
      </w:pPr>
      <w:r>
        <w:t>Est acceptée la présente offre pour valoir acte d’engagement.</w:t>
      </w:r>
    </w:p>
    <w:p w14:paraId="4BFC3F67" w14:textId="77777777" w:rsidR="00993105" w:rsidRDefault="00993105">
      <w:pPr>
        <w:pStyle w:val="RedaliaNormal"/>
      </w:pPr>
    </w:p>
    <w:p w14:paraId="271929B6" w14:textId="77777777" w:rsidR="00993105" w:rsidRDefault="00447B3F">
      <w:pPr>
        <w:pStyle w:val="RedaliaNormal"/>
      </w:pPr>
      <w:r>
        <w:t>A</w:t>
      </w:r>
    </w:p>
    <w:p w14:paraId="0B61F60D" w14:textId="77777777" w:rsidR="00993105" w:rsidRDefault="00447B3F">
      <w:pPr>
        <w:pStyle w:val="RedaliaNormal"/>
      </w:pPr>
      <w:r>
        <w:t>Le</w:t>
      </w:r>
    </w:p>
    <w:p w14:paraId="4828F669" w14:textId="77777777" w:rsidR="00993105" w:rsidRDefault="00993105">
      <w:pPr>
        <w:pStyle w:val="RedaliaNormal"/>
      </w:pPr>
    </w:p>
    <w:p w14:paraId="668201FE" w14:textId="77777777" w:rsidR="00993105" w:rsidRDefault="00447B3F">
      <w:pPr>
        <w:pStyle w:val="RedaliaNormal"/>
      </w:pPr>
      <w:r>
        <w:t>Le Pouvoir Adjudicateur</w:t>
      </w:r>
    </w:p>
    <w:p w14:paraId="24936409" w14:textId="77777777" w:rsidR="00993105" w:rsidRDefault="00993105">
      <w:pPr>
        <w:pStyle w:val="RedaliaNormal"/>
      </w:pPr>
    </w:p>
    <w:p w14:paraId="4571834A" w14:textId="77777777" w:rsidR="00993105" w:rsidRDefault="00993105">
      <w:pPr>
        <w:pStyle w:val="RedaliaNormal"/>
        <w:pageBreakBefore/>
      </w:pPr>
    </w:p>
    <w:p w14:paraId="2EC67571" w14:textId="77777777" w:rsidR="00993105" w:rsidRDefault="00447B3F">
      <w:pPr>
        <w:pStyle w:val="RedaliaTitre1"/>
      </w:pPr>
      <w:bookmarkStart w:id="236" w:name="__RefHeading___Toc9017_598829110"/>
      <w:bookmarkStart w:id="237" w:name="_Toc200983306"/>
      <w:bookmarkStart w:id="238" w:name="_Toc201166466"/>
      <w:r>
        <w:t>Annexe : Déclaration de sous-traitance</w:t>
      </w:r>
      <w:bookmarkEnd w:id="236"/>
      <w:bookmarkEnd w:id="237"/>
      <w:bookmarkEnd w:id="238"/>
    </w:p>
    <w:p w14:paraId="0E943570" w14:textId="77777777" w:rsidR="00993105" w:rsidRDefault="00447B3F">
      <w:pPr>
        <w:pStyle w:val="RdaliaTitreparagraphe"/>
      </w:pPr>
      <w:r>
        <w:t>Annexe au Contrat Unique (CU)</w:t>
      </w:r>
    </w:p>
    <w:p w14:paraId="66D2C4CE" w14:textId="77777777" w:rsidR="00993105" w:rsidRDefault="00447B3F">
      <w:pPr>
        <w:pStyle w:val="RdaliaTitreparagraphe"/>
      </w:pPr>
      <w:r>
        <w:t>Pouvoir Adjudicateur : Agence Française de Développement</w:t>
      </w:r>
    </w:p>
    <w:p w14:paraId="3ED4F8BD" w14:textId="77777777" w:rsidR="00993105" w:rsidRDefault="00447B3F">
      <w:pPr>
        <w:pStyle w:val="RedaliaRetraitPuceniveau1"/>
        <w:numPr>
          <w:ilvl w:val="0"/>
          <w:numId w:val="29"/>
        </w:numPr>
      </w:pPr>
      <w:r>
        <w:t>Désignation de l’acheteur :</w:t>
      </w:r>
    </w:p>
    <w:p w14:paraId="0B5745B4" w14:textId="77777777" w:rsidR="00993105" w:rsidRDefault="00447B3F">
      <w:pPr>
        <w:pStyle w:val="RedaliaNormal"/>
      </w:pPr>
      <w:r>
        <w:tab/>
      </w:r>
    </w:p>
    <w:p w14:paraId="2E19B21B" w14:textId="77777777" w:rsidR="00993105" w:rsidRDefault="00447B3F">
      <w:pPr>
        <w:pStyle w:val="RedaliaNormal"/>
      </w:pPr>
      <w:r>
        <w:tab/>
      </w:r>
    </w:p>
    <w:p w14:paraId="2AD273A0" w14:textId="77777777" w:rsidR="00993105" w:rsidRDefault="00993105">
      <w:pPr>
        <w:pStyle w:val="RedaliaRetraitavecpuce"/>
        <w:ind w:left="360"/>
      </w:pPr>
    </w:p>
    <w:p w14:paraId="66AA9558" w14:textId="77777777" w:rsidR="00993105" w:rsidRDefault="00447B3F">
      <w:pPr>
        <w:pStyle w:val="RedaliaRetraitPuceniveau1"/>
        <w:numPr>
          <w:ilvl w:val="0"/>
          <w:numId w:val="12"/>
        </w:numPr>
      </w:pPr>
      <w:r>
        <w:t>Personne habilitée à donner les renseignements relatifs aux nantissements ou cessions de créances :</w:t>
      </w:r>
    </w:p>
    <w:p w14:paraId="3930311A" w14:textId="77777777" w:rsidR="00993105" w:rsidRDefault="00447B3F">
      <w:pPr>
        <w:pStyle w:val="RedaliaNormal"/>
      </w:pPr>
      <w:r>
        <w:tab/>
      </w:r>
    </w:p>
    <w:p w14:paraId="08D88E03" w14:textId="77777777" w:rsidR="00993105" w:rsidRDefault="00447B3F">
      <w:pPr>
        <w:pStyle w:val="RedaliaNormal"/>
      </w:pPr>
      <w:r>
        <w:tab/>
      </w:r>
    </w:p>
    <w:p w14:paraId="76CCBB37" w14:textId="77777777" w:rsidR="00993105" w:rsidRDefault="00447B3F">
      <w:pPr>
        <w:pStyle w:val="RdaliaTitreparagraphe"/>
      </w:pPr>
      <w:r>
        <w:t>Objet du marché</w:t>
      </w:r>
    </w:p>
    <w:p w14:paraId="27371AAD" w14:textId="77777777" w:rsidR="00993105" w:rsidRDefault="00447B3F">
      <w:pPr>
        <w:pStyle w:val="RedaliaNormal"/>
        <w:rPr>
          <w:b/>
        </w:rPr>
      </w:pPr>
      <w:r>
        <w:rPr>
          <w:b/>
        </w:rPr>
        <w:t>Objet de la consultation : DIAGNOSTIC DÉTAILLÉ ET RENFORCEMENT DES CAPACITÉS POUR LA GESTION DES AIRES PROTÉGÉES AVEC MANGROVES DANS LA PROVINCE DE MONTE CRISTI</w:t>
      </w:r>
    </w:p>
    <w:p w14:paraId="080735B1" w14:textId="77777777" w:rsidR="00993105" w:rsidRDefault="00993105">
      <w:pPr>
        <w:pStyle w:val="RedaliaNormal"/>
      </w:pPr>
    </w:p>
    <w:p w14:paraId="17A38EC9" w14:textId="77777777" w:rsidR="00993105" w:rsidRDefault="00447B3F">
      <w:pPr>
        <w:pStyle w:val="RedaliaNormal"/>
      </w:pPr>
      <w:r>
        <w:t>Objet du marché : DIAGNOSTIC DÉTAILLÉ ET RENFORCEMENT DES CAPACITÉS POUR LA GESTION DES AIRES PROTÉGÉES AVEC MANGROVES DANS LA PROVINCE DE MONTE CRISTI</w:t>
      </w:r>
    </w:p>
    <w:p w14:paraId="78A9736F" w14:textId="77777777" w:rsidR="00993105" w:rsidRDefault="00447B3F">
      <w:pPr>
        <w:pStyle w:val="RdaliaTitreparagraphe"/>
      </w:pPr>
      <w:r>
        <w:t>Objet de la déclaration du sous-traitant</w:t>
      </w:r>
    </w:p>
    <w:p w14:paraId="17BE4EEE" w14:textId="77777777" w:rsidR="00993105" w:rsidRDefault="00447B3F">
      <w:pPr>
        <w:pStyle w:val="RedaliaNormal"/>
      </w:pPr>
      <w:r>
        <w:t>La présente déclaration de sous-traitance constitue :</w:t>
      </w:r>
    </w:p>
    <w:p w14:paraId="7AE6BF9F" w14:textId="77777777" w:rsidR="00993105" w:rsidRDefault="00993105">
      <w:pPr>
        <w:pStyle w:val="RedaliaNormal"/>
      </w:pPr>
    </w:p>
    <w:p w14:paraId="01523BB0" w14:textId="77777777" w:rsidR="00993105" w:rsidRDefault="00447B3F">
      <w:pPr>
        <w:pStyle w:val="RedaliaNormal"/>
      </w:pPr>
      <w:r>
        <w:rPr>
          <w:rFonts w:ascii="Wingdings" w:eastAsia="Wingdings" w:hAnsi="Wingdings" w:cs="Wingdings"/>
        </w:rPr>
        <w:t></w:t>
      </w:r>
      <w:r>
        <w:t xml:space="preserve"> Un document annexé à l’offre du soumissionnaire.</w:t>
      </w:r>
    </w:p>
    <w:p w14:paraId="4AC88B68" w14:textId="77777777" w:rsidR="00993105" w:rsidRDefault="00993105">
      <w:pPr>
        <w:pStyle w:val="RedaliaNormal"/>
      </w:pPr>
    </w:p>
    <w:p w14:paraId="0A98DEAA" w14:textId="77777777" w:rsidR="00993105" w:rsidRDefault="00447B3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 xml:space="preserve">(sous-traitant présenté après attribution du </w:t>
      </w:r>
      <w:r>
        <w:rPr>
          <w:i/>
          <w:iCs/>
          <w:sz w:val="20"/>
          <w:szCs w:val="18"/>
        </w:rPr>
        <w:t>marché)</w:t>
      </w:r>
    </w:p>
    <w:p w14:paraId="25A2E272" w14:textId="77777777" w:rsidR="00993105" w:rsidRDefault="00993105">
      <w:pPr>
        <w:pStyle w:val="RedaliaNormal"/>
      </w:pPr>
    </w:p>
    <w:p w14:paraId="74D5FC36" w14:textId="77777777" w:rsidR="00993105" w:rsidRDefault="00447B3F">
      <w:pPr>
        <w:pStyle w:val="RedaliaNormal"/>
      </w:pPr>
      <w:r>
        <w:rPr>
          <w:rFonts w:ascii="Wingdings" w:eastAsia="Wingdings" w:hAnsi="Wingdings" w:cs="Wingdings"/>
        </w:rPr>
        <w:t></w:t>
      </w:r>
      <w:r>
        <w:t xml:space="preserve"> Un acte spécial modificatif : il annule et remplace la déclaration de sous-traitance du ………..</w:t>
      </w:r>
    </w:p>
    <w:p w14:paraId="5039AACA" w14:textId="77777777" w:rsidR="00993105" w:rsidRDefault="00993105">
      <w:pPr>
        <w:pStyle w:val="RedaliaNormal"/>
      </w:pPr>
    </w:p>
    <w:p w14:paraId="4F59D4EF" w14:textId="77777777" w:rsidR="00993105" w:rsidRDefault="00447B3F">
      <w:pPr>
        <w:pStyle w:val="RdaliaTitreparagraphe"/>
      </w:pPr>
      <w:r>
        <w:t>Identification du soumissionnaire ou du titulaire</w:t>
      </w:r>
    </w:p>
    <w:p w14:paraId="444AAE97" w14:textId="77777777" w:rsidR="00993105" w:rsidRDefault="00447B3F">
      <w:pPr>
        <w:pStyle w:val="RedaliaNormal"/>
      </w:pPr>
      <w:r>
        <w:t xml:space="preserve">Nom commercial et dénomination sociale de l’unité ou de l’établissement qui exécutera la </w:t>
      </w:r>
      <w:r>
        <w:t>prestation, adresses postale et du siège social (si elle est différente de l’adresse postale), adresse électronique, numéros de téléphone et de télécopie, numéro SIRET :</w:t>
      </w:r>
    </w:p>
    <w:p w14:paraId="0018A190" w14:textId="77777777" w:rsidR="00993105" w:rsidRDefault="00447B3F">
      <w:pPr>
        <w:pStyle w:val="RedaliaNormal"/>
      </w:pPr>
      <w:r>
        <w:tab/>
      </w:r>
    </w:p>
    <w:p w14:paraId="4BFAC876" w14:textId="77777777" w:rsidR="00993105" w:rsidRDefault="00447B3F">
      <w:pPr>
        <w:pStyle w:val="RedaliaNormal"/>
      </w:pPr>
      <w:r>
        <w:lastRenderedPageBreak/>
        <w:tab/>
      </w:r>
    </w:p>
    <w:p w14:paraId="6EE924B7" w14:textId="77777777" w:rsidR="00993105" w:rsidRDefault="00447B3F">
      <w:pPr>
        <w:pStyle w:val="RedaliaNormal"/>
      </w:pPr>
      <w:r>
        <w:tab/>
      </w:r>
    </w:p>
    <w:p w14:paraId="013283C2" w14:textId="77777777" w:rsidR="00993105" w:rsidRDefault="00993105">
      <w:pPr>
        <w:pStyle w:val="RedaliaNormal"/>
      </w:pPr>
    </w:p>
    <w:p w14:paraId="09F565F3" w14:textId="77777777" w:rsidR="00993105" w:rsidRDefault="00447B3F">
      <w:pPr>
        <w:pStyle w:val="RedaliaNormal"/>
      </w:pPr>
      <w:r>
        <w:t>Forme juridique du soumissionnaire individuel, du titulaire ou du membre du groupement (entreprise individuelle, SA, SARL, EURL, association, établissement public, etc.) :</w:t>
      </w:r>
    </w:p>
    <w:p w14:paraId="2654BECC" w14:textId="77777777" w:rsidR="00993105" w:rsidRDefault="00447B3F">
      <w:pPr>
        <w:pStyle w:val="RedaliaNormal"/>
      </w:pPr>
      <w:r>
        <w:tab/>
      </w:r>
    </w:p>
    <w:p w14:paraId="1C285AD6" w14:textId="77777777" w:rsidR="00993105" w:rsidRDefault="00447B3F">
      <w:pPr>
        <w:pStyle w:val="RedaliaNormal"/>
      </w:pPr>
      <w:r>
        <w:tab/>
      </w:r>
    </w:p>
    <w:p w14:paraId="533180D8" w14:textId="77777777" w:rsidR="00993105" w:rsidRDefault="00447B3F">
      <w:pPr>
        <w:pStyle w:val="RedaliaNormal"/>
      </w:pPr>
      <w:r>
        <w:tab/>
      </w:r>
    </w:p>
    <w:p w14:paraId="2D28D066" w14:textId="77777777" w:rsidR="00993105" w:rsidRDefault="00993105">
      <w:pPr>
        <w:pStyle w:val="RedaliaNormal"/>
      </w:pPr>
    </w:p>
    <w:p w14:paraId="11CFA6D5" w14:textId="77777777" w:rsidR="00993105" w:rsidRDefault="00447B3F">
      <w:pPr>
        <w:pStyle w:val="RedaliaNormal"/>
      </w:pPr>
      <w:r>
        <w:t>En cas de groupement momentané d’entreprises, identification et coordonnées du mandataire du groupement :</w:t>
      </w:r>
    </w:p>
    <w:p w14:paraId="664001AF" w14:textId="77777777" w:rsidR="00993105" w:rsidRDefault="00447B3F">
      <w:pPr>
        <w:pStyle w:val="RedaliaNormal"/>
      </w:pPr>
      <w:r>
        <w:tab/>
      </w:r>
    </w:p>
    <w:p w14:paraId="408D7B47" w14:textId="77777777" w:rsidR="00993105" w:rsidRDefault="00447B3F">
      <w:pPr>
        <w:pStyle w:val="RedaliaNormal"/>
      </w:pPr>
      <w:r>
        <w:tab/>
      </w:r>
    </w:p>
    <w:p w14:paraId="0EBF316E" w14:textId="77777777" w:rsidR="00993105" w:rsidRDefault="00447B3F">
      <w:pPr>
        <w:pStyle w:val="RedaliaNormal"/>
      </w:pPr>
      <w:r>
        <w:tab/>
      </w:r>
    </w:p>
    <w:p w14:paraId="57D80C3F" w14:textId="77777777" w:rsidR="00993105" w:rsidRDefault="00447B3F">
      <w:pPr>
        <w:pStyle w:val="RdaliaTitreparagraphe"/>
      </w:pPr>
      <w:r>
        <w:t>Identification du sous-traitant</w:t>
      </w:r>
    </w:p>
    <w:p w14:paraId="165AAB13" w14:textId="77777777" w:rsidR="00993105" w:rsidRDefault="00447B3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F61B7BE" w14:textId="77777777" w:rsidR="00993105" w:rsidRDefault="00447B3F">
      <w:pPr>
        <w:pStyle w:val="RedaliaNormal"/>
      </w:pPr>
      <w:r>
        <w:tab/>
      </w:r>
    </w:p>
    <w:p w14:paraId="52D2C492" w14:textId="77777777" w:rsidR="00993105" w:rsidRDefault="00447B3F">
      <w:pPr>
        <w:pStyle w:val="RedaliaNormal"/>
      </w:pPr>
      <w:r>
        <w:tab/>
      </w:r>
    </w:p>
    <w:p w14:paraId="7ACBF8FD" w14:textId="77777777" w:rsidR="00993105" w:rsidRDefault="00447B3F">
      <w:pPr>
        <w:pStyle w:val="RedaliaNormal"/>
      </w:pPr>
      <w:r>
        <w:tab/>
      </w:r>
    </w:p>
    <w:p w14:paraId="7E1C0DF3" w14:textId="77777777" w:rsidR="00993105" w:rsidRDefault="00993105">
      <w:pPr>
        <w:pStyle w:val="RedaliaNormal"/>
        <w:rPr>
          <w:u w:val="single"/>
        </w:rPr>
      </w:pPr>
    </w:p>
    <w:p w14:paraId="15500FDA" w14:textId="77777777" w:rsidR="00993105" w:rsidRDefault="00447B3F">
      <w:pPr>
        <w:pStyle w:val="RedaliaNormal"/>
      </w:pPr>
      <w:r>
        <w:t>Forme juridique du soumissionnaire individuel, du titulaire ou du membre du groupement (entreprise individuelle, SA, SARL, EURL, association, établissement public, etc.) :</w:t>
      </w:r>
    </w:p>
    <w:p w14:paraId="3B7CD950" w14:textId="77777777" w:rsidR="00993105" w:rsidRDefault="00447B3F">
      <w:pPr>
        <w:pStyle w:val="RedaliaNormal"/>
      </w:pPr>
      <w:r>
        <w:tab/>
      </w:r>
    </w:p>
    <w:p w14:paraId="3FA9B7F7" w14:textId="77777777" w:rsidR="00993105" w:rsidRDefault="00447B3F">
      <w:pPr>
        <w:pStyle w:val="RedaliaNormal"/>
      </w:pPr>
      <w:r>
        <w:tab/>
      </w:r>
    </w:p>
    <w:p w14:paraId="6D0359C4" w14:textId="77777777" w:rsidR="00993105" w:rsidRDefault="00447B3F">
      <w:pPr>
        <w:pStyle w:val="RedaliaNormal"/>
      </w:pPr>
      <w:r>
        <w:tab/>
      </w:r>
    </w:p>
    <w:p w14:paraId="3497A8A5" w14:textId="77777777" w:rsidR="00993105" w:rsidRDefault="00993105">
      <w:pPr>
        <w:pStyle w:val="RedaliaNormal"/>
      </w:pPr>
    </w:p>
    <w:p w14:paraId="392D7FE8" w14:textId="77777777" w:rsidR="00993105" w:rsidRDefault="00447B3F">
      <w:pPr>
        <w:pStyle w:val="RedaliaNormal"/>
      </w:pPr>
      <w:r>
        <w:t xml:space="preserve">Personne(s) physique(s) ayant le pouvoir d’engager le </w:t>
      </w:r>
      <w:r>
        <w:t xml:space="preserve">sous-traitant : (Indiquer le nom, prénom et la qualité de chaque personne) :  </w:t>
      </w:r>
    </w:p>
    <w:p w14:paraId="2190C971" w14:textId="77777777" w:rsidR="00993105" w:rsidRDefault="00447B3F">
      <w:pPr>
        <w:pStyle w:val="RedaliaNormal"/>
      </w:pPr>
      <w:r>
        <w:tab/>
      </w:r>
    </w:p>
    <w:p w14:paraId="4A8CA594" w14:textId="77777777" w:rsidR="00993105" w:rsidRDefault="00447B3F">
      <w:pPr>
        <w:pStyle w:val="RedaliaNormal"/>
      </w:pPr>
      <w:r>
        <w:tab/>
      </w:r>
    </w:p>
    <w:p w14:paraId="10B8FB15" w14:textId="77777777" w:rsidR="00993105" w:rsidRDefault="00447B3F">
      <w:pPr>
        <w:pStyle w:val="RedaliaNormal"/>
      </w:pPr>
      <w:r>
        <w:tab/>
      </w:r>
    </w:p>
    <w:p w14:paraId="2384FFB7" w14:textId="77777777" w:rsidR="00993105" w:rsidRDefault="00993105">
      <w:pPr>
        <w:pStyle w:val="RedaliaNormal"/>
      </w:pPr>
    </w:p>
    <w:p w14:paraId="4052D3F7" w14:textId="77777777" w:rsidR="00993105" w:rsidRDefault="00447B3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449A8552" w14:textId="77777777" w:rsidR="00993105" w:rsidRDefault="00993105">
      <w:pPr>
        <w:pStyle w:val="RedaliaNormal"/>
        <w:rPr>
          <w:sz w:val="12"/>
          <w:szCs w:val="10"/>
        </w:rPr>
      </w:pPr>
    </w:p>
    <w:p w14:paraId="76F9656A" w14:textId="77777777" w:rsidR="00993105" w:rsidRDefault="00447B3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8B49069" w14:textId="77777777" w:rsidR="00993105" w:rsidRDefault="00447B3F">
      <w:pPr>
        <w:pStyle w:val="RdaliaTitreparagraphe"/>
      </w:pPr>
      <w:r>
        <w:lastRenderedPageBreak/>
        <w:t>Nature des prestations sous-traitées</w:t>
      </w:r>
    </w:p>
    <w:p w14:paraId="2215048E" w14:textId="77777777" w:rsidR="00993105" w:rsidRDefault="00447B3F">
      <w:pPr>
        <w:pStyle w:val="RedaliaNormal"/>
      </w:pPr>
      <w:r>
        <w:rPr>
          <w:b/>
        </w:rPr>
        <w:t>Nature des prestations sous-traitées</w:t>
      </w:r>
      <w:r>
        <w:t> :</w:t>
      </w:r>
      <w:r>
        <w:tab/>
      </w:r>
    </w:p>
    <w:p w14:paraId="1B5C9175" w14:textId="77777777" w:rsidR="00993105" w:rsidRDefault="00447B3F">
      <w:pPr>
        <w:pStyle w:val="RedaliaNormal"/>
      </w:pPr>
      <w:r>
        <w:tab/>
      </w:r>
    </w:p>
    <w:p w14:paraId="4944EF20" w14:textId="77777777" w:rsidR="00993105" w:rsidRDefault="00993105">
      <w:pPr>
        <w:pStyle w:val="RedaliaNormal"/>
      </w:pPr>
    </w:p>
    <w:p w14:paraId="74966C3F" w14:textId="77777777" w:rsidR="00993105" w:rsidRDefault="00447B3F">
      <w:pPr>
        <w:pStyle w:val="RedaliaNormal"/>
        <w:rPr>
          <w:b/>
        </w:rPr>
      </w:pPr>
      <w:r>
        <w:rPr>
          <w:b/>
        </w:rPr>
        <w:t>Sous-traitance de traitement de données à caractère personnel :</w:t>
      </w:r>
    </w:p>
    <w:p w14:paraId="49C3B3FB" w14:textId="77777777" w:rsidR="00993105" w:rsidRDefault="00447B3F">
      <w:pPr>
        <w:pStyle w:val="RedaliaNormal"/>
        <w:rPr>
          <w:bCs/>
          <w:i/>
          <w:iCs/>
          <w:sz w:val="18"/>
          <w:szCs w:val="16"/>
        </w:rPr>
      </w:pPr>
      <w:r>
        <w:rPr>
          <w:bCs/>
          <w:i/>
          <w:iCs/>
          <w:sz w:val="18"/>
          <w:szCs w:val="16"/>
        </w:rPr>
        <w:t>(À compléter le cas échéant)</w:t>
      </w:r>
    </w:p>
    <w:p w14:paraId="73DC9134" w14:textId="77777777" w:rsidR="00993105" w:rsidRDefault="00447B3F">
      <w:pPr>
        <w:pStyle w:val="RedaliaNormal"/>
      </w:pPr>
      <w:r>
        <w:tab/>
      </w:r>
    </w:p>
    <w:p w14:paraId="6FBB5CBE" w14:textId="77777777" w:rsidR="00993105" w:rsidRDefault="00447B3F">
      <w:pPr>
        <w:pStyle w:val="RedaliaNormal"/>
      </w:pPr>
      <w:r>
        <w:tab/>
      </w:r>
    </w:p>
    <w:p w14:paraId="01E1D1C0" w14:textId="77777777" w:rsidR="00993105" w:rsidRDefault="00993105">
      <w:pPr>
        <w:pStyle w:val="RedaliaNormal"/>
      </w:pPr>
    </w:p>
    <w:p w14:paraId="4F385571" w14:textId="77777777" w:rsidR="00993105" w:rsidRDefault="00447B3F">
      <w:pPr>
        <w:pStyle w:val="RedaliaNormal"/>
      </w:pPr>
      <w:r>
        <w:t xml:space="preserve">Le sous-traitant est autorisé à traiter les </w:t>
      </w:r>
      <w:r>
        <w:t>données à caractère personnel nécessaires pour fournir le (ou les) service(s) suivant(s) : ……………</w:t>
      </w:r>
    </w:p>
    <w:p w14:paraId="3F32ADB7" w14:textId="77777777" w:rsidR="00993105" w:rsidRDefault="00993105">
      <w:pPr>
        <w:pStyle w:val="RedaliaNormal"/>
      </w:pPr>
    </w:p>
    <w:p w14:paraId="163F11E9" w14:textId="77777777" w:rsidR="00993105" w:rsidRDefault="00447B3F">
      <w:pPr>
        <w:pStyle w:val="RedaliaNormal"/>
      </w:pPr>
      <w:r>
        <w:t>La durée du traitement est : ……………..</w:t>
      </w:r>
    </w:p>
    <w:p w14:paraId="0C9ED59D" w14:textId="77777777" w:rsidR="00993105" w:rsidRDefault="00993105">
      <w:pPr>
        <w:pStyle w:val="RedaliaNormal"/>
      </w:pPr>
    </w:p>
    <w:p w14:paraId="4475A3D4" w14:textId="77777777" w:rsidR="00993105" w:rsidRDefault="00447B3F">
      <w:pPr>
        <w:pStyle w:val="RedaliaNormal"/>
      </w:pPr>
      <w:r>
        <w:t>La nature des opérations réalisées sur les données est : ………………….</w:t>
      </w:r>
    </w:p>
    <w:p w14:paraId="701AD3E7" w14:textId="77777777" w:rsidR="00993105" w:rsidRDefault="00993105">
      <w:pPr>
        <w:pStyle w:val="RedaliaNormal"/>
      </w:pPr>
    </w:p>
    <w:p w14:paraId="50404798" w14:textId="77777777" w:rsidR="00993105" w:rsidRDefault="00447B3F">
      <w:pPr>
        <w:pStyle w:val="RedaliaNormal"/>
      </w:pPr>
      <w:r>
        <w:t>La (ou les) finalité(s) du traitement est (sont) : ……………</w:t>
      </w:r>
    </w:p>
    <w:p w14:paraId="4D0763AA" w14:textId="77777777" w:rsidR="00993105" w:rsidRDefault="00993105">
      <w:pPr>
        <w:pStyle w:val="RedaliaNormal"/>
      </w:pPr>
    </w:p>
    <w:p w14:paraId="2F875B9B" w14:textId="77777777" w:rsidR="00993105" w:rsidRDefault="00447B3F">
      <w:pPr>
        <w:pStyle w:val="RedaliaNormal"/>
      </w:pPr>
      <w:r>
        <w:t>Les données à caractère personnel traitées sont : ………………</w:t>
      </w:r>
    </w:p>
    <w:p w14:paraId="76D223E5" w14:textId="77777777" w:rsidR="00993105" w:rsidRDefault="00993105">
      <w:pPr>
        <w:pStyle w:val="RedaliaNormal"/>
      </w:pPr>
    </w:p>
    <w:p w14:paraId="76B7F92E" w14:textId="77777777" w:rsidR="00993105" w:rsidRDefault="00447B3F">
      <w:pPr>
        <w:pStyle w:val="RedaliaNormal"/>
      </w:pPr>
      <w:r>
        <w:t>Les catégories de personnes concernées sont : ………………….</w:t>
      </w:r>
    </w:p>
    <w:p w14:paraId="0ADF569F" w14:textId="77777777" w:rsidR="00993105" w:rsidRDefault="00993105">
      <w:pPr>
        <w:pStyle w:val="RedaliaNormal"/>
      </w:pPr>
    </w:p>
    <w:p w14:paraId="350ABD72" w14:textId="77777777" w:rsidR="00993105" w:rsidRDefault="00447B3F">
      <w:pPr>
        <w:pStyle w:val="RedaliaNormal"/>
      </w:pPr>
      <w:r>
        <w:t>Le soumissionnaire/titulaire déclare que :</w:t>
      </w:r>
    </w:p>
    <w:p w14:paraId="78129447" w14:textId="77777777" w:rsidR="00993105" w:rsidRDefault="00447B3F">
      <w:pPr>
        <w:pStyle w:val="RedaliaNormal"/>
      </w:pPr>
      <w:r>
        <w:rPr>
          <w:rFonts w:ascii="Wingdings" w:eastAsia="Wingdings" w:hAnsi="Wingdings" w:cs="Wingdings"/>
        </w:rPr>
        <w:t></w:t>
      </w:r>
      <w:r>
        <w:t xml:space="preserve"> Le sous-traitant présente des garanties suffisantes pour la mise en œuvre de mesures </w:t>
      </w:r>
      <w:r>
        <w:t>techniques et organisationnelles propres à assurer la protection des données personnelles ;</w:t>
      </w:r>
    </w:p>
    <w:p w14:paraId="7BCF6E23" w14:textId="77777777" w:rsidR="00993105" w:rsidRDefault="00447B3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FC128C7" w14:textId="77777777" w:rsidR="00993105" w:rsidRDefault="00993105">
      <w:pPr>
        <w:pStyle w:val="RedaliaNormal"/>
      </w:pPr>
    </w:p>
    <w:p w14:paraId="10464212" w14:textId="77777777" w:rsidR="00993105" w:rsidRDefault="00447B3F">
      <w:pPr>
        <w:pStyle w:val="RdaliaTitreparagraphe"/>
      </w:pPr>
      <w:r>
        <w:t>Prix des prestations sous-traitées</w:t>
      </w:r>
    </w:p>
    <w:p w14:paraId="726175F7" w14:textId="77777777" w:rsidR="00993105" w:rsidRDefault="00447B3F">
      <w:pPr>
        <w:pStyle w:val="RedaliaNormal"/>
      </w:pPr>
      <w:r>
        <w:rPr>
          <w:b/>
        </w:rPr>
        <w:t>Montant des prestations sous-traitées</w:t>
      </w:r>
      <w:r>
        <w:t xml:space="preserve"> :</w:t>
      </w:r>
    </w:p>
    <w:p w14:paraId="1FF7853C" w14:textId="77777777" w:rsidR="00993105" w:rsidRDefault="00993105">
      <w:pPr>
        <w:pStyle w:val="RedaliaNormal"/>
      </w:pPr>
    </w:p>
    <w:p w14:paraId="75BF160D" w14:textId="77777777" w:rsidR="00993105" w:rsidRDefault="00447B3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EBDE6F6" w14:textId="77777777" w:rsidR="00993105" w:rsidRDefault="00993105">
      <w:pPr>
        <w:pStyle w:val="RedaliaNormal"/>
      </w:pPr>
    </w:p>
    <w:p w14:paraId="1652371F" w14:textId="77777777" w:rsidR="00993105" w:rsidRDefault="00447B3F">
      <w:pPr>
        <w:pStyle w:val="RedaliaNormal"/>
      </w:pPr>
      <w:r>
        <w:rPr>
          <w:b/>
        </w:rPr>
        <w:t>a)</w:t>
      </w:r>
      <w:r>
        <w:t xml:space="preserve"> Montant du contrat de sous-traitance dans le cas de prestations ne relevant pas du b) ci-dessous :</w:t>
      </w:r>
    </w:p>
    <w:p w14:paraId="6B196C3D" w14:textId="77777777" w:rsidR="00993105" w:rsidRDefault="00447B3F">
      <w:pPr>
        <w:pStyle w:val="RedaliaNormal"/>
      </w:pPr>
      <w:r>
        <w:t>- Taux de la TVA : …………………………………..</w:t>
      </w:r>
    </w:p>
    <w:p w14:paraId="495A410B" w14:textId="77777777" w:rsidR="00993105" w:rsidRDefault="00447B3F">
      <w:pPr>
        <w:pStyle w:val="RedaliaNormal"/>
      </w:pPr>
      <w:r>
        <w:t>- Montant HT (€) : …………………………..</w:t>
      </w:r>
    </w:p>
    <w:p w14:paraId="267E1798" w14:textId="77777777" w:rsidR="00993105" w:rsidRDefault="00447B3F">
      <w:pPr>
        <w:pStyle w:val="RedaliaNormal"/>
      </w:pPr>
      <w:r>
        <w:lastRenderedPageBreak/>
        <w:t>- Montant TTC (€) : …………………………</w:t>
      </w:r>
    </w:p>
    <w:p w14:paraId="4E5BD877" w14:textId="77777777" w:rsidR="00993105" w:rsidRDefault="00993105">
      <w:pPr>
        <w:pStyle w:val="RedaliaNormal"/>
      </w:pPr>
    </w:p>
    <w:p w14:paraId="348C3A8D" w14:textId="77777777" w:rsidR="00993105" w:rsidRDefault="00447B3F">
      <w:pPr>
        <w:pStyle w:val="RedaliaNormal"/>
      </w:pPr>
      <w:r>
        <w:rPr>
          <w:b/>
        </w:rPr>
        <w:t>b)</w:t>
      </w:r>
      <w:r>
        <w:t xml:space="preserve"> Montant du contrat de sous-traitance dans le cas de travaux sous-traités relevant de l’article 283-2 nonies du Code général des impôts :</w:t>
      </w:r>
    </w:p>
    <w:p w14:paraId="02AF0D97" w14:textId="77777777" w:rsidR="00993105" w:rsidRDefault="00447B3F">
      <w:pPr>
        <w:pStyle w:val="RedaliaNormal"/>
      </w:pPr>
      <w:r>
        <w:t>- Taux de la TVA : auto-liquidation (la TVA est due par le titulaire)</w:t>
      </w:r>
    </w:p>
    <w:p w14:paraId="10A90F95" w14:textId="77777777" w:rsidR="00993105" w:rsidRDefault="00447B3F">
      <w:pPr>
        <w:pStyle w:val="RedaliaNormal"/>
      </w:pPr>
      <w:r>
        <w:t>- Montant hors TVA (€) : …………………………..</w:t>
      </w:r>
    </w:p>
    <w:p w14:paraId="40C783AC" w14:textId="77777777" w:rsidR="00993105" w:rsidRDefault="00993105">
      <w:pPr>
        <w:pStyle w:val="RedaliaNormal"/>
      </w:pPr>
    </w:p>
    <w:p w14:paraId="41134556" w14:textId="77777777" w:rsidR="00993105" w:rsidRDefault="00447B3F">
      <w:pPr>
        <w:pStyle w:val="RedaliaNormal"/>
      </w:pPr>
      <w:r>
        <w:rPr>
          <w:b/>
        </w:rPr>
        <w:t>Modalités de variation des prix</w:t>
      </w:r>
      <w:r>
        <w:t xml:space="preserve"> : </w:t>
      </w:r>
      <w:r>
        <w:tab/>
      </w:r>
    </w:p>
    <w:p w14:paraId="1B57C4A5" w14:textId="77777777" w:rsidR="00993105" w:rsidRDefault="00447B3F">
      <w:pPr>
        <w:pStyle w:val="RedaliaNormal"/>
      </w:pPr>
      <w:r>
        <w:tab/>
      </w:r>
    </w:p>
    <w:p w14:paraId="111F9D99" w14:textId="77777777" w:rsidR="00993105" w:rsidRDefault="00993105">
      <w:pPr>
        <w:pStyle w:val="RedaliaNormal"/>
      </w:pPr>
    </w:p>
    <w:p w14:paraId="04EDBE24" w14:textId="77777777" w:rsidR="00993105" w:rsidRDefault="00447B3F">
      <w:pPr>
        <w:pStyle w:val="RedaliaNormal"/>
      </w:pPr>
      <w:r>
        <w:t xml:space="preserve">Le titulaire déclare que son sous-traitant remplit les conditions pour avoir </w:t>
      </w:r>
      <w:r>
        <w:rPr>
          <w:b/>
        </w:rPr>
        <w:t>droit au paiement direct :</w:t>
      </w:r>
    </w:p>
    <w:p w14:paraId="2FA43077" w14:textId="77777777" w:rsidR="00993105" w:rsidRDefault="00447B3F">
      <w:pPr>
        <w:pStyle w:val="RedaliaNormal"/>
        <w:rPr>
          <w:i/>
          <w:iCs/>
          <w:sz w:val="20"/>
          <w:szCs w:val="18"/>
        </w:rPr>
      </w:pPr>
      <w:r>
        <w:rPr>
          <w:i/>
          <w:iCs/>
          <w:sz w:val="20"/>
          <w:szCs w:val="18"/>
        </w:rPr>
        <w:t>(Art R. 2193-10 ou Art R. 2393-33 du Code de la commande publique)</w:t>
      </w:r>
    </w:p>
    <w:p w14:paraId="48E40059" w14:textId="77777777" w:rsidR="00993105" w:rsidRDefault="00993105">
      <w:pPr>
        <w:pStyle w:val="RedaliaNormal"/>
        <w:rPr>
          <w:i/>
          <w:iCs/>
          <w:sz w:val="12"/>
          <w:szCs w:val="10"/>
        </w:rPr>
      </w:pPr>
    </w:p>
    <w:p w14:paraId="6DEE3C3B" w14:textId="77777777" w:rsidR="00993105" w:rsidRDefault="00447B3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789A4D5" w14:textId="77777777" w:rsidR="00993105" w:rsidRDefault="00447B3F">
      <w:pPr>
        <w:pStyle w:val="RdaliaTitreparagraphe"/>
      </w:pPr>
      <w:r>
        <w:t xml:space="preserve">Condition de </w:t>
      </w:r>
      <w:r>
        <w:t>paiement</w:t>
      </w:r>
    </w:p>
    <w:p w14:paraId="268573E5" w14:textId="77777777" w:rsidR="00993105" w:rsidRDefault="00447B3F">
      <w:pPr>
        <w:pStyle w:val="RedaliaNormal"/>
      </w:pPr>
      <w:r>
        <w:t>Références bancaires :</w:t>
      </w:r>
    </w:p>
    <w:p w14:paraId="68BBDCF9" w14:textId="77777777" w:rsidR="00993105" w:rsidRDefault="00447B3F">
      <w:pPr>
        <w:pStyle w:val="RdaliaLgende"/>
      </w:pPr>
      <w:r>
        <w:t>(Joindre un IBAN)</w:t>
      </w:r>
    </w:p>
    <w:p w14:paraId="0A1932EC" w14:textId="77777777" w:rsidR="00993105" w:rsidRDefault="00993105">
      <w:pPr>
        <w:pStyle w:val="RedaliaNormal"/>
      </w:pPr>
    </w:p>
    <w:p w14:paraId="03C341E2" w14:textId="77777777" w:rsidR="00993105" w:rsidRDefault="00447B3F">
      <w:pPr>
        <w:pStyle w:val="RedaliaNormal"/>
      </w:pPr>
      <w:r>
        <w:t xml:space="preserve">IBAN : </w:t>
      </w:r>
      <w:r>
        <w:tab/>
      </w:r>
    </w:p>
    <w:p w14:paraId="74C32CC7" w14:textId="77777777" w:rsidR="00993105" w:rsidRDefault="00447B3F">
      <w:pPr>
        <w:pStyle w:val="RedaliaNormal"/>
      </w:pPr>
      <w:r>
        <w:t xml:space="preserve">BIC : </w:t>
      </w:r>
      <w:r>
        <w:tab/>
      </w:r>
    </w:p>
    <w:p w14:paraId="7E99B88A" w14:textId="77777777" w:rsidR="00993105" w:rsidRDefault="00993105">
      <w:pPr>
        <w:pStyle w:val="RedaliaNormal"/>
      </w:pPr>
    </w:p>
    <w:p w14:paraId="6A4975D9" w14:textId="77777777" w:rsidR="00993105" w:rsidRDefault="00447B3F">
      <w:pPr>
        <w:pStyle w:val="RedaliaNormal"/>
      </w:pPr>
      <w:r>
        <w:t>Le sous-traitant demande à bénéficier d’une avance :</w:t>
      </w:r>
    </w:p>
    <w:p w14:paraId="1F3AFF71" w14:textId="77777777" w:rsidR="00993105" w:rsidRDefault="00993105">
      <w:pPr>
        <w:pStyle w:val="RedaliaNormal"/>
        <w:rPr>
          <w:sz w:val="12"/>
          <w:szCs w:val="10"/>
        </w:rPr>
      </w:pPr>
    </w:p>
    <w:p w14:paraId="35666453" w14:textId="77777777" w:rsidR="00993105" w:rsidRDefault="00447B3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4238890" w14:textId="77777777" w:rsidR="00993105" w:rsidRDefault="00447B3F">
      <w:pPr>
        <w:pStyle w:val="RdaliaTitreparagraphe"/>
        <w:jc w:val="both"/>
      </w:pPr>
      <w:r>
        <w:t>Capacités du sous-traitant</w:t>
      </w:r>
    </w:p>
    <w:p w14:paraId="523ACFEF" w14:textId="77777777" w:rsidR="00993105" w:rsidRDefault="00447B3F">
      <w:pPr>
        <w:pStyle w:val="RdaliaLgende"/>
        <w:ind w:left="0" w:firstLine="0"/>
      </w:pPr>
      <w:r>
        <w:t xml:space="preserve">(Nota : ces renseignements ne sont nécessaires que lorsque l’acheteur les exige et </w:t>
      </w:r>
      <w:r>
        <w:t>qu’ils n’ont pas été déjà transmis dans le cadre du DC2 -voir rubrique H du DC2.)</w:t>
      </w:r>
    </w:p>
    <w:p w14:paraId="3547D293" w14:textId="77777777" w:rsidR="00993105" w:rsidRDefault="00993105">
      <w:pPr>
        <w:pStyle w:val="RedaliaNormal"/>
      </w:pPr>
    </w:p>
    <w:p w14:paraId="1F662792" w14:textId="77777777" w:rsidR="00993105" w:rsidRDefault="00447B3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D08E189" w14:textId="77777777" w:rsidR="00993105" w:rsidRDefault="00993105">
      <w:pPr>
        <w:pStyle w:val="RedaliaNormal"/>
      </w:pPr>
    </w:p>
    <w:p w14:paraId="48C101E9" w14:textId="77777777" w:rsidR="00993105" w:rsidRDefault="00447B3F">
      <w:pPr>
        <w:pStyle w:val="RedaliaNormal"/>
      </w:pPr>
      <w:r>
        <w:t>Article R. 2193-3 du Code de la commande publique :</w:t>
      </w:r>
    </w:p>
    <w:p w14:paraId="2F7329E0" w14:textId="77777777" w:rsidR="00993105" w:rsidRDefault="00447B3F">
      <w:pPr>
        <w:pStyle w:val="RedaliaNormal"/>
      </w:pPr>
      <w:r>
        <w:t>"Lorsque la déclaration de sous-traitance intervient après la notification du marché, le titulaire remet à l'acheteur contre récépissé ou lui adresse par lettre recommandée avec demande d'avis de réception, un acte spécial de sous-traitance contenant les renseignements mentionnés à l'article R. 2193-1.</w:t>
      </w:r>
    </w:p>
    <w:p w14:paraId="701A553B" w14:textId="77777777" w:rsidR="00993105" w:rsidRDefault="00447B3F">
      <w:pPr>
        <w:pStyle w:val="RedaliaNormal"/>
      </w:pPr>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3D44B6FD" w14:textId="77777777" w:rsidR="00993105" w:rsidRDefault="00993105">
      <w:pPr>
        <w:pStyle w:val="RedaliaNormal"/>
      </w:pPr>
    </w:p>
    <w:p w14:paraId="102CD9CF" w14:textId="77777777" w:rsidR="00993105" w:rsidRDefault="00447B3F">
      <w:pPr>
        <w:pStyle w:val="RedaliaNormal"/>
      </w:pPr>
      <w:r>
        <w:t>Article R. 2193-1 du Code de la commande publique :</w:t>
      </w:r>
    </w:p>
    <w:p w14:paraId="23ACA222" w14:textId="77777777" w:rsidR="00993105" w:rsidRDefault="00447B3F">
      <w:pPr>
        <w:pStyle w:val="RedaliaNormal"/>
      </w:pPr>
      <w:r>
        <w:t>Lorsque la déclaration de sous-traitance intervient au moment du dépôt de l'offre, le soumissionnaire fournit à l'acheteur une déclaration mentionnant l'ensemble des informations suivantes :</w:t>
      </w:r>
    </w:p>
    <w:p w14:paraId="30D4B437" w14:textId="77777777" w:rsidR="00993105" w:rsidRDefault="00447B3F">
      <w:pPr>
        <w:pStyle w:val="RedaliaNormal"/>
      </w:pPr>
      <w:r>
        <w:t>1° La nature des prestations sous-traitées ;</w:t>
      </w:r>
    </w:p>
    <w:p w14:paraId="6B126EDB" w14:textId="77777777" w:rsidR="00993105" w:rsidRDefault="00447B3F">
      <w:pPr>
        <w:pStyle w:val="RedaliaNormal"/>
      </w:pPr>
      <w:r>
        <w:t>2° Le nom, la raison ou la dénomination sociale et l'adresse du sous-traitant proposé ;</w:t>
      </w:r>
    </w:p>
    <w:p w14:paraId="3D33AF56" w14:textId="77777777" w:rsidR="00993105" w:rsidRDefault="00447B3F">
      <w:pPr>
        <w:pStyle w:val="RedaliaNormal"/>
      </w:pPr>
      <w:r>
        <w:t>3° Le montant maximum des sommes à verser au sous-traitant ;</w:t>
      </w:r>
    </w:p>
    <w:p w14:paraId="02DA3FC0" w14:textId="77777777" w:rsidR="00993105" w:rsidRDefault="00447B3F">
      <w:pPr>
        <w:pStyle w:val="RedaliaNormal"/>
      </w:pPr>
      <w:r>
        <w:t>4° Les conditions de paiement prévues par le projet de contrat de sous-traitance et, le cas échéant, les modalités de variation des prix ;</w:t>
      </w:r>
    </w:p>
    <w:p w14:paraId="09CC637F" w14:textId="77777777" w:rsidR="00993105" w:rsidRDefault="00447B3F">
      <w:pPr>
        <w:pStyle w:val="RedaliaNormal"/>
      </w:pPr>
      <w:r>
        <w:t>5° Le cas échéant, les capacités du sous-traitant sur lesquelles le candidat s'appuie.</w:t>
      </w:r>
    </w:p>
    <w:p w14:paraId="0111C234" w14:textId="77777777" w:rsidR="00993105" w:rsidRDefault="00447B3F">
      <w:pPr>
        <w:pStyle w:val="RedaliaNormal"/>
      </w:pPr>
      <w:r>
        <w:t xml:space="preserve">Le soumissionnaire remet également à l'acheteur une déclaration du sous-traitant indiquant qu'il n'est pas placé dans un cas </w:t>
      </w:r>
      <w:r>
        <w:t>d'exclusion mentionné au chapitre Ier du titre IV du présent livre.</w:t>
      </w:r>
    </w:p>
    <w:p w14:paraId="2153FECE" w14:textId="77777777" w:rsidR="00993105" w:rsidRDefault="00993105">
      <w:pPr>
        <w:pStyle w:val="RedaliaNormal"/>
      </w:pPr>
    </w:p>
    <w:p w14:paraId="2E62D8B8" w14:textId="77777777" w:rsidR="00993105" w:rsidRDefault="00447B3F">
      <w:pPr>
        <w:pStyle w:val="RedaliaNormal"/>
      </w:pPr>
      <w:r>
        <w:t>Le cas échéant, adresse internet à laquelle les documents justificatifs et moyens de preuve sont accessibles directement et gratuitement, ainsi que l’ensemble des renseignements nécessaires pour y accéder :</w:t>
      </w:r>
    </w:p>
    <w:p w14:paraId="2120C58D" w14:textId="77777777" w:rsidR="00993105" w:rsidRDefault="00993105">
      <w:pPr>
        <w:pStyle w:val="RedaliaNormal"/>
      </w:pPr>
    </w:p>
    <w:p w14:paraId="014784FC" w14:textId="77777777" w:rsidR="00993105" w:rsidRDefault="00447B3F">
      <w:pPr>
        <w:pStyle w:val="RedaliaNormal"/>
      </w:pPr>
      <w:r>
        <w:t xml:space="preserve">- Adresse internet : </w:t>
      </w:r>
      <w:r>
        <w:tab/>
      </w:r>
    </w:p>
    <w:p w14:paraId="2FC56FB5" w14:textId="77777777" w:rsidR="00993105" w:rsidRDefault="00447B3F">
      <w:pPr>
        <w:pStyle w:val="RedaliaNormal"/>
      </w:pPr>
      <w:r>
        <w:tab/>
      </w:r>
    </w:p>
    <w:p w14:paraId="445B3EC5" w14:textId="77777777" w:rsidR="00993105" w:rsidRDefault="00993105">
      <w:pPr>
        <w:pStyle w:val="RedaliaNormal"/>
      </w:pPr>
    </w:p>
    <w:p w14:paraId="7B83E840" w14:textId="77777777" w:rsidR="00993105" w:rsidRDefault="00993105">
      <w:pPr>
        <w:pStyle w:val="RedaliaNormal"/>
      </w:pPr>
    </w:p>
    <w:p w14:paraId="0E71D38B" w14:textId="77777777" w:rsidR="00993105" w:rsidRDefault="00447B3F">
      <w:pPr>
        <w:pStyle w:val="RedaliaNormal"/>
      </w:pPr>
      <w:r>
        <w:t xml:space="preserve">- Renseignements nécessaires pour y accéder : </w:t>
      </w:r>
      <w:r>
        <w:tab/>
      </w:r>
    </w:p>
    <w:p w14:paraId="3FCD2B60" w14:textId="77777777" w:rsidR="00993105" w:rsidRDefault="00447B3F">
      <w:pPr>
        <w:pStyle w:val="RedaliaNormal"/>
      </w:pPr>
      <w:r>
        <w:tab/>
      </w:r>
    </w:p>
    <w:p w14:paraId="3D05DE56" w14:textId="77777777" w:rsidR="00993105" w:rsidRDefault="00447B3F">
      <w:pPr>
        <w:pStyle w:val="RdaliaTitreparagraphe"/>
        <w:jc w:val="both"/>
      </w:pPr>
      <w:r>
        <w:t>Attestations sur l’honneur du sous-traitant au regard des exclusions de la procédure</w:t>
      </w:r>
    </w:p>
    <w:p w14:paraId="252F68A1" w14:textId="77777777" w:rsidR="00993105" w:rsidRDefault="00447B3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6CDA4BC" w14:textId="77777777" w:rsidR="00993105" w:rsidRDefault="00993105">
      <w:pPr>
        <w:pStyle w:val="RedaliaNormal"/>
      </w:pPr>
    </w:p>
    <w:p w14:paraId="3A357546" w14:textId="77777777" w:rsidR="00993105" w:rsidRDefault="00447B3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FE0C204" w14:textId="77777777" w:rsidR="00993105" w:rsidRDefault="00993105">
      <w:pPr>
        <w:pStyle w:val="RedaliaNormal"/>
      </w:pPr>
    </w:p>
    <w:p w14:paraId="5C7FE726" w14:textId="77777777" w:rsidR="00993105" w:rsidRDefault="00447B3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1D37286" w14:textId="77777777" w:rsidR="00993105" w:rsidRDefault="00447B3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7DD50BB" w14:textId="77777777" w:rsidR="00993105" w:rsidRDefault="00993105">
      <w:pPr>
        <w:pStyle w:val="RedaliaNormal"/>
      </w:pPr>
    </w:p>
    <w:p w14:paraId="206EC571" w14:textId="77777777" w:rsidR="00993105" w:rsidRDefault="00447B3F">
      <w:pPr>
        <w:pStyle w:val="RedaliaNormal"/>
      </w:pPr>
      <w:r>
        <w:rPr>
          <w:b/>
        </w:rPr>
        <w:t>Documents de preuve disponibles en ligne</w:t>
      </w:r>
      <w:r>
        <w:t xml:space="preserve"> :</w:t>
      </w:r>
    </w:p>
    <w:p w14:paraId="549939AB" w14:textId="77777777" w:rsidR="00993105" w:rsidRDefault="00993105">
      <w:pPr>
        <w:pStyle w:val="RedaliaNormal"/>
      </w:pPr>
    </w:p>
    <w:p w14:paraId="1546491D" w14:textId="77777777" w:rsidR="00993105" w:rsidRDefault="00447B3F">
      <w:pPr>
        <w:pStyle w:val="RedaliaNormal"/>
      </w:pPr>
      <w:r>
        <w:t>Le cas échéant, adresse internet à laquelle les documents justificatifs et moyens de preuve sont accessibles directement et gratuitement, ainsi que l’ensemble des renseignements nécessaires pour y accéder :</w:t>
      </w:r>
    </w:p>
    <w:p w14:paraId="446F97E8" w14:textId="77777777" w:rsidR="00993105" w:rsidRDefault="00447B3F">
      <w:pPr>
        <w:pStyle w:val="RdaliaLgende"/>
      </w:pPr>
      <w:r>
        <w:t>(Si l’adresse et les renseignements sont identiques à ceux fournis plus haut se contenter de renvoyer à la rubrique concernée.)</w:t>
      </w:r>
    </w:p>
    <w:p w14:paraId="082365DE" w14:textId="77777777" w:rsidR="00993105" w:rsidRDefault="00993105">
      <w:pPr>
        <w:pStyle w:val="RedaliaNormal"/>
      </w:pPr>
    </w:p>
    <w:p w14:paraId="5107AD2B" w14:textId="77777777" w:rsidR="00993105" w:rsidRDefault="00447B3F">
      <w:pPr>
        <w:pStyle w:val="RedaliaNormal"/>
      </w:pPr>
      <w:r>
        <w:t xml:space="preserve">- Adresse internet : </w:t>
      </w:r>
      <w:r>
        <w:tab/>
      </w:r>
    </w:p>
    <w:p w14:paraId="2E8B3B51" w14:textId="77777777" w:rsidR="00993105" w:rsidRDefault="00447B3F">
      <w:pPr>
        <w:pStyle w:val="RedaliaNormal"/>
      </w:pPr>
      <w:r>
        <w:lastRenderedPageBreak/>
        <w:tab/>
      </w:r>
    </w:p>
    <w:p w14:paraId="2E6F4D19" w14:textId="77777777" w:rsidR="00993105" w:rsidRDefault="00993105">
      <w:pPr>
        <w:pStyle w:val="RedaliaNormal"/>
      </w:pPr>
    </w:p>
    <w:p w14:paraId="7EED742C" w14:textId="77777777" w:rsidR="00993105" w:rsidRDefault="00447B3F">
      <w:pPr>
        <w:pStyle w:val="RedaliaNormal"/>
      </w:pPr>
      <w:r>
        <w:t xml:space="preserve">- Renseignements nécessaires pour y accéder : </w:t>
      </w:r>
      <w:r>
        <w:tab/>
      </w:r>
    </w:p>
    <w:p w14:paraId="768EAFBF" w14:textId="77777777" w:rsidR="00993105" w:rsidRDefault="00447B3F">
      <w:pPr>
        <w:pStyle w:val="RedaliaNormal"/>
      </w:pPr>
      <w:r>
        <w:tab/>
      </w:r>
    </w:p>
    <w:p w14:paraId="5AF924A7" w14:textId="77777777" w:rsidR="00993105" w:rsidRDefault="00447B3F">
      <w:pPr>
        <w:pStyle w:val="RdaliaTitreparagraphe"/>
        <w:jc w:val="both"/>
      </w:pPr>
      <w:r>
        <w:t>Cession ou nantissement des créances résultant du marché public</w:t>
      </w:r>
    </w:p>
    <w:p w14:paraId="22FFF4A9" w14:textId="77777777" w:rsidR="00993105" w:rsidRDefault="00447B3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059B0A4" w14:textId="77777777" w:rsidR="00993105" w:rsidRDefault="00993105">
      <w:pPr>
        <w:pStyle w:val="RedaliaNormal"/>
      </w:pPr>
    </w:p>
    <w:p w14:paraId="1BDA54BA" w14:textId="77777777" w:rsidR="00993105" w:rsidRDefault="00447B3F">
      <w:pPr>
        <w:pStyle w:val="RedaliaNormal"/>
      </w:pPr>
      <w:r>
        <w:t xml:space="preserve">Le titulaire établit qu'aucune cession ni aucun </w:t>
      </w:r>
      <w:r>
        <w:t>nantissement de créances résultant du marché public ne font obstacle au paiement direct du sous-traitant, dans les conditions prévues à l'article R. 2193-22 ou à l’article R. 2393-40 du Code de la commande publique.</w:t>
      </w:r>
    </w:p>
    <w:p w14:paraId="21F1328C" w14:textId="77777777" w:rsidR="00993105" w:rsidRDefault="00447B3F">
      <w:pPr>
        <w:pStyle w:val="RedaliaNormal"/>
      </w:pPr>
      <w:r>
        <w:t>En conséquence, le titulaire produit avec le DC4 :</w:t>
      </w:r>
    </w:p>
    <w:p w14:paraId="3D2CE992" w14:textId="77777777" w:rsidR="00993105" w:rsidRDefault="00447B3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F094F2A" w14:textId="77777777" w:rsidR="00993105" w:rsidRDefault="00447B3F">
      <w:pPr>
        <w:pStyle w:val="RedaliaNormal"/>
        <w:rPr>
          <w:u w:val="single"/>
        </w:rPr>
      </w:pPr>
      <w:r>
        <w:rPr>
          <w:u w:val="single"/>
        </w:rPr>
        <w:t>OU</w:t>
      </w:r>
    </w:p>
    <w:p w14:paraId="232F0940" w14:textId="77777777" w:rsidR="00993105" w:rsidRDefault="00447B3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E82B3FD" w14:textId="77777777" w:rsidR="00993105" w:rsidRDefault="00993105">
      <w:pPr>
        <w:pStyle w:val="RedaliaNormal"/>
      </w:pPr>
    </w:p>
    <w:p w14:paraId="573FE5A6" w14:textId="77777777" w:rsidR="00993105" w:rsidRDefault="00447B3F">
      <w:pPr>
        <w:pStyle w:val="RedaliaNormal"/>
      </w:pPr>
      <w:r>
        <w:rPr>
          <w:rFonts w:ascii="Wingdings" w:eastAsia="Wingdings" w:hAnsi="Wingdings" w:cs="Wingdings"/>
        </w:rPr>
        <w:t></w:t>
      </w:r>
      <w:r>
        <w:t xml:space="preserve"> </w:t>
      </w:r>
      <w:r>
        <w:rPr>
          <w:b/>
        </w:rPr>
        <w:t xml:space="preserve">2ème hypothèse : </w:t>
      </w:r>
      <w:r>
        <w:t xml:space="preserve">La présente </w:t>
      </w:r>
      <w:r>
        <w:t>déclaration de sous-traitance constitue un</w:t>
      </w:r>
      <w:r>
        <w:rPr>
          <w:b/>
        </w:rPr>
        <w:t xml:space="preserve"> acte spécial modificatif :</w:t>
      </w:r>
    </w:p>
    <w:p w14:paraId="4959EAFE" w14:textId="77777777" w:rsidR="00993105" w:rsidRDefault="00447B3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998FC60" w14:textId="77777777" w:rsidR="00993105" w:rsidRDefault="00447B3F">
      <w:pPr>
        <w:pStyle w:val="RedaliaNormal"/>
        <w:rPr>
          <w:b/>
          <w:u w:val="single"/>
        </w:rPr>
      </w:pPr>
      <w:r>
        <w:rPr>
          <w:b/>
          <w:u w:val="single"/>
        </w:rPr>
        <w:t>OU</w:t>
      </w:r>
    </w:p>
    <w:p w14:paraId="1D16AA25" w14:textId="77777777" w:rsidR="00993105" w:rsidRDefault="00447B3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98A1AEC" w14:textId="77777777" w:rsidR="00993105" w:rsidRDefault="00447B3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2377C2C" w14:textId="77777777" w:rsidR="00993105" w:rsidRDefault="00447B3F">
      <w:pPr>
        <w:pStyle w:val="RdaliaTitreparagraphe"/>
        <w:jc w:val="both"/>
      </w:pPr>
      <w:r>
        <w:t>Acceptation et agrément des conditions de paiement du sous-traitant</w:t>
      </w:r>
    </w:p>
    <w:p w14:paraId="75A34C71" w14:textId="77777777" w:rsidR="00993105" w:rsidRDefault="00447B3F">
      <w:pPr>
        <w:pStyle w:val="RedaliaNormal"/>
        <w:tabs>
          <w:tab w:val="clear" w:pos="8505"/>
          <w:tab w:val="left" w:leader="dot" w:pos="2694"/>
        </w:tabs>
      </w:pPr>
      <w:r>
        <w:t>A …………………., le …………………………</w:t>
      </w:r>
      <w:r>
        <w:tab/>
        <w:t>A …………………., le …………………………</w:t>
      </w:r>
    </w:p>
    <w:p w14:paraId="14B88E8E" w14:textId="77777777" w:rsidR="00993105" w:rsidRDefault="00993105">
      <w:pPr>
        <w:pStyle w:val="RedaliaNormal"/>
        <w:tabs>
          <w:tab w:val="clear" w:pos="8505"/>
          <w:tab w:val="left" w:leader="dot" w:pos="2694"/>
        </w:tabs>
      </w:pPr>
    </w:p>
    <w:p w14:paraId="074188AC" w14:textId="77777777" w:rsidR="00993105" w:rsidRDefault="00447B3F">
      <w:pPr>
        <w:pStyle w:val="RedaliaNormal"/>
        <w:tabs>
          <w:tab w:val="clear" w:pos="8505"/>
          <w:tab w:val="left" w:pos="2694"/>
        </w:tabs>
      </w:pPr>
      <w:r>
        <w:t>Le sous-traitant :</w:t>
      </w:r>
      <w:r>
        <w:tab/>
      </w:r>
      <w:r>
        <w:tab/>
      </w:r>
      <w:r>
        <w:tab/>
      </w:r>
      <w:r>
        <w:tab/>
      </w:r>
      <w:r>
        <w:tab/>
        <w:t>Le soumissionnaire ou le titulaire :</w:t>
      </w:r>
    </w:p>
    <w:p w14:paraId="7824F2F7" w14:textId="77777777" w:rsidR="00993105" w:rsidRDefault="00447B3F">
      <w:pPr>
        <w:pStyle w:val="RedaliaNormal"/>
        <w:tabs>
          <w:tab w:val="clear" w:pos="8505"/>
          <w:tab w:val="left" w:pos="2694"/>
        </w:tabs>
      </w:pPr>
      <w:r>
        <w:t>…………………………</w:t>
      </w:r>
      <w:r>
        <w:tab/>
      </w:r>
      <w:r>
        <w:tab/>
      </w:r>
      <w:r>
        <w:tab/>
      </w:r>
      <w:r>
        <w:tab/>
      </w:r>
      <w:r>
        <w:tab/>
        <w:t>…………………………</w:t>
      </w:r>
      <w:r>
        <w:tab/>
      </w:r>
      <w:r>
        <w:tab/>
      </w:r>
      <w:r>
        <w:tab/>
      </w:r>
      <w:r>
        <w:tab/>
      </w:r>
      <w:r>
        <w:tab/>
      </w:r>
    </w:p>
    <w:p w14:paraId="3C89EEAF" w14:textId="77777777" w:rsidR="00993105" w:rsidRDefault="00993105">
      <w:pPr>
        <w:pStyle w:val="RedaliaNormal"/>
        <w:tabs>
          <w:tab w:val="clear" w:pos="8505"/>
          <w:tab w:val="left" w:leader="dot" w:pos="2694"/>
        </w:tabs>
      </w:pPr>
    </w:p>
    <w:p w14:paraId="12967A48" w14:textId="77777777" w:rsidR="00993105" w:rsidRDefault="00993105">
      <w:pPr>
        <w:pStyle w:val="RedaliaNormal"/>
      </w:pPr>
    </w:p>
    <w:p w14:paraId="31DDD34E" w14:textId="77777777" w:rsidR="00993105" w:rsidRDefault="00447B3F">
      <w:pPr>
        <w:pStyle w:val="RedaliaNormal"/>
      </w:pPr>
      <w:r>
        <w:t>Le représentant de l’acheteur, compétent pour signer le marché, accepte le sous-traitant et agrée ses conditions de paiement.</w:t>
      </w:r>
    </w:p>
    <w:p w14:paraId="26002530" w14:textId="77777777" w:rsidR="00993105" w:rsidRDefault="00993105">
      <w:pPr>
        <w:pStyle w:val="RedaliaNormal"/>
      </w:pPr>
    </w:p>
    <w:p w14:paraId="6E9F71B6" w14:textId="77777777" w:rsidR="00993105" w:rsidRDefault="00447B3F">
      <w:pPr>
        <w:pStyle w:val="RedaliaNormal"/>
        <w:tabs>
          <w:tab w:val="clear" w:pos="8505"/>
          <w:tab w:val="left" w:leader="dot" w:pos="1843"/>
        </w:tabs>
      </w:pPr>
      <w:r>
        <w:lastRenderedPageBreak/>
        <w:t xml:space="preserve">A </w:t>
      </w:r>
      <w:r>
        <w:tab/>
        <w:t>, le …………………………..</w:t>
      </w:r>
    </w:p>
    <w:p w14:paraId="75DA33B2" w14:textId="77777777" w:rsidR="00993105" w:rsidRDefault="00993105">
      <w:pPr>
        <w:pStyle w:val="RedaliaNormal"/>
      </w:pPr>
    </w:p>
    <w:p w14:paraId="4EFE391C" w14:textId="77777777" w:rsidR="00993105" w:rsidRDefault="00447B3F">
      <w:pPr>
        <w:pStyle w:val="RedaliaNormal"/>
      </w:pPr>
      <w:r>
        <w:t>Le représentant de l’acheteur :</w:t>
      </w:r>
    </w:p>
    <w:p w14:paraId="09E1D459" w14:textId="77777777" w:rsidR="00993105" w:rsidRDefault="00993105">
      <w:pPr>
        <w:pStyle w:val="RedaliaNormal"/>
      </w:pPr>
    </w:p>
    <w:p w14:paraId="379C0065" w14:textId="77777777" w:rsidR="00993105" w:rsidRDefault="00993105">
      <w:pPr>
        <w:pStyle w:val="RedaliaNormal"/>
      </w:pPr>
    </w:p>
    <w:p w14:paraId="76C80704" w14:textId="77777777" w:rsidR="00993105" w:rsidRDefault="00447B3F">
      <w:pPr>
        <w:pStyle w:val="RdaliaTitreparagraphe"/>
        <w:jc w:val="both"/>
      </w:pPr>
      <w:r>
        <w:t>Notification de l’acte spécial au titulaire</w:t>
      </w:r>
    </w:p>
    <w:p w14:paraId="72C22CF8"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1E442480" w14:textId="77777777" w:rsidR="00993105" w:rsidRDefault="00447B3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37390676"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21B9AD0B"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6B30401B"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35184618"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7F45CAFA"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3388C4DE" w14:textId="77777777" w:rsidR="00993105" w:rsidRDefault="00993105">
      <w:pPr>
        <w:pBdr>
          <w:top w:val="single" w:sz="4" w:space="1" w:color="000000"/>
          <w:left w:val="single" w:sz="4" w:space="4" w:color="000000"/>
          <w:bottom w:val="single" w:sz="4" w:space="1" w:color="000000"/>
          <w:right w:val="single" w:sz="4" w:space="4" w:color="000000"/>
        </w:pBdr>
        <w:rPr>
          <w:rFonts w:cs="Arial"/>
        </w:rPr>
      </w:pPr>
    </w:p>
    <w:p w14:paraId="20F54FCB" w14:textId="77777777" w:rsidR="00993105" w:rsidRDefault="00993105">
      <w:pPr>
        <w:rPr>
          <w:rFonts w:cs="Arial"/>
        </w:rPr>
      </w:pPr>
    </w:p>
    <w:p w14:paraId="7E02DBBC"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EB4B5F4"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05B538D2"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4518857" w14:textId="77777777" w:rsidR="00993105" w:rsidRDefault="00993105">
      <w:pPr>
        <w:pStyle w:val="RedaliaNormal"/>
        <w:pBdr>
          <w:top w:val="single" w:sz="4" w:space="1" w:color="000000"/>
          <w:left w:val="single" w:sz="4" w:space="4" w:color="000000"/>
          <w:bottom w:val="single" w:sz="4" w:space="1" w:color="000000"/>
          <w:right w:val="single" w:sz="4" w:space="4" w:color="000000"/>
        </w:pBdr>
      </w:pPr>
    </w:p>
    <w:p w14:paraId="16E81FFD" w14:textId="77777777" w:rsidR="00993105" w:rsidRDefault="00447B3F">
      <w:pPr>
        <w:pStyle w:val="RedaliaNormal"/>
        <w:pBdr>
          <w:top w:val="single" w:sz="4" w:space="1" w:color="000000"/>
          <w:left w:val="single" w:sz="4" w:space="4" w:color="000000"/>
          <w:bottom w:val="single" w:sz="4" w:space="1" w:color="000000"/>
          <w:right w:val="single" w:sz="4" w:space="4" w:color="000000"/>
        </w:pBdr>
      </w:pPr>
      <w:r>
        <w:t>A ……………………….., le ……………………………..</w:t>
      </w:r>
    </w:p>
    <w:p w14:paraId="621FF118" w14:textId="77777777" w:rsidR="00993105" w:rsidRDefault="00993105">
      <w:pPr>
        <w:pBdr>
          <w:top w:val="single" w:sz="4" w:space="1" w:color="000000"/>
          <w:left w:val="single" w:sz="4" w:space="4" w:color="000000"/>
          <w:bottom w:val="single" w:sz="4" w:space="1" w:color="000000"/>
          <w:right w:val="single" w:sz="4" w:space="4" w:color="000000"/>
        </w:pBdr>
        <w:rPr>
          <w:rFonts w:cs="Arial"/>
        </w:rPr>
      </w:pPr>
    </w:p>
    <w:p w14:paraId="7E710ACB" w14:textId="77777777" w:rsidR="00993105" w:rsidRDefault="00993105">
      <w:pPr>
        <w:pStyle w:val="RedaliaNormal"/>
        <w:tabs>
          <w:tab w:val="clear" w:pos="8505"/>
          <w:tab w:val="left" w:leader="dot" w:pos="4320"/>
        </w:tabs>
      </w:pPr>
    </w:p>
    <w:p w14:paraId="51B80F39" w14:textId="77777777" w:rsidR="00993105" w:rsidRDefault="00993105">
      <w:pPr>
        <w:pStyle w:val="RedaliaNormal"/>
        <w:pageBreakBefore/>
      </w:pPr>
    </w:p>
    <w:p w14:paraId="1D2CD2C1" w14:textId="77777777" w:rsidR="00993105" w:rsidRDefault="00993105">
      <w:pPr>
        <w:pStyle w:val="RdaliaTitredossier"/>
      </w:pPr>
    </w:p>
    <w:p w14:paraId="5B9DEFCF" w14:textId="77777777" w:rsidR="00993105" w:rsidRDefault="00447B3F">
      <w:pPr>
        <w:pStyle w:val="RedaliaTitre1"/>
      </w:pPr>
      <w:bookmarkStart w:id="239" w:name="__RefHeading___Toc9019_598829110"/>
      <w:bookmarkStart w:id="240" w:name="_Toc200983307"/>
      <w:bookmarkStart w:id="241" w:name="_Toc201166467"/>
      <w:r>
        <w:t>Annexe : Désignation des cotraitants et répartition des prestations.</w:t>
      </w:r>
      <w:bookmarkEnd w:id="239"/>
      <w:bookmarkEnd w:id="240"/>
      <w:bookmarkEnd w:id="241"/>
    </w:p>
    <w:p w14:paraId="5505ACCB" w14:textId="77777777" w:rsidR="00993105" w:rsidRDefault="00447B3F">
      <w:pPr>
        <w:pStyle w:val="RedaliaNormal"/>
        <w:rPr>
          <w:b/>
          <w:sz w:val="28"/>
        </w:rPr>
      </w:pPr>
      <w:r>
        <w:rPr>
          <w:b/>
          <w:sz w:val="28"/>
        </w:rPr>
        <w:t>Annexe au Contrat Unique (CU)</w:t>
      </w:r>
    </w:p>
    <w:p w14:paraId="55C2C45B" w14:textId="77777777" w:rsidR="00993105" w:rsidRDefault="00993105">
      <w:pPr>
        <w:pStyle w:val="RedaliaNormal"/>
      </w:pPr>
    </w:p>
    <w:p w14:paraId="2BF3C461" w14:textId="77777777" w:rsidR="00993105" w:rsidRDefault="00447B3F">
      <w:pPr>
        <w:pStyle w:val="RedaliaNormal"/>
        <w:rPr>
          <w:i/>
        </w:rPr>
      </w:pPr>
      <w:r>
        <w:rPr>
          <w:i/>
        </w:rPr>
        <w:t>Remplir un exemplaire par co-traitant :</w:t>
      </w:r>
    </w:p>
    <w:p w14:paraId="41C1979A" w14:textId="77777777" w:rsidR="00993105" w:rsidRDefault="00993105">
      <w:pPr>
        <w:pStyle w:val="RedaliaNormal"/>
      </w:pPr>
    </w:p>
    <w:p w14:paraId="3AE1CB08" w14:textId="77777777" w:rsidR="00993105" w:rsidRDefault="00447B3F">
      <w:pPr>
        <w:pStyle w:val="RedaliaNormal"/>
      </w:pPr>
      <w:r>
        <w:t xml:space="preserve">Nom </w:t>
      </w:r>
      <w:r>
        <w:t>commercial et dénomination sociale du candidat :</w:t>
      </w:r>
    </w:p>
    <w:p w14:paraId="0336D4D1" w14:textId="77777777" w:rsidR="00993105" w:rsidRDefault="00447B3F">
      <w:pPr>
        <w:pStyle w:val="RedaliaNormal"/>
      </w:pPr>
      <w:r>
        <w:t>...............................................................................................................................................</w:t>
      </w:r>
    </w:p>
    <w:p w14:paraId="698F0068" w14:textId="77777777" w:rsidR="00993105" w:rsidRDefault="00447B3F">
      <w:pPr>
        <w:pStyle w:val="RedaliaNormal"/>
      </w:pPr>
      <w:r>
        <w:t>Adresse de l’établissement :</w:t>
      </w:r>
    </w:p>
    <w:p w14:paraId="2E0F959D" w14:textId="77777777" w:rsidR="00993105" w:rsidRDefault="00447B3F">
      <w:pPr>
        <w:pStyle w:val="RedaliaNormal"/>
      </w:pPr>
      <w:r>
        <w:t>...............................................................................................................................................</w:t>
      </w:r>
    </w:p>
    <w:p w14:paraId="26EB6DDF" w14:textId="77777777" w:rsidR="00993105" w:rsidRDefault="00447B3F">
      <w:pPr>
        <w:pStyle w:val="RedaliaNormal"/>
      </w:pPr>
      <w:r>
        <w:t>...............................................................................................................................................</w:t>
      </w:r>
    </w:p>
    <w:p w14:paraId="30E2C294" w14:textId="77777777" w:rsidR="00993105" w:rsidRDefault="00447B3F">
      <w:pPr>
        <w:pStyle w:val="RedaliaNormal"/>
      </w:pPr>
      <w:r>
        <w:t>...............................................................................................................................................</w:t>
      </w:r>
    </w:p>
    <w:p w14:paraId="064F74F2" w14:textId="77777777" w:rsidR="00993105" w:rsidRDefault="00447B3F">
      <w:pPr>
        <w:pStyle w:val="RedaliaNormal"/>
      </w:pPr>
      <w:r>
        <w:t xml:space="preserve">Adresse du siège social : </w:t>
      </w:r>
      <w:r>
        <w:rPr>
          <w:i/>
          <w:iCs/>
          <w:sz w:val="18"/>
          <w:szCs w:val="16"/>
        </w:rPr>
        <w:t>(si différente de l’établissement)</w:t>
      </w:r>
    </w:p>
    <w:p w14:paraId="31461ED6" w14:textId="77777777" w:rsidR="00993105" w:rsidRDefault="00447B3F">
      <w:pPr>
        <w:pStyle w:val="RedaliaNormal"/>
      </w:pPr>
      <w:r>
        <w:t>...............................................................................................................................................</w:t>
      </w:r>
    </w:p>
    <w:p w14:paraId="6A19D70C" w14:textId="77777777" w:rsidR="00993105" w:rsidRDefault="00447B3F">
      <w:pPr>
        <w:pStyle w:val="RedaliaNormal"/>
      </w:pPr>
      <w:r>
        <w:t>...............................................................................................................................................</w:t>
      </w:r>
    </w:p>
    <w:p w14:paraId="7C5BE95B" w14:textId="77777777" w:rsidR="00993105" w:rsidRDefault="00447B3F">
      <w:pPr>
        <w:pStyle w:val="RedaliaNormal"/>
      </w:pPr>
      <w:r>
        <w:t>...............................................................................................................................................</w:t>
      </w:r>
    </w:p>
    <w:p w14:paraId="6D144DE1" w14:textId="77777777" w:rsidR="00993105" w:rsidRDefault="00447B3F">
      <w:pPr>
        <w:pStyle w:val="RedaliaNormal"/>
      </w:pPr>
      <w:r>
        <w:t>Adresse électronique : ................................................</w:t>
      </w:r>
    </w:p>
    <w:p w14:paraId="3EFC9A76" w14:textId="77777777" w:rsidR="00993105" w:rsidRDefault="00447B3F">
      <w:pPr>
        <w:pStyle w:val="RedaliaNormal"/>
      </w:pPr>
      <w:r>
        <w:t>Téléphone : ................................................</w:t>
      </w:r>
    </w:p>
    <w:p w14:paraId="7BBE8618" w14:textId="77777777" w:rsidR="00993105" w:rsidRDefault="00447B3F">
      <w:pPr>
        <w:pStyle w:val="RedaliaNormal"/>
      </w:pPr>
      <w:r>
        <w:t>Télécopie : ................................................</w:t>
      </w:r>
    </w:p>
    <w:p w14:paraId="572B2FC4" w14:textId="77777777" w:rsidR="00993105" w:rsidRDefault="00447B3F">
      <w:pPr>
        <w:pStyle w:val="RedaliaNormal"/>
      </w:pPr>
      <w:r>
        <w:t>N° SIRET : ................................................ APE : ................................................</w:t>
      </w:r>
    </w:p>
    <w:p w14:paraId="2ED46585" w14:textId="77777777" w:rsidR="00993105" w:rsidRDefault="00447B3F">
      <w:pPr>
        <w:pStyle w:val="RedaliaNormal"/>
      </w:pPr>
      <w:r>
        <w:t>N° de TVA intracommunautaire : ...........................................................</w:t>
      </w:r>
    </w:p>
    <w:p w14:paraId="254767B3" w14:textId="77777777" w:rsidR="00993105" w:rsidRDefault="00993105">
      <w:pPr>
        <w:pStyle w:val="RedaliaNormal"/>
      </w:pPr>
    </w:p>
    <w:p w14:paraId="3F620356" w14:textId="77777777" w:rsidR="00993105" w:rsidRDefault="00447B3F">
      <w:pPr>
        <w:pStyle w:val="RedaliaNormal"/>
      </w:pPr>
      <w:r>
        <w:t>Accepte de recevoir l’avance :</w:t>
      </w:r>
    </w:p>
    <w:p w14:paraId="2E26D4C2" w14:textId="77777777" w:rsidR="00993105" w:rsidRDefault="00447B3F">
      <w:pPr>
        <w:pStyle w:val="RedaliaNormal"/>
      </w:pPr>
      <w:bookmarkStart w:id="242" w:name="formcheckbox_off_30"/>
      <w:r>
        <w:rPr>
          <w:rFonts w:ascii="Wingdings" w:eastAsia="Wingdings" w:hAnsi="Wingdings" w:cs="Wingdings"/>
        </w:rPr>
        <w:t></w:t>
      </w:r>
      <w:bookmarkEnd w:id="242"/>
      <w:r>
        <w:rPr>
          <w:rFonts w:cs="Arial"/>
        </w:rPr>
        <w:t xml:space="preserve"> </w:t>
      </w:r>
      <w:r>
        <w:t>Oui</w:t>
      </w:r>
    </w:p>
    <w:p w14:paraId="22BCDA24" w14:textId="77777777" w:rsidR="00993105" w:rsidRDefault="00447B3F">
      <w:pPr>
        <w:pStyle w:val="RedaliaNormal"/>
      </w:pPr>
      <w:bookmarkStart w:id="243" w:name="formcheckbox_off_31"/>
      <w:r>
        <w:rPr>
          <w:rFonts w:ascii="Wingdings" w:eastAsia="Wingdings" w:hAnsi="Wingdings" w:cs="Wingdings"/>
        </w:rPr>
        <w:t></w:t>
      </w:r>
      <w:bookmarkEnd w:id="243"/>
      <w:r>
        <w:rPr>
          <w:rFonts w:cs="Arial"/>
        </w:rPr>
        <w:t xml:space="preserve"> </w:t>
      </w:r>
      <w:r>
        <w:t>Non</w:t>
      </w:r>
    </w:p>
    <w:p w14:paraId="42094B61" w14:textId="77777777" w:rsidR="00993105" w:rsidRDefault="00993105">
      <w:pPr>
        <w:pStyle w:val="RedaliaNormal"/>
      </w:pPr>
    </w:p>
    <w:p w14:paraId="799D99D5" w14:textId="77777777" w:rsidR="00993105" w:rsidRDefault="00447B3F">
      <w:pPr>
        <w:pStyle w:val="RedaliaNormal"/>
      </w:pPr>
      <w:r>
        <w:t>Références bancaires :</w:t>
      </w:r>
    </w:p>
    <w:p w14:paraId="2E23792A" w14:textId="77777777" w:rsidR="00993105" w:rsidRDefault="00447B3F">
      <w:pPr>
        <w:pStyle w:val="RedaliaNormal"/>
      </w:pPr>
      <w:r>
        <w:t>IBAN : .......................................................................................................................................</w:t>
      </w:r>
    </w:p>
    <w:p w14:paraId="21EC129B" w14:textId="77777777" w:rsidR="00993105" w:rsidRDefault="00447B3F">
      <w:pPr>
        <w:pStyle w:val="RedaliaNormal"/>
      </w:pPr>
      <w:r>
        <w:t>BIC : .........................................................................................................................................</w:t>
      </w:r>
    </w:p>
    <w:p w14:paraId="78928FAF" w14:textId="77777777" w:rsidR="00993105" w:rsidRDefault="00993105">
      <w:pPr>
        <w:pStyle w:val="RedaliaNormal"/>
      </w:pPr>
    </w:p>
    <w:p w14:paraId="299F2270" w14:textId="77777777" w:rsidR="00993105" w:rsidRDefault="0099310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993105" w14:paraId="29F1CB7F" w14:textId="777777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8F8F1E3" w14:textId="77777777" w:rsidR="00993105" w:rsidRDefault="00447B3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1646B14" w14:textId="77777777" w:rsidR="00993105" w:rsidRDefault="00447B3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46CC165" w14:textId="77777777" w:rsidR="00993105" w:rsidRDefault="00447B3F">
            <w:pPr>
              <w:pStyle w:val="RedaliaNormal"/>
            </w:pPr>
            <w:r>
              <w:t>Montant</w:t>
            </w:r>
          </w:p>
          <w:p w14:paraId="3B442572" w14:textId="77777777" w:rsidR="00993105" w:rsidRDefault="00447B3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05D5384" w14:textId="77777777" w:rsidR="00993105" w:rsidRDefault="00447B3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59C545" w14:textId="77777777" w:rsidR="00993105" w:rsidRDefault="00447B3F">
            <w:pPr>
              <w:pStyle w:val="RedaliaNormal"/>
            </w:pPr>
            <w:r>
              <w:t>Montant TTC (€)</w:t>
            </w:r>
          </w:p>
        </w:tc>
      </w:tr>
      <w:tr w:rsidR="00993105" w14:paraId="4F041813"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C18A266" w14:textId="77777777" w:rsidR="00993105" w:rsidRDefault="00447B3F">
            <w:pPr>
              <w:pStyle w:val="RedaliaContenudetableau"/>
            </w:pPr>
            <w:r>
              <w:t xml:space="preserve">Dénomination sociale : </w:t>
            </w:r>
            <w:r>
              <w:t>………….</w:t>
            </w:r>
          </w:p>
          <w:p w14:paraId="181B060A" w14:textId="77777777" w:rsidR="00993105" w:rsidRDefault="00447B3F">
            <w:pPr>
              <w:pStyle w:val="RedaliaContenudetableau"/>
            </w:pPr>
            <w:r>
              <w:t>...…………………………………...</w:t>
            </w:r>
          </w:p>
          <w:p w14:paraId="5FC35F15" w14:textId="77777777" w:rsidR="00993105" w:rsidRDefault="00447B3F">
            <w:pPr>
              <w:pStyle w:val="RedaliaContenudetableau"/>
            </w:pPr>
            <w:r>
              <w:t>...…………………………………...</w:t>
            </w:r>
          </w:p>
          <w:p w14:paraId="6523A455" w14:textId="77777777" w:rsidR="00993105" w:rsidRDefault="00447B3F">
            <w:pPr>
              <w:pStyle w:val="RedaliaContenudetableau"/>
            </w:pPr>
            <w:r>
              <w:t>...…………………………………...</w:t>
            </w:r>
          </w:p>
          <w:p w14:paraId="23644CD0" w14:textId="77777777" w:rsidR="00993105" w:rsidRDefault="00447B3F">
            <w:pPr>
              <w:pStyle w:val="RedaliaContenudetableau"/>
            </w:pPr>
            <w:r>
              <w:t>...…………………………………...</w:t>
            </w:r>
          </w:p>
          <w:p w14:paraId="59E38BAC"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722399" w14:textId="77777777" w:rsidR="00993105" w:rsidRDefault="00993105">
            <w:pPr>
              <w:pStyle w:val="RedaliaContenudetableau"/>
              <w:rPr>
                <w:sz w:val="16"/>
              </w:rPr>
            </w:pPr>
          </w:p>
          <w:p w14:paraId="7ACC5D73" w14:textId="77777777" w:rsidR="00993105" w:rsidRDefault="00993105">
            <w:pPr>
              <w:pStyle w:val="RedaliaContenudetableau"/>
              <w:rPr>
                <w:sz w:val="16"/>
              </w:rPr>
            </w:pPr>
          </w:p>
          <w:p w14:paraId="0D29FFD0" w14:textId="77777777" w:rsidR="00993105" w:rsidRDefault="00993105">
            <w:pPr>
              <w:pStyle w:val="RedaliaContenudetableau"/>
              <w:rPr>
                <w:sz w:val="16"/>
              </w:rPr>
            </w:pPr>
          </w:p>
          <w:p w14:paraId="1F478BEE" w14:textId="77777777" w:rsidR="00993105" w:rsidRDefault="00993105">
            <w:pPr>
              <w:pStyle w:val="RedaliaContenudetableau"/>
              <w:rPr>
                <w:sz w:val="16"/>
              </w:rPr>
            </w:pPr>
          </w:p>
          <w:p w14:paraId="16CFFA3D" w14:textId="77777777" w:rsidR="00993105" w:rsidRDefault="00993105">
            <w:pPr>
              <w:pStyle w:val="RedaliaContenudetableau"/>
              <w:rPr>
                <w:sz w:val="16"/>
              </w:rPr>
            </w:pPr>
          </w:p>
          <w:p w14:paraId="43BFA24B" w14:textId="77777777" w:rsidR="00993105" w:rsidRDefault="00993105">
            <w:pPr>
              <w:pStyle w:val="RedaliaContenudetableau"/>
              <w:rPr>
                <w:sz w:val="16"/>
              </w:rPr>
            </w:pPr>
          </w:p>
          <w:p w14:paraId="29C1F090"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368B93"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952FEA"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15BEF9C" w14:textId="77777777" w:rsidR="00993105" w:rsidRDefault="00993105">
            <w:pPr>
              <w:pStyle w:val="RedaliaContenudetableau"/>
              <w:rPr>
                <w:sz w:val="16"/>
              </w:rPr>
            </w:pPr>
          </w:p>
        </w:tc>
      </w:tr>
      <w:tr w:rsidR="00993105" w14:paraId="318EFB0B"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1C7A06" w14:textId="77777777" w:rsidR="00993105" w:rsidRDefault="00447B3F">
            <w:pPr>
              <w:pStyle w:val="RedaliaContenudetableau"/>
            </w:pPr>
            <w:r>
              <w:t>Dénomination sociale : ………….</w:t>
            </w:r>
          </w:p>
          <w:p w14:paraId="3E823250" w14:textId="77777777" w:rsidR="00993105" w:rsidRDefault="00447B3F">
            <w:pPr>
              <w:pStyle w:val="RedaliaContenudetableau"/>
            </w:pPr>
            <w:r>
              <w:t>...…………………………………...</w:t>
            </w:r>
          </w:p>
          <w:p w14:paraId="23D103E7" w14:textId="77777777" w:rsidR="00993105" w:rsidRDefault="00447B3F">
            <w:pPr>
              <w:pStyle w:val="RedaliaContenudetableau"/>
            </w:pPr>
            <w:r>
              <w:t>...…………………………………...</w:t>
            </w:r>
          </w:p>
          <w:p w14:paraId="248F6A6B" w14:textId="77777777" w:rsidR="00993105" w:rsidRDefault="00447B3F">
            <w:pPr>
              <w:pStyle w:val="RedaliaContenudetableau"/>
            </w:pPr>
            <w:r>
              <w:t>...…………………………………...</w:t>
            </w:r>
          </w:p>
          <w:p w14:paraId="2CF258DF" w14:textId="77777777" w:rsidR="00993105" w:rsidRDefault="00447B3F">
            <w:pPr>
              <w:pStyle w:val="RedaliaContenudetableau"/>
            </w:pPr>
            <w:r>
              <w:t>...…………………………………...</w:t>
            </w:r>
          </w:p>
          <w:p w14:paraId="68484038"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6D4A30C" w14:textId="77777777" w:rsidR="00993105" w:rsidRDefault="00993105">
            <w:pPr>
              <w:pStyle w:val="RedaliaContenudetableau"/>
              <w:rPr>
                <w:sz w:val="16"/>
              </w:rPr>
            </w:pPr>
          </w:p>
          <w:p w14:paraId="167FE31F" w14:textId="77777777" w:rsidR="00993105" w:rsidRDefault="00993105">
            <w:pPr>
              <w:pStyle w:val="RedaliaContenudetableau"/>
              <w:rPr>
                <w:sz w:val="16"/>
              </w:rPr>
            </w:pPr>
          </w:p>
          <w:p w14:paraId="4338D4FC" w14:textId="77777777" w:rsidR="00993105" w:rsidRDefault="00993105">
            <w:pPr>
              <w:pStyle w:val="RedaliaContenudetableau"/>
              <w:rPr>
                <w:sz w:val="16"/>
              </w:rPr>
            </w:pPr>
          </w:p>
          <w:p w14:paraId="764F8E47" w14:textId="77777777" w:rsidR="00993105" w:rsidRDefault="00993105">
            <w:pPr>
              <w:pStyle w:val="RedaliaContenudetableau"/>
              <w:rPr>
                <w:sz w:val="16"/>
              </w:rPr>
            </w:pPr>
          </w:p>
          <w:p w14:paraId="6512259D" w14:textId="77777777" w:rsidR="00993105" w:rsidRDefault="00993105">
            <w:pPr>
              <w:pStyle w:val="RedaliaContenudetableau"/>
              <w:rPr>
                <w:sz w:val="16"/>
              </w:rPr>
            </w:pPr>
          </w:p>
          <w:p w14:paraId="0439E090" w14:textId="77777777" w:rsidR="00993105" w:rsidRDefault="00993105">
            <w:pPr>
              <w:pStyle w:val="RedaliaContenudetableau"/>
              <w:rPr>
                <w:sz w:val="16"/>
              </w:rPr>
            </w:pPr>
          </w:p>
          <w:p w14:paraId="3B68B6B3"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B35C852" w14:textId="77777777" w:rsidR="00993105" w:rsidRDefault="0099310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952BCB8"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1EAAE6" w14:textId="77777777" w:rsidR="00993105" w:rsidRDefault="00993105">
            <w:pPr>
              <w:pStyle w:val="RedaliaContenudetableau"/>
              <w:rPr>
                <w:sz w:val="16"/>
              </w:rPr>
            </w:pPr>
          </w:p>
        </w:tc>
      </w:tr>
      <w:tr w:rsidR="00993105" w14:paraId="4E62DAB3"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41A565" w14:textId="77777777" w:rsidR="00993105" w:rsidRDefault="00447B3F">
            <w:pPr>
              <w:pStyle w:val="RedaliaContenudetableau"/>
            </w:pPr>
            <w:r>
              <w:t>Dénomination sociale : ………….</w:t>
            </w:r>
          </w:p>
          <w:p w14:paraId="5272E9B5" w14:textId="77777777" w:rsidR="00993105" w:rsidRDefault="00447B3F">
            <w:pPr>
              <w:pStyle w:val="RedaliaContenudetableau"/>
            </w:pPr>
            <w:r>
              <w:t>...…………………………………...</w:t>
            </w:r>
          </w:p>
          <w:p w14:paraId="1D7CB2AD" w14:textId="77777777" w:rsidR="00993105" w:rsidRDefault="00447B3F">
            <w:pPr>
              <w:pStyle w:val="RedaliaContenudetableau"/>
            </w:pPr>
            <w:r>
              <w:t>...…………………………………...</w:t>
            </w:r>
          </w:p>
          <w:p w14:paraId="53DF5C3B" w14:textId="77777777" w:rsidR="00993105" w:rsidRDefault="00447B3F">
            <w:pPr>
              <w:pStyle w:val="RedaliaContenudetableau"/>
            </w:pPr>
            <w:r>
              <w:t>...…………………………………...</w:t>
            </w:r>
          </w:p>
          <w:p w14:paraId="3AE224EA" w14:textId="77777777" w:rsidR="00993105" w:rsidRDefault="00447B3F">
            <w:pPr>
              <w:pStyle w:val="RedaliaContenudetableau"/>
            </w:pPr>
            <w:r>
              <w:t>...…………………………………...</w:t>
            </w:r>
          </w:p>
          <w:p w14:paraId="10AF0AEA"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64267AF" w14:textId="77777777" w:rsidR="00993105" w:rsidRDefault="00993105">
            <w:pPr>
              <w:pStyle w:val="RedaliaContenudetableau"/>
              <w:rPr>
                <w:sz w:val="16"/>
              </w:rPr>
            </w:pPr>
          </w:p>
          <w:p w14:paraId="5C9072A6" w14:textId="77777777" w:rsidR="00993105" w:rsidRDefault="00993105">
            <w:pPr>
              <w:pStyle w:val="RedaliaContenudetableau"/>
              <w:rPr>
                <w:sz w:val="16"/>
              </w:rPr>
            </w:pPr>
          </w:p>
          <w:p w14:paraId="2C8B2E7C" w14:textId="77777777" w:rsidR="00993105" w:rsidRDefault="00993105">
            <w:pPr>
              <w:pStyle w:val="RedaliaContenudetableau"/>
              <w:rPr>
                <w:sz w:val="16"/>
              </w:rPr>
            </w:pPr>
          </w:p>
          <w:p w14:paraId="72831F43" w14:textId="77777777" w:rsidR="00993105" w:rsidRDefault="00993105">
            <w:pPr>
              <w:pStyle w:val="RedaliaContenudetableau"/>
              <w:rPr>
                <w:sz w:val="16"/>
              </w:rPr>
            </w:pPr>
          </w:p>
          <w:p w14:paraId="2B5353D6" w14:textId="77777777" w:rsidR="00993105" w:rsidRDefault="00993105">
            <w:pPr>
              <w:pStyle w:val="RedaliaContenudetableau"/>
              <w:rPr>
                <w:sz w:val="16"/>
              </w:rPr>
            </w:pPr>
          </w:p>
          <w:p w14:paraId="36C41461" w14:textId="77777777" w:rsidR="00993105" w:rsidRDefault="00993105">
            <w:pPr>
              <w:pStyle w:val="RedaliaContenudetableau"/>
              <w:rPr>
                <w:sz w:val="16"/>
              </w:rPr>
            </w:pPr>
          </w:p>
          <w:p w14:paraId="1B4EACB3"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444123D"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7C8561"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159E32" w14:textId="77777777" w:rsidR="00993105" w:rsidRDefault="00993105">
            <w:pPr>
              <w:pStyle w:val="RedaliaContenudetableau"/>
              <w:rPr>
                <w:sz w:val="16"/>
              </w:rPr>
            </w:pPr>
          </w:p>
        </w:tc>
      </w:tr>
      <w:tr w:rsidR="00993105" w14:paraId="32257E1D"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6CECA7" w14:textId="77777777" w:rsidR="00993105" w:rsidRDefault="00447B3F">
            <w:pPr>
              <w:pStyle w:val="RedaliaContenudetableau"/>
            </w:pPr>
            <w:r>
              <w:t>Dénomination sociale : ………….</w:t>
            </w:r>
          </w:p>
          <w:p w14:paraId="0ABFA487" w14:textId="77777777" w:rsidR="00993105" w:rsidRDefault="00447B3F">
            <w:pPr>
              <w:pStyle w:val="RedaliaContenudetableau"/>
            </w:pPr>
            <w:r>
              <w:t>...…………………………………...</w:t>
            </w:r>
          </w:p>
          <w:p w14:paraId="75178B0F" w14:textId="77777777" w:rsidR="00993105" w:rsidRDefault="00447B3F">
            <w:pPr>
              <w:pStyle w:val="RedaliaContenudetableau"/>
            </w:pPr>
            <w:r>
              <w:t>...…………………………………...</w:t>
            </w:r>
          </w:p>
          <w:p w14:paraId="233EAB3F" w14:textId="77777777" w:rsidR="00993105" w:rsidRDefault="00447B3F">
            <w:pPr>
              <w:pStyle w:val="RedaliaContenudetableau"/>
            </w:pPr>
            <w:r>
              <w:t>...…………………………………...</w:t>
            </w:r>
          </w:p>
          <w:p w14:paraId="363C5FD6" w14:textId="77777777" w:rsidR="00993105" w:rsidRDefault="00447B3F">
            <w:pPr>
              <w:pStyle w:val="RedaliaContenudetableau"/>
            </w:pPr>
            <w:r>
              <w:t>...…………………………………...</w:t>
            </w:r>
          </w:p>
          <w:p w14:paraId="45356750"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C94859" w14:textId="77777777" w:rsidR="00993105" w:rsidRDefault="00993105">
            <w:pPr>
              <w:pStyle w:val="RedaliaContenudetableau"/>
              <w:rPr>
                <w:sz w:val="16"/>
              </w:rPr>
            </w:pPr>
          </w:p>
          <w:p w14:paraId="40E94178" w14:textId="77777777" w:rsidR="00993105" w:rsidRDefault="00993105">
            <w:pPr>
              <w:pStyle w:val="RedaliaContenudetableau"/>
              <w:rPr>
                <w:sz w:val="16"/>
              </w:rPr>
            </w:pPr>
          </w:p>
          <w:p w14:paraId="4F8168D7" w14:textId="77777777" w:rsidR="00993105" w:rsidRDefault="00993105">
            <w:pPr>
              <w:pStyle w:val="RedaliaContenudetableau"/>
              <w:rPr>
                <w:sz w:val="16"/>
              </w:rPr>
            </w:pPr>
          </w:p>
          <w:p w14:paraId="329FEE8D" w14:textId="77777777" w:rsidR="00993105" w:rsidRDefault="00993105">
            <w:pPr>
              <w:pStyle w:val="RedaliaContenudetableau"/>
              <w:rPr>
                <w:sz w:val="16"/>
              </w:rPr>
            </w:pPr>
          </w:p>
          <w:p w14:paraId="3C8F6706" w14:textId="77777777" w:rsidR="00993105" w:rsidRDefault="00993105">
            <w:pPr>
              <w:pStyle w:val="RedaliaContenudetableau"/>
              <w:rPr>
                <w:sz w:val="16"/>
              </w:rPr>
            </w:pPr>
          </w:p>
          <w:p w14:paraId="647015D0" w14:textId="77777777" w:rsidR="00993105" w:rsidRDefault="00993105">
            <w:pPr>
              <w:pStyle w:val="RedaliaContenudetableau"/>
              <w:rPr>
                <w:sz w:val="16"/>
              </w:rPr>
            </w:pPr>
          </w:p>
          <w:p w14:paraId="3B01B517"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8CF5BE"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BC5150"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885B5B" w14:textId="77777777" w:rsidR="00993105" w:rsidRDefault="00993105">
            <w:pPr>
              <w:pStyle w:val="RedaliaContenudetableau"/>
              <w:rPr>
                <w:sz w:val="16"/>
              </w:rPr>
            </w:pPr>
          </w:p>
        </w:tc>
      </w:tr>
      <w:tr w:rsidR="00993105" w14:paraId="65018D0F"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63E005" w14:textId="77777777" w:rsidR="00993105" w:rsidRDefault="00447B3F">
            <w:pPr>
              <w:pStyle w:val="RedaliaContenudetableau"/>
            </w:pPr>
            <w:r>
              <w:t>Dénomination sociale : ………….</w:t>
            </w:r>
          </w:p>
          <w:p w14:paraId="09961695" w14:textId="77777777" w:rsidR="00993105" w:rsidRDefault="00447B3F">
            <w:pPr>
              <w:pStyle w:val="RedaliaContenudetableau"/>
            </w:pPr>
            <w:r>
              <w:t>...…………………………………...</w:t>
            </w:r>
          </w:p>
          <w:p w14:paraId="5DED01C8" w14:textId="77777777" w:rsidR="00993105" w:rsidRDefault="00447B3F">
            <w:pPr>
              <w:pStyle w:val="RedaliaContenudetableau"/>
            </w:pPr>
            <w:r>
              <w:t>...…………………………………...</w:t>
            </w:r>
          </w:p>
          <w:p w14:paraId="686A4393" w14:textId="77777777" w:rsidR="00993105" w:rsidRDefault="00447B3F">
            <w:pPr>
              <w:pStyle w:val="RedaliaContenudetableau"/>
            </w:pPr>
            <w:r>
              <w:t>...…………………………………...</w:t>
            </w:r>
          </w:p>
          <w:p w14:paraId="4FAF4A26" w14:textId="77777777" w:rsidR="00993105" w:rsidRDefault="00447B3F">
            <w:pPr>
              <w:pStyle w:val="RedaliaContenudetableau"/>
            </w:pPr>
            <w:r>
              <w:t>...…………………………………...</w:t>
            </w:r>
          </w:p>
          <w:p w14:paraId="12BC754A" w14:textId="77777777" w:rsidR="00993105" w:rsidRDefault="00447B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EC576C" w14:textId="77777777" w:rsidR="00993105" w:rsidRDefault="00993105">
            <w:pPr>
              <w:pStyle w:val="RedaliaContenudetableau"/>
              <w:rPr>
                <w:sz w:val="16"/>
              </w:rPr>
            </w:pPr>
          </w:p>
          <w:p w14:paraId="1FE2A546" w14:textId="77777777" w:rsidR="00993105" w:rsidRDefault="00993105">
            <w:pPr>
              <w:pStyle w:val="RedaliaContenudetableau"/>
              <w:rPr>
                <w:sz w:val="16"/>
              </w:rPr>
            </w:pPr>
          </w:p>
          <w:p w14:paraId="54EB3C81" w14:textId="77777777" w:rsidR="00993105" w:rsidRDefault="00993105">
            <w:pPr>
              <w:pStyle w:val="RedaliaContenudetableau"/>
              <w:rPr>
                <w:sz w:val="16"/>
              </w:rPr>
            </w:pPr>
          </w:p>
          <w:p w14:paraId="5F7D050A" w14:textId="77777777" w:rsidR="00993105" w:rsidRDefault="00993105">
            <w:pPr>
              <w:pStyle w:val="RedaliaContenudetableau"/>
              <w:rPr>
                <w:sz w:val="16"/>
              </w:rPr>
            </w:pPr>
          </w:p>
          <w:p w14:paraId="5A374B37" w14:textId="77777777" w:rsidR="00993105" w:rsidRDefault="00993105">
            <w:pPr>
              <w:pStyle w:val="RedaliaContenudetableau"/>
              <w:rPr>
                <w:sz w:val="16"/>
              </w:rPr>
            </w:pPr>
          </w:p>
          <w:p w14:paraId="164D5D1E" w14:textId="77777777" w:rsidR="00993105" w:rsidRDefault="00993105">
            <w:pPr>
              <w:pStyle w:val="RedaliaContenudetableau"/>
              <w:rPr>
                <w:sz w:val="16"/>
              </w:rPr>
            </w:pPr>
          </w:p>
          <w:p w14:paraId="30F9FD19" w14:textId="77777777" w:rsidR="00993105" w:rsidRDefault="0099310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16F8094" w14:textId="77777777" w:rsidR="00993105" w:rsidRDefault="0099310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DA44EBC" w14:textId="77777777" w:rsidR="00993105" w:rsidRDefault="0099310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6D5925" w14:textId="77777777" w:rsidR="00993105" w:rsidRDefault="00993105">
            <w:pPr>
              <w:pStyle w:val="RedaliaContenudetableau"/>
              <w:rPr>
                <w:sz w:val="16"/>
              </w:rPr>
            </w:pPr>
          </w:p>
        </w:tc>
      </w:tr>
      <w:tr w:rsidR="00993105" w14:paraId="32E050DF" w14:textId="777777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78D6BE1" w14:textId="77777777" w:rsidR="00993105" w:rsidRDefault="00993105">
            <w:pPr>
              <w:pStyle w:val="RedaliaNormal"/>
            </w:pPr>
          </w:p>
          <w:p w14:paraId="5770566D" w14:textId="77777777" w:rsidR="00993105" w:rsidRDefault="00993105">
            <w:pPr>
              <w:pStyle w:val="RedaliaNormal"/>
            </w:pPr>
          </w:p>
          <w:p w14:paraId="0BB07C93" w14:textId="77777777" w:rsidR="00993105" w:rsidRDefault="0099310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CA7D93D" w14:textId="77777777" w:rsidR="00993105" w:rsidRDefault="00447B3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45B7BA" w14:textId="77777777" w:rsidR="00993105" w:rsidRDefault="0099310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A627BE" w14:textId="77777777" w:rsidR="00993105" w:rsidRDefault="0099310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4FA7AC" w14:textId="77777777" w:rsidR="00993105" w:rsidRDefault="00993105">
            <w:pPr>
              <w:pStyle w:val="RedaliaNormal"/>
              <w:rPr>
                <w:sz w:val="16"/>
              </w:rPr>
            </w:pPr>
          </w:p>
        </w:tc>
      </w:tr>
    </w:tbl>
    <w:p w14:paraId="628B3741" w14:textId="77777777" w:rsidR="00993105" w:rsidRDefault="00993105">
      <w:pPr>
        <w:pStyle w:val="RedaliaNormal"/>
        <w:pageBreakBefore/>
      </w:pPr>
    </w:p>
    <w:p w14:paraId="11D393F4" w14:textId="77777777" w:rsidR="00993105" w:rsidRDefault="00993105">
      <w:pPr>
        <w:pStyle w:val="RdaliaTitredossier"/>
      </w:pPr>
    </w:p>
    <w:p w14:paraId="7CDFBB39" w14:textId="77777777" w:rsidR="00993105" w:rsidRDefault="00447B3F">
      <w:pPr>
        <w:pStyle w:val="RedaliaTitre1"/>
      </w:pPr>
      <w:bookmarkStart w:id="244" w:name="__RefHeading___Toc9021_598829110"/>
      <w:bookmarkStart w:id="245" w:name="_Toc200983308"/>
      <w:bookmarkStart w:id="246" w:name="_Toc201166468"/>
      <w:r>
        <w:t>Annexe : Nantissement ou cession de créances</w:t>
      </w:r>
      <w:bookmarkEnd w:id="244"/>
      <w:bookmarkEnd w:id="245"/>
      <w:bookmarkEnd w:id="246"/>
    </w:p>
    <w:p w14:paraId="2E1E73C4" w14:textId="77777777" w:rsidR="00993105" w:rsidRDefault="00993105">
      <w:pPr>
        <w:pStyle w:val="RedaliaNormal"/>
      </w:pPr>
    </w:p>
    <w:p w14:paraId="614BFBFF" w14:textId="77777777" w:rsidR="00993105" w:rsidRDefault="00993105">
      <w:pPr>
        <w:pStyle w:val="RedaliaNormal"/>
      </w:pPr>
    </w:p>
    <w:p w14:paraId="3B0F3EA7" w14:textId="77777777" w:rsidR="00993105" w:rsidRDefault="00447B3F">
      <w:pPr>
        <w:pStyle w:val="RedaliaNormal"/>
      </w:pPr>
      <w:bookmarkStart w:id="247" w:name="formcheckbox_off_22"/>
      <w:r>
        <w:rPr>
          <w:rFonts w:ascii="Wingdings" w:eastAsia="Wingdings" w:hAnsi="Wingdings" w:cs="Wingdings"/>
        </w:rPr>
        <w:t></w:t>
      </w:r>
      <w:bookmarkEnd w:id="247"/>
      <w:r>
        <w:t xml:space="preserve"> </w:t>
      </w:r>
      <w:r>
        <w:rPr>
          <w:b/>
        </w:rPr>
        <w:t>Certificat de cessibilité</w:t>
      </w:r>
      <w:r>
        <w:t xml:space="preserve"> établi (1) en date du ………………………….. à ……………………………………</w:t>
      </w:r>
    </w:p>
    <w:p w14:paraId="52E35E6A" w14:textId="77777777" w:rsidR="00993105" w:rsidRDefault="00993105">
      <w:pPr>
        <w:pStyle w:val="RedaliaNormal"/>
      </w:pPr>
    </w:p>
    <w:p w14:paraId="77A9E8DD" w14:textId="77777777" w:rsidR="00993105" w:rsidRDefault="00447B3F">
      <w:pPr>
        <w:pStyle w:val="RedaliaNormal"/>
        <w:jc w:val="center"/>
        <w:rPr>
          <w:b/>
        </w:rPr>
      </w:pPr>
      <w:r>
        <w:rPr>
          <w:b/>
        </w:rPr>
        <w:t>OU</w:t>
      </w:r>
    </w:p>
    <w:p w14:paraId="4C5756C1" w14:textId="77777777" w:rsidR="00993105" w:rsidRDefault="00993105">
      <w:pPr>
        <w:pStyle w:val="RedaliaNormal"/>
      </w:pPr>
    </w:p>
    <w:p w14:paraId="4DA7F651" w14:textId="77777777" w:rsidR="00993105" w:rsidRDefault="00447B3F">
      <w:pPr>
        <w:pStyle w:val="RedaliaNormal"/>
      </w:pPr>
      <w:bookmarkStart w:id="248" w:name="formcheckbox_off_23"/>
      <w:r>
        <w:rPr>
          <w:rFonts w:ascii="Wingdings" w:eastAsia="Wingdings" w:hAnsi="Wingdings" w:cs="Wingdings"/>
        </w:rPr>
        <w:t></w:t>
      </w:r>
      <w:bookmarkEnd w:id="248"/>
      <w:r>
        <w:t xml:space="preserve"> </w:t>
      </w:r>
      <w:r>
        <w:rPr>
          <w:b/>
        </w:rPr>
        <w:t xml:space="preserve">Copie délivrée en unique </w:t>
      </w:r>
      <w:r>
        <w:rPr>
          <w:b/>
        </w:rPr>
        <w:t>exemplaire</w:t>
      </w:r>
      <w:r>
        <w:t xml:space="preserve"> (1) pour être remise à l’établissement de crédit en cas de cession ou de nantissement de créance de :</w:t>
      </w:r>
    </w:p>
    <w:p w14:paraId="3FA150DA" w14:textId="77777777" w:rsidR="00993105" w:rsidRDefault="00447B3F">
      <w:pPr>
        <w:pStyle w:val="RedaliaNormal"/>
      </w:pPr>
      <w:r>
        <w:t>1 </w:t>
      </w:r>
      <w:bookmarkStart w:id="249" w:name="formcheckbox_off_24"/>
      <w:r>
        <w:rPr>
          <w:rFonts w:ascii="Wingdings" w:eastAsia="Wingdings" w:hAnsi="Wingdings" w:cs="Wingdings"/>
        </w:rPr>
        <w:t></w:t>
      </w:r>
      <w:bookmarkEnd w:id="249"/>
      <w:r>
        <w:t xml:space="preserve"> La totalité du marché dont le montant est de </w:t>
      </w:r>
      <w:r>
        <w:rPr>
          <w:i/>
        </w:rPr>
        <w:t>(indiquer le montant en chiffres et en lettres)</w:t>
      </w:r>
      <w:r>
        <w:t> : ……………………………………………………………………………………………………………</w:t>
      </w:r>
    </w:p>
    <w:p w14:paraId="2AA7835A" w14:textId="77777777" w:rsidR="00993105" w:rsidRDefault="00447B3F">
      <w:pPr>
        <w:pStyle w:val="RedaliaNormal"/>
      </w:pPr>
      <w:r>
        <w:t>……………………………………………………………………………………………………………</w:t>
      </w:r>
    </w:p>
    <w:p w14:paraId="7766EA76" w14:textId="77777777" w:rsidR="00993105" w:rsidRDefault="00447B3F">
      <w:pPr>
        <w:pStyle w:val="RedaliaNormal"/>
      </w:pPr>
      <w:r>
        <w:t>……………………………………………………………………………………………………………</w:t>
      </w:r>
    </w:p>
    <w:p w14:paraId="423D97BE" w14:textId="77777777" w:rsidR="00993105" w:rsidRDefault="00447B3F">
      <w:pPr>
        <w:pStyle w:val="RedaliaNormal"/>
      </w:pPr>
      <w:r>
        <w:t>2 </w:t>
      </w:r>
      <w:bookmarkStart w:id="250" w:name="formcheckbox_off_25"/>
      <w:r>
        <w:rPr>
          <w:rFonts w:ascii="Wingdings" w:eastAsia="Wingdings" w:hAnsi="Wingdings" w:cs="Wingdings"/>
        </w:rPr>
        <w:t></w:t>
      </w:r>
      <w:bookmarkEnd w:id="250"/>
      <w:r>
        <w:t xml:space="preserve"> La totalité du bon de commande n°…………………………………afférent au marché </w:t>
      </w:r>
      <w:r>
        <w:rPr>
          <w:i/>
        </w:rPr>
        <w:t>(indiquer le montant en chiffres et lettres)</w:t>
      </w:r>
      <w:r>
        <w:t> :</w:t>
      </w:r>
    </w:p>
    <w:p w14:paraId="4FF33CFF" w14:textId="77777777" w:rsidR="00993105" w:rsidRDefault="00447B3F">
      <w:pPr>
        <w:pStyle w:val="RedaliaNormal"/>
      </w:pPr>
      <w:r>
        <w:t>……………………………………………………………………………………………………………</w:t>
      </w:r>
    </w:p>
    <w:p w14:paraId="4177EED5" w14:textId="77777777" w:rsidR="00993105" w:rsidRDefault="00447B3F">
      <w:pPr>
        <w:pStyle w:val="RedaliaNormal"/>
      </w:pPr>
      <w:r>
        <w:t>……………………………………………………………………………………………………………</w:t>
      </w:r>
    </w:p>
    <w:p w14:paraId="3112464F" w14:textId="77777777" w:rsidR="00993105" w:rsidRDefault="00447B3F">
      <w:pPr>
        <w:pStyle w:val="RedaliaNormal"/>
      </w:pPr>
      <w:r>
        <w:t>……………………………………………………………………………………………………………</w:t>
      </w:r>
    </w:p>
    <w:p w14:paraId="252011E1" w14:textId="77777777" w:rsidR="00993105" w:rsidRDefault="00447B3F">
      <w:pPr>
        <w:pStyle w:val="RedaliaNormal"/>
      </w:pPr>
      <w:r>
        <w:t>3 </w:t>
      </w:r>
      <w:bookmarkStart w:id="251" w:name="formcheckbox_off_26"/>
      <w:r>
        <w:rPr>
          <w:rFonts w:ascii="Wingdings" w:eastAsia="Wingdings" w:hAnsi="Wingdings" w:cs="Wingdings"/>
        </w:rPr>
        <w:t></w:t>
      </w:r>
      <w:bookmarkEnd w:id="251"/>
      <w:r>
        <w:t xml:space="preserve"> La partie des prestations que le titulaire n’envisage pas de confier à des sous-traitants bénéficiant du paiement direct, est évaluée à </w:t>
      </w:r>
      <w:r>
        <w:rPr>
          <w:i/>
        </w:rPr>
        <w:t>(indiquer en chiffres et en lettres)</w:t>
      </w:r>
      <w:r>
        <w:t> : ……………………………………………………………………………………………………………</w:t>
      </w:r>
    </w:p>
    <w:p w14:paraId="5A5A9BA9" w14:textId="77777777" w:rsidR="00993105" w:rsidRDefault="00447B3F">
      <w:pPr>
        <w:pStyle w:val="RedaliaNormal"/>
      </w:pPr>
      <w:r>
        <w:t>……………………………………………………………………………………………………………</w:t>
      </w:r>
    </w:p>
    <w:p w14:paraId="611281B4" w14:textId="77777777" w:rsidR="00993105" w:rsidRDefault="00447B3F">
      <w:pPr>
        <w:pStyle w:val="RedaliaNormal"/>
      </w:pPr>
      <w:r>
        <w:t>……………………………………………………………………………………………………………</w:t>
      </w:r>
    </w:p>
    <w:p w14:paraId="1E06B208" w14:textId="77777777" w:rsidR="00993105" w:rsidRDefault="00447B3F">
      <w:pPr>
        <w:pStyle w:val="RedaliaNormal"/>
      </w:pPr>
      <w:r>
        <w:t>4 </w:t>
      </w:r>
      <w:bookmarkStart w:id="252" w:name="formcheckbox_off_27"/>
      <w:r>
        <w:rPr>
          <w:rFonts w:ascii="Wingdings" w:eastAsia="Wingdings" w:hAnsi="Wingdings" w:cs="Wingdings"/>
        </w:rPr>
        <w:t></w:t>
      </w:r>
      <w:bookmarkEnd w:id="252"/>
      <w:r>
        <w:t xml:space="preserve"> La partie des prestations évaluée à </w:t>
      </w:r>
      <w:r>
        <w:rPr>
          <w:i/>
        </w:rPr>
        <w:t>(indiquer le montant en chiffres et en lettres)</w:t>
      </w:r>
      <w:r>
        <w:t xml:space="preserve"> : </w:t>
      </w:r>
      <w:r>
        <w:t>……………………………………………………………………………………………………………</w:t>
      </w:r>
    </w:p>
    <w:p w14:paraId="01E89601" w14:textId="77777777" w:rsidR="00993105" w:rsidRDefault="00447B3F">
      <w:pPr>
        <w:pStyle w:val="RedaliaNormal"/>
      </w:pPr>
      <w:r>
        <w:t>……………………………………………………………………………………………………………</w:t>
      </w:r>
    </w:p>
    <w:p w14:paraId="52CF6793" w14:textId="77777777" w:rsidR="00993105" w:rsidRDefault="00447B3F">
      <w:pPr>
        <w:pStyle w:val="RedaliaNormal"/>
      </w:pPr>
      <w:r>
        <w:t>……………………………………………………………………………………………………………</w:t>
      </w:r>
    </w:p>
    <w:p w14:paraId="79C5499E" w14:textId="77777777" w:rsidR="00993105" w:rsidRDefault="00447B3F">
      <w:pPr>
        <w:pStyle w:val="RedaliaNormal"/>
      </w:pPr>
      <w:r>
        <w:t>et devant être exécutée par</w:t>
      </w:r>
    </w:p>
    <w:p w14:paraId="20A633BA" w14:textId="77777777" w:rsidR="00993105" w:rsidRDefault="00447B3F">
      <w:pPr>
        <w:pStyle w:val="RedaliaNormal"/>
      </w:pPr>
      <w:r>
        <w:t>……………………………………………………………………………………………………...........</w:t>
      </w:r>
    </w:p>
    <w:p w14:paraId="231B2DD4" w14:textId="77777777" w:rsidR="00993105" w:rsidRDefault="00447B3F">
      <w:pPr>
        <w:pStyle w:val="RedaliaNormal"/>
      </w:pPr>
      <w:r>
        <w:t>en qualité de :</w:t>
      </w:r>
    </w:p>
    <w:p w14:paraId="64B9EDE3" w14:textId="77777777" w:rsidR="00993105" w:rsidRDefault="00447B3F">
      <w:pPr>
        <w:pStyle w:val="RedaliaNormal"/>
      </w:pPr>
      <w:bookmarkStart w:id="253" w:name="formcheckbox_off_28"/>
      <w:r>
        <w:rPr>
          <w:rFonts w:ascii="Wingdings" w:eastAsia="Wingdings" w:hAnsi="Wingdings" w:cs="Wingdings"/>
        </w:rPr>
        <w:t></w:t>
      </w:r>
      <w:bookmarkEnd w:id="253"/>
      <w:r>
        <w:t> membre d’un groupement d’entreprise</w:t>
      </w:r>
    </w:p>
    <w:p w14:paraId="4BE80F6E" w14:textId="77777777" w:rsidR="00993105" w:rsidRDefault="00447B3F">
      <w:pPr>
        <w:pStyle w:val="RedaliaNormal"/>
      </w:pPr>
      <w:bookmarkStart w:id="254" w:name="formcheckbox_off_29"/>
      <w:r>
        <w:rPr>
          <w:rFonts w:ascii="Wingdings" w:eastAsia="Wingdings" w:hAnsi="Wingdings" w:cs="Wingdings"/>
        </w:rPr>
        <w:t></w:t>
      </w:r>
      <w:bookmarkEnd w:id="254"/>
      <w:r>
        <w:t> sous-traitant</w:t>
      </w:r>
    </w:p>
    <w:p w14:paraId="20A4D35E" w14:textId="77777777" w:rsidR="00993105" w:rsidRDefault="00993105">
      <w:pPr>
        <w:pStyle w:val="RedaliaNormal"/>
      </w:pPr>
    </w:p>
    <w:p w14:paraId="6E4D7FE8" w14:textId="77777777" w:rsidR="00993105" w:rsidRDefault="00993105">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993105" w14:paraId="24447C59"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2E30E16A" w14:textId="77777777" w:rsidR="00993105" w:rsidRDefault="00447B3F">
            <w:pPr>
              <w:pStyle w:val="RedaliaNormal"/>
            </w:pPr>
            <w:r>
              <w:t>A ……………………………………………..           le ……………………………………………..</w:t>
            </w:r>
          </w:p>
        </w:tc>
      </w:tr>
      <w:tr w:rsidR="00993105" w14:paraId="5E961461"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726317D4" w14:textId="77777777" w:rsidR="00993105" w:rsidRDefault="00447B3F">
            <w:pPr>
              <w:pStyle w:val="RedaliaNormal"/>
            </w:pPr>
            <w:r>
              <w:t xml:space="preserve">                                                                             Signature (2)</w:t>
            </w:r>
          </w:p>
        </w:tc>
      </w:tr>
    </w:tbl>
    <w:p w14:paraId="3E98AA86" w14:textId="77777777" w:rsidR="00993105" w:rsidRDefault="00993105">
      <w:pPr>
        <w:pStyle w:val="RedaliaNormal"/>
      </w:pPr>
    </w:p>
    <w:p w14:paraId="01D2B5FE" w14:textId="77777777" w:rsidR="00993105" w:rsidRDefault="00993105">
      <w:pPr>
        <w:pStyle w:val="RedaliaNormal"/>
      </w:pPr>
    </w:p>
    <w:p w14:paraId="0B9C868D" w14:textId="77777777" w:rsidR="00993105" w:rsidRDefault="00993105">
      <w:pPr>
        <w:pStyle w:val="RedaliaNormal"/>
      </w:pPr>
    </w:p>
    <w:p w14:paraId="0EE28853" w14:textId="77777777" w:rsidR="00993105" w:rsidRDefault="00447B3F">
      <w:pPr>
        <w:pStyle w:val="RdaliaLgende"/>
      </w:pPr>
      <w:r>
        <w:lastRenderedPageBreak/>
        <w:t xml:space="preserve">(1) Cochez la case qui correspond à votre choix, soit certification de </w:t>
      </w:r>
      <w:r>
        <w:t>cessibilité soit copie délivrée en unique exemplaire</w:t>
      </w:r>
    </w:p>
    <w:p w14:paraId="23948BFF" w14:textId="77777777" w:rsidR="00993105" w:rsidRDefault="00447B3F">
      <w:pPr>
        <w:pStyle w:val="RdaliaLgende"/>
      </w:pPr>
      <w:r>
        <w:t>(2) Date et signature originales</w:t>
      </w:r>
    </w:p>
    <w:p w14:paraId="14CB748B" w14:textId="77777777" w:rsidR="00993105" w:rsidRDefault="00993105">
      <w:pPr>
        <w:pStyle w:val="RedaliaNormal"/>
        <w:pageBreakBefore/>
      </w:pPr>
    </w:p>
    <w:p w14:paraId="5C42AB7C" w14:textId="77777777" w:rsidR="00993105" w:rsidRDefault="00993105">
      <w:pPr>
        <w:pStyle w:val="RdaliaTitredossier"/>
      </w:pPr>
    </w:p>
    <w:p w14:paraId="04B991F9" w14:textId="77777777" w:rsidR="00993105" w:rsidRDefault="00447B3F">
      <w:pPr>
        <w:pStyle w:val="RedaliaTitre1"/>
      </w:pPr>
      <w:bookmarkStart w:id="255" w:name="__RefHeading___Toc9023_598829110"/>
      <w:bookmarkStart w:id="256" w:name="_Toc200983309"/>
      <w:bookmarkStart w:id="257" w:name="_Toc201166469"/>
      <w:r>
        <w:t>Annexe - Sécurité</w:t>
      </w:r>
      <w:bookmarkEnd w:id="255"/>
      <w:bookmarkEnd w:id="256"/>
      <w:bookmarkEnd w:id="257"/>
    </w:p>
    <w:p w14:paraId="5E21B80D" w14:textId="77777777" w:rsidR="00993105" w:rsidRDefault="00993105">
      <w:pPr>
        <w:pStyle w:val="RdaliaTitredossier"/>
      </w:pPr>
    </w:p>
    <w:p w14:paraId="4E9EA636" w14:textId="77777777" w:rsidR="00993105" w:rsidRDefault="00993105">
      <w:pPr>
        <w:pStyle w:val="RdaliaTitredossier"/>
      </w:pPr>
    </w:p>
    <w:p w14:paraId="375B3724" w14:textId="77777777" w:rsidR="00993105" w:rsidRDefault="00447B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415F2B88" w14:textId="77777777" w:rsidR="00993105" w:rsidRDefault="00447B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7B15D6DF" w14:textId="77777777" w:rsidR="00993105" w:rsidRDefault="00993105">
      <w:pPr>
        <w:pStyle w:val="RdaliaTitredossier"/>
      </w:pPr>
    </w:p>
    <w:p w14:paraId="0FE11A62" w14:textId="77777777" w:rsidR="00993105" w:rsidRDefault="00993105">
      <w:pPr>
        <w:pStyle w:val="RdaliaTitredossier"/>
      </w:pPr>
    </w:p>
    <w:p w14:paraId="49BDCE55" w14:textId="77777777" w:rsidR="00993105" w:rsidRDefault="00993105">
      <w:pPr>
        <w:pStyle w:val="RedaliaNormal"/>
      </w:pPr>
    </w:p>
    <w:p w14:paraId="11A17D94" w14:textId="77777777" w:rsidR="00993105" w:rsidRDefault="00447B3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B5B636A" w14:textId="77777777" w:rsidR="00993105" w:rsidRDefault="00993105">
      <w:pPr>
        <w:pStyle w:val="RedaliaNormal"/>
      </w:pPr>
    </w:p>
    <w:p w14:paraId="7C01D2BD" w14:textId="77777777" w:rsidR="00993105" w:rsidRDefault="00993105">
      <w:pPr>
        <w:pStyle w:val="RdaliaTitredossier"/>
      </w:pPr>
    </w:p>
    <w:p w14:paraId="6CFE98F7" w14:textId="77777777" w:rsidR="00993105" w:rsidRDefault="00993105">
      <w:pPr>
        <w:pStyle w:val="RdaliaTitredossier"/>
      </w:pPr>
    </w:p>
    <w:p w14:paraId="7E3F22C1" w14:textId="77777777" w:rsidR="00993105" w:rsidRDefault="00993105">
      <w:pPr>
        <w:pStyle w:val="RedaliaNormal"/>
      </w:pPr>
    </w:p>
    <w:p w14:paraId="57253D06" w14:textId="77777777" w:rsidR="00993105" w:rsidRDefault="00993105">
      <w:pPr>
        <w:pStyle w:val="RedaliaNormal"/>
      </w:pPr>
    </w:p>
    <w:p w14:paraId="4AA2F335" w14:textId="77777777" w:rsidR="00993105" w:rsidRDefault="00993105">
      <w:pPr>
        <w:pStyle w:val="RedaliaNormal"/>
        <w:pageBreakBefore/>
      </w:pPr>
    </w:p>
    <w:p w14:paraId="685924E6" w14:textId="77777777" w:rsidR="00993105" w:rsidRDefault="00447B3F">
      <w:pPr>
        <w:pStyle w:val="RedaliaNormal"/>
        <w:tabs>
          <w:tab w:val="clear" w:pos="8505"/>
          <w:tab w:val="left" w:leader="dot" w:pos="284"/>
        </w:tabs>
        <w:rPr>
          <w:b/>
          <w:bCs/>
          <w:sz w:val="24"/>
          <w:szCs w:val="24"/>
          <w:u w:val="single"/>
        </w:rPr>
      </w:pPr>
      <w:r>
        <w:rPr>
          <w:b/>
          <w:bCs/>
          <w:sz w:val="24"/>
          <w:szCs w:val="24"/>
          <w:u w:val="single"/>
        </w:rPr>
        <w:t>Sommaire</w:t>
      </w:r>
    </w:p>
    <w:p w14:paraId="3EE973EE" w14:textId="77777777" w:rsidR="00993105" w:rsidRDefault="00993105">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993105" w14:paraId="41AEEEBD"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1D114C47" w14:textId="77777777" w:rsidR="00993105" w:rsidRDefault="00447B3F">
            <w:pPr>
              <w:pStyle w:val="RedaliaNormal"/>
              <w:tabs>
                <w:tab w:val="clear" w:pos="8505"/>
                <w:tab w:val="left" w:leader="dot" w:pos="284"/>
              </w:tabs>
              <w:jc w:val="left"/>
              <w:rPr>
                <w:rFonts w:cs="Calibri"/>
                <w:b/>
                <w:bCs/>
              </w:rPr>
            </w:pPr>
            <w:r>
              <w:rPr>
                <w:rFonts w:cs="Calibri"/>
                <w:b/>
                <w:bCs/>
              </w:rPr>
              <w:t>1. DEFINITIONS</w:t>
            </w:r>
          </w:p>
          <w:p w14:paraId="3BA7F8F7"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606E5E9" w14:textId="77777777" w:rsidR="00993105" w:rsidRDefault="00447B3F">
            <w:pPr>
              <w:pStyle w:val="RedaliaNormal"/>
              <w:tabs>
                <w:tab w:val="clear" w:pos="8505"/>
                <w:tab w:val="left" w:leader="dot" w:pos="284"/>
              </w:tabs>
              <w:jc w:val="left"/>
              <w:rPr>
                <w:rFonts w:cs="Calibri"/>
                <w:b/>
                <w:bCs/>
              </w:rPr>
            </w:pPr>
            <w:r>
              <w:rPr>
                <w:rFonts w:cs="Calibri"/>
                <w:b/>
                <w:bCs/>
              </w:rPr>
              <w:t>3</w:t>
            </w:r>
          </w:p>
        </w:tc>
      </w:tr>
      <w:tr w:rsidR="00993105" w14:paraId="5DE6C597"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6F09B35B" w14:textId="77777777" w:rsidR="00993105" w:rsidRDefault="00447B3F">
            <w:pPr>
              <w:pStyle w:val="RedaliaNormal"/>
              <w:tabs>
                <w:tab w:val="clear" w:pos="8505"/>
                <w:tab w:val="left" w:leader="dot" w:pos="284"/>
              </w:tabs>
              <w:jc w:val="left"/>
              <w:rPr>
                <w:rFonts w:cs="Calibri"/>
                <w:b/>
                <w:bCs/>
              </w:rPr>
            </w:pPr>
            <w:r>
              <w:rPr>
                <w:rFonts w:cs="Calibri"/>
                <w:b/>
                <w:bCs/>
              </w:rPr>
              <w:t xml:space="preserve">2. </w:t>
            </w:r>
            <w:r>
              <w:rPr>
                <w:rFonts w:cs="Calibri"/>
                <w:b/>
                <w:bCs/>
              </w:rPr>
              <w:t>GENERALITES</w:t>
            </w:r>
          </w:p>
          <w:p w14:paraId="62329D12"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C0B4D9" w14:textId="77777777" w:rsidR="00993105" w:rsidRDefault="00447B3F">
            <w:pPr>
              <w:pStyle w:val="RedaliaNormal"/>
              <w:tabs>
                <w:tab w:val="clear" w:pos="8505"/>
                <w:tab w:val="left" w:leader="dot" w:pos="284"/>
              </w:tabs>
              <w:jc w:val="left"/>
              <w:rPr>
                <w:rFonts w:cs="Calibri"/>
                <w:b/>
                <w:bCs/>
              </w:rPr>
            </w:pPr>
            <w:r>
              <w:rPr>
                <w:rFonts w:cs="Calibri"/>
                <w:b/>
                <w:bCs/>
              </w:rPr>
              <w:t>3</w:t>
            </w:r>
          </w:p>
        </w:tc>
      </w:tr>
      <w:tr w:rsidR="00993105" w14:paraId="700D4082"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79372D1C" w14:textId="77777777" w:rsidR="00993105" w:rsidRDefault="00447B3F">
            <w:pPr>
              <w:pStyle w:val="RedaliaNormal"/>
              <w:tabs>
                <w:tab w:val="clear" w:pos="8505"/>
                <w:tab w:val="left" w:leader="dot" w:pos="284"/>
              </w:tabs>
              <w:jc w:val="left"/>
              <w:rPr>
                <w:rFonts w:cs="Calibri"/>
                <w:b/>
                <w:bCs/>
              </w:rPr>
            </w:pPr>
            <w:r>
              <w:rPr>
                <w:rFonts w:cs="Calibri"/>
                <w:b/>
                <w:bCs/>
              </w:rPr>
              <w:t>3. ENGAGEMENT ET DROITS DES PARTIES EN MATIERE DE SECURITE</w:t>
            </w:r>
          </w:p>
          <w:p w14:paraId="54CA83A8"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829A0DD" w14:textId="77777777" w:rsidR="00993105" w:rsidRDefault="00447B3F">
            <w:pPr>
              <w:pStyle w:val="RedaliaNormal"/>
              <w:tabs>
                <w:tab w:val="clear" w:pos="8505"/>
                <w:tab w:val="left" w:leader="dot" w:pos="284"/>
              </w:tabs>
              <w:jc w:val="left"/>
              <w:rPr>
                <w:rFonts w:cs="Calibri"/>
                <w:b/>
                <w:bCs/>
              </w:rPr>
            </w:pPr>
            <w:r>
              <w:rPr>
                <w:rFonts w:cs="Calibri"/>
                <w:b/>
                <w:bCs/>
              </w:rPr>
              <w:t>4</w:t>
            </w:r>
          </w:p>
        </w:tc>
      </w:tr>
      <w:tr w:rsidR="00993105" w14:paraId="5D3E5F02"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4770AFBD" w14:textId="77777777" w:rsidR="00993105" w:rsidRDefault="00447B3F">
            <w:pPr>
              <w:pStyle w:val="RedaliaNormal"/>
              <w:tabs>
                <w:tab w:val="clear" w:pos="8505"/>
                <w:tab w:val="left" w:leader="dot" w:pos="284"/>
              </w:tabs>
              <w:jc w:val="left"/>
              <w:rPr>
                <w:rFonts w:cs="Calibri"/>
                <w:b/>
                <w:bCs/>
              </w:rPr>
            </w:pPr>
            <w:r>
              <w:rPr>
                <w:rFonts w:cs="Calibri"/>
                <w:b/>
                <w:bCs/>
              </w:rPr>
              <w:t>4. CONTRÔLE DE L’ACCES</w:t>
            </w:r>
          </w:p>
          <w:p w14:paraId="4912D0E2"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1E4452A" w14:textId="77777777" w:rsidR="00993105" w:rsidRDefault="00447B3F">
            <w:pPr>
              <w:pStyle w:val="RedaliaNormal"/>
              <w:tabs>
                <w:tab w:val="clear" w:pos="8505"/>
                <w:tab w:val="left" w:leader="dot" w:pos="284"/>
              </w:tabs>
              <w:jc w:val="left"/>
              <w:rPr>
                <w:rFonts w:cs="Calibri"/>
                <w:b/>
                <w:bCs/>
              </w:rPr>
            </w:pPr>
            <w:r>
              <w:rPr>
                <w:rFonts w:cs="Calibri"/>
                <w:b/>
                <w:bCs/>
              </w:rPr>
              <w:t>5</w:t>
            </w:r>
          </w:p>
        </w:tc>
      </w:tr>
      <w:tr w:rsidR="00993105" w14:paraId="15DA2FC9"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3CCFA838" w14:textId="77777777" w:rsidR="00993105" w:rsidRDefault="00447B3F">
            <w:pPr>
              <w:pStyle w:val="RedaliaNormal"/>
              <w:tabs>
                <w:tab w:val="clear" w:pos="8505"/>
                <w:tab w:val="left" w:leader="dot" w:pos="284"/>
              </w:tabs>
              <w:jc w:val="left"/>
              <w:rPr>
                <w:rFonts w:cs="Calibri"/>
                <w:b/>
                <w:bCs/>
              </w:rPr>
            </w:pPr>
            <w:r>
              <w:rPr>
                <w:rFonts w:cs="Calibri"/>
                <w:b/>
                <w:bCs/>
              </w:rPr>
              <w:t>5. CONNEXION A DISTANCE AU RESEAU DU CLIENT</w:t>
            </w:r>
          </w:p>
          <w:p w14:paraId="057533AE"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C4C4AB0" w14:textId="77777777" w:rsidR="00993105" w:rsidRDefault="00447B3F">
            <w:pPr>
              <w:pStyle w:val="RedaliaNormal"/>
              <w:tabs>
                <w:tab w:val="clear" w:pos="8505"/>
                <w:tab w:val="left" w:leader="dot" w:pos="284"/>
              </w:tabs>
              <w:jc w:val="left"/>
              <w:rPr>
                <w:rFonts w:cs="Calibri"/>
                <w:b/>
                <w:bCs/>
              </w:rPr>
            </w:pPr>
            <w:r>
              <w:rPr>
                <w:rFonts w:cs="Calibri"/>
                <w:b/>
                <w:bCs/>
              </w:rPr>
              <w:t>5</w:t>
            </w:r>
          </w:p>
        </w:tc>
      </w:tr>
      <w:tr w:rsidR="00993105" w14:paraId="2D510CD5"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6E67F095" w14:textId="77777777" w:rsidR="00993105" w:rsidRDefault="00447B3F">
            <w:pPr>
              <w:pStyle w:val="RedaliaNormal"/>
              <w:tabs>
                <w:tab w:val="clear" w:pos="8505"/>
                <w:tab w:val="left" w:leader="dot" w:pos="284"/>
              </w:tabs>
              <w:jc w:val="left"/>
              <w:rPr>
                <w:rFonts w:cs="Calibri"/>
                <w:b/>
                <w:bCs/>
              </w:rPr>
            </w:pPr>
            <w:r>
              <w:rPr>
                <w:rFonts w:cs="Calibri"/>
                <w:b/>
                <w:bCs/>
              </w:rPr>
              <w:t>6. EVALUATION DES RISQUES</w:t>
            </w:r>
          </w:p>
          <w:p w14:paraId="248577AC" w14:textId="77777777" w:rsidR="00993105" w:rsidRDefault="0099310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F4CB88F" w14:textId="77777777" w:rsidR="00993105" w:rsidRDefault="00447B3F">
            <w:pPr>
              <w:pStyle w:val="RedaliaNormal"/>
              <w:tabs>
                <w:tab w:val="clear" w:pos="8505"/>
                <w:tab w:val="left" w:leader="dot" w:pos="284"/>
              </w:tabs>
              <w:jc w:val="left"/>
              <w:rPr>
                <w:rFonts w:cs="Calibri"/>
                <w:b/>
                <w:bCs/>
              </w:rPr>
            </w:pPr>
            <w:r>
              <w:rPr>
                <w:rFonts w:cs="Calibri"/>
                <w:b/>
                <w:bCs/>
              </w:rPr>
              <w:t>5</w:t>
            </w:r>
          </w:p>
        </w:tc>
      </w:tr>
      <w:tr w:rsidR="00993105" w14:paraId="02AB6740"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19661AC7" w14:textId="77777777" w:rsidR="00993105" w:rsidRDefault="00447B3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7D1DFE22" w14:textId="77777777" w:rsidR="00993105" w:rsidRDefault="00447B3F">
            <w:pPr>
              <w:pStyle w:val="RedaliaNormal"/>
              <w:tabs>
                <w:tab w:val="clear" w:pos="8505"/>
                <w:tab w:val="left" w:leader="dot" w:pos="284"/>
              </w:tabs>
              <w:jc w:val="left"/>
              <w:rPr>
                <w:rFonts w:cs="Calibri"/>
                <w:b/>
                <w:bCs/>
              </w:rPr>
            </w:pPr>
            <w:r>
              <w:rPr>
                <w:rFonts w:cs="Calibri"/>
                <w:b/>
                <w:bCs/>
              </w:rPr>
              <w:t>6</w:t>
            </w:r>
          </w:p>
        </w:tc>
      </w:tr>
    </w:tbl>
    <w:p w14:paraId="04A4B056" w14:textId="77777777" w:rsidR="00993105" w:rsidRDefault="00993105">
      <w:pPr>
        <w:pStyle w:val="RedaliaNormal"/>
        <w:tabs>
          <w:tab w:val="clear" w:pos="8505"/>
          <w:tab w:val="left" w:leader="dot" w:pos="284"/>
        </w:tabs>
        <w:jc w:val="left"/>
      </w:pPr>
    </w:p>
    <w:p w14:paraId="3D0D7B8E" w14:textId="77777777" w:rsidR="00993105" w:rsidRDefault="00993105">
      <w:pPr>
        <w:pStyle w:val="RedaliaNormal"/>
        <w:tabs>
          <w:tab w:val="clear" w:pos="8505"/>
          <w:tab w:val="left" w:leader="dot" w:pos="284"/>
        </w:tabs>
        <w:jc w:val="left"/>
      </w:pPr>
    </w:p>
    <w:p w14:paraId="4949DCC7" w14:textId="77777777" w:rsidR="00993105" w:rsidRDefault="00993105">
      <w:pPr>
        <w:pStyle w:val="RedaliaNormal"/>
        <w:tabs>
          <w:tab w:val="clear" w:pos="8505"/>
          <w:tab w:val="left" w:leader="dot" w:pos="284"/>
        </w:tabs>
        <w:jc w:val="left"/>
      </w:pPr>
    </w:p>
    <w:p w14:paraId="31A7A5EC" w14:textId="77777777" w:rsidR="00993105" w:rsidRDefault="00993105">
      <w:pPr>
        <w:pStyle w:val="RedaliaNormal"/>
        <w:pageBreakBefore/>
      </w:pPr>
    </w:p>
    <w:p w14:paraId="07950A3B" w14:textId="77777777" w:rsidR="00993105" w:rsidRDefault="00447B3F">
      <w:pPr>
        <w:pStyle w:val="RedaliaNormal"/>
        <w:pBdr>
          <w:bottom w:val="single" w:sz="4" w:space="1" w:color="000000"/>
        </w:pBdr>
        <w:rPr>
          <w:b/>
          <w:bCs/>
          <w:sz w:val="24"/>
          <w:szCs w:val="24"/>
        </w:rPr>
      </w:pPr>
      <w:r>
        <w:rPr>
          <w:b/>
          <w:bCs/>
          <w:sz w:val="24"/>
          <w:szCs w:val="24"/>
        </w:rPr>
        <w:t>Définitions</w:t>
      </w:r>
    </w:p>
    <w:p w14:paraId="7BB63573" w14:textId="77777777" w:rsidR="00993105" w:rsidRDefault="00993105">
      <w:pPr>
        <w:pStyle w:val="Redaliapuces"/>
        <w:numPr>
          <w:ilvl w:val="0"/>
          <w:numId w:val="0"/>
        </w:numPr>
        <w:tabs>
          <w:tab w:val="clear" w:pos="-398"/>
          <w:tab w:val="clear" w:pos="7824"/>
          <w:tab w:val="left" w:pos="510"/>
          <w:tab w:val="left" w:pos="8732"/>
        </w:tabs>
        <w:ind w:left="227" w:hanging="227"/>
        <w:rPr>
          <w:b/>
          <w:bCs/>
        </w:rPr>
      </w:pPr>
    </w:p>
    <w:p w14:paraId="182D6993" w14:textId="77777777" w:rsidR="00993105" w:rsidRDefault="00447B3F">
      <w:pPr>
        <w:pStyle w:val="Redaliapuces"/>
        <w:numPr>
          <w:ilvl w:val="0"/>
          <w:numId w:val="30"/>
        </w:numPr>
      </w:pPr>
      <w:r>
        <w:t>Le Contrat</w:t>
      </w:r>
    </w:p>
    <w:p w14:paraId="2137FC5A" w14:textId="77777777" w:rsidR="00993105" w:rsidRDefault="00447B3F">
      <w:pPr>
        <w:pStyle w:val="RedaliaNormal"/>
      </w:pPr>
      <w:r>
        <w:t xml:space="preserve">Désigne le </w:t>
      </w:r>
      <w:r>
        <w:t>contrat de prestations auquel est annexée la présente.</w:t>
      </w:r>
    </w:p>
    <w:p w14:paraId="7BD8DB43" w14:textId="77777777" w:rsidR="00993105" w:rsidRDefault="00447B3F">
      <w:pPr>
        <w:pStyle w:val="Redaliapuces"/>
        <w:numPr>
          <w:ilvl w:val="0"/>
          <w:numId w:val="10"/>
        </w:numPr>
      </w:pPr>
      <w:r>
        <w:t>Le Client</w:t>
      </w:r>
    </w:p>
    <w:p w14:paraId="49609FFC" w14:textId="77777777" w:rsidR="00993105" w:rsidRDefault="00447B3F">
      <w:pPr>
        <w:pStyle w:val="RedaliaNormal"/>
      </w:pPr>
      <w:r>
        <w:t>Désigne l'AFD, partie au Contrat.</w:t>
      </w:r>
    </w:p>
    <w:p w14:paraId="1AE67020" w14:textId="77777777" w:rsidR="00993105" w:rsidRDefault="00447B3F">
      <w:pPr>
        <w:pStyle w:val="Redaliapuces"/>
        <w:numPr>
          <w:ilvl w:val="0"/>
          <w:numId w:val="10"/>
        </w:numPr>
      </w:pPr>
      <w:r>
        <w:t>Le Prestataire</w:t>
      </w:r>
    </w:p>
    <w:p w14:paraId="15682C7B" w14:textId="77777777" w:rsidR="00993105" w:rsidRDefault="00447B3F">
      <w:pPr>
        <w:pStyle w:val="RedaliaNormal"/>
      </w:pPr>
      <w:r>
        <w:t>Désigne le prestataire partie au Contrat.</w:t>
      </w:r>
    </w:p>
    <w:p w14:paraId="587F2EA4" w14:textId="77777777" w:rsidR="00993105" w:rsidRDefault="00447B3F">
      <w:pPr>
        <w:pStyle w:val="Redaliapuces"/>
        <w:numPr>
          <w:ilvl w:val="0"/>
          <w:numId w:val="10"/>
        </w:numPr>
      </w:pPr>
      <w:r>
        <w:t>Système d’information</w:t>
      </w:r>
    </w:p>
    <w:p w14:paraId="222D401E" w14:textId="77777777" w:rsidR="00993105" w:rsidRDefault="00447B3F">
      <w:pPr>
        <w:pStyle w:val="RedaliaNormal"/>
      </w:pPr>
      <w:r>
        <w:t xml:space="preserve">Ensemble des matériels, des logiciels, des méthodes et des </w:t>
      </w:r>
      <w:r>
        <w:t>procédures et, si besoin, du personnel sollicités pour traiter les Informations.</w:t>
      </w:r>
    </w:p>
    <w:p w14:paraId="3D018003" w14:textId="77777777" w:rsidR="00993105" w:rsidRDefault="00447B3F">
      <w:pPr>
        <w:pStyle w:val="Redaliapuces"/>
        <w:numPr>
          <w:ilvl w:val="0"/>
          <w:numId w:val="10"/>
        </w:numPr>
      </w:pPr>
      <w:r>
        <w:t>Informations</w:t>
      </w:r>
    </w:p>
    <w:p w14:paraId="7D98C702" w14:textId="77777777" w:rsidR="00993105" w:rsidRDefault="00447B3F">
      <w:pPr>
        <w:pStyle w:val="RedaliaNormal"/>
      </w:pPr>
      <w:r>
        <w:t>Désigne les informations appartenant au Client, stockées ou non sur son système d’information et auxquelles peut avoir accès le prestataire dans l’exercice du contrat.</w:t>
      </w:r>
    </w:p>
    <w:p w14:paraId="69178259" w14:textId="77777777" w:rsidR="00993105" w:rsidRDefault="00447B3F">
      <w:pPr>
        <w:pStyle w:val="Redaliapuces"/>
        <w:numPr>
          <w:ilvl w:val="0"/>
          <w:numId w:val="10"/>
        </w:numPr>
      </w:pPr>
      <w:r>
        <w:t>Connexion à distance</w:t>
      </w:r>
    </w:p>
    <w:p w14:paraId="45F07C74" w14:textId="77777777" w:rsidR="00993105" w:rsidRDefault="00447B3F">
      <w:pPr>
        <w:pStyle w:val="RedaliaNormal"/>
      </w:pPr>
      <w:r>
        <w:t>Désigne une connexion qui donne un accès à distance au système d’information du Client, depuis une infrastructure ne lui appartenant pas.</w:t>
      </w:r>
    </w:p>
    <w:p w14:paraId="35E34C1A" w14:textId="77777777" w:rsidR="00993105" w:rsidRDefault="00993105">
      <w:pPr>
        <w:pStyle w:val="RedaliaNormal"/>
      </w:pPr>
    </w:p>
    <w:p w14:paraId="6BEB52BD" w14:textId="77777777" w:rsidR="00993105" w:rsidRDefault="00993105">
      <w:pPr>
        <w:pStyle w:val="RedaliaNormal"/>
      </w:pPr>
    </w:p>
    <w:p w14:paraId="3DD21FEF" w14:textId="77777777" w:rsidR="00993105" w:rsidRDefault="00993105">
      <w:pPr>
        <w:pStyle w:val="RedaliaNormal"/>
      </w:pPr>
    </w:p>
    <w:p w14:paraId="411FF6A8" w14:textId="77777777" w:rsidR="00993105" w:rsidRDefault="00447B3F">
      <w:pPr>
        <w:pStyle w:val="RedaliaNormal"/>
        <w:pBdr>
          <w:bottom w:val="single" w:sz="4" w:space="1" w:color="000000"/>
        </w:pBdr>
        <w:rPr>
          <w:b/>
          <w:bCs/>
          <w:sz w:val="24"/>
          <w:szCs w:val="24"/>
        </w:rPr>
      </w:pPr>
      <w:r>
        <w:rPr>
          <w:b/>
          <w:bCs/>
          <w:sz w:val="24"/>
          <w:szCs w:val="24"/>
        </w:rPr>
        <w:t>Généralités</w:t>
      </w:r>
    </w:p>
    <w:p w14:paraId="024654EA" w14:textId="77777777" w:rsidR="00993105" w:rsidRDefault="00993105">
      <w:pPr>
        <w:pStyle w:val="RedaliaNormal"/>
      </w:pPr>
    </w:p>
    <w:p w14:paraId="5F344C3A" w14:textId="77777777" w:rsidR="00993105" w:rsidRDefault="00447B3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745D4840" w14:textId="77777777" w:rsidR="00993105" w:rsidRDefault="00447B3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9A9C7C5" w14:textId="77777777" w:rsidR="00993105" w:rsidRDefault="00447B3F">
      <w:pPr>
        <w:pStyle w:val="RedaliaNormal"/>
      </w:pPr>
      <w:r>
        <w:t>Les stipulations de la présente annexe s’appliquent au Prestataire, collaborateurs et sous-traitants, disposant ou susceptible de disposer d’un accès aux Informations.</w:t>
      </w:r>
    </w:p>
    <w:p w14:paraId="4161A89B" w14:textId="77777777" w:rsidR="00993105" w:rsidRDefault="00993105">
      <w:pPr>
        <w:pStyle w:val="RedaliaNormal"/>
      </w:pPr>
    </w:p>
    <w:p w14:paraId="5A8E2C8E" w14:textId="77777777" w:rsidR="00993105" w:rsidRDefault="00993105">
      <w:pPr>
        <w:pStyle w:val="RedaliaNormal"/>
        <w:pageBreakBefore/>
      </w:pPr>
    </w:p>
    <w:p w14:paraId="1B503328" w14:textId="77777777" w:rsidR="00993105" w:rsidRDefault="00447B3F">
      <w:pPr>
        <w:pStyle w:val="RedaliaNormal"/>
        <w:pBdr>
          <w:bottom w:val="single" w:sz="4" w:space="1" w:color="000000"/>
        </w:pBdr>
        <w:rPr>
          <w:b/>
          <w:bCs/>
          <w:sz w:val="24"/>
          <w:szCs w:val="24"/>
        </w:rPr>
      </w:pPr>
      <w:r>
        <w:rPr>
          <w:b/>
          <w:bCs/>
          <w:sz w:val="24"/>
          <w:szCs w:val="24"/>
        </w:rPr>
        <w:t>Engagement et droits des parties en matière de sécurité</w:t>
      </w:r>
    </w:p>
    <w:p w14:paraId="6EC74AC3" w14:textId="77777777" w:rsidR="00993105" w:rsidRDefault="00993105">
      <w:pPr>
        <w:pStyle w:val="RedaliaNormal"/>
      </w:pPr>
    </w:p>
    <w:p w14:paraId="6E8C14BF" w14:textId="77777777" w:rsidR="00993105" w:rsidRDefault="00447B3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F04D19C" w14:textId="77777777" w:rsidR="00993105" w:rsidRDefault="00447B3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6EA08A4" w14:textId="77777777" w:rsidR="00993105" w:rsidRDefault="00447B3F">
      <w:pPr>
        <w:pStyle w:val="RedaliaNormal"/>
      </w:pPr>
      <w:r>
        <w:t>Le Prestataire s’engage à tenir une liste des individus autorisés à utiliser en son nom les accès et services logistiques fournis par le Client.</w:t>
      </w:r>
    </w:p>
    <w:p w14:paraId="1B5A538C" w14:textId="77777777" w:rsidR="00993105" w:rsidRDefault="00447B3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343DEC6" w14:textId="77777777" w:rsidR="00993105" w:rsidRDefault="00447B3F">
      <w:pPr>
        <w:pStyle w:val="RedaliaNormal"/>
      </w:pPr>
      <w:r>
        <w:t>Le Prestataire s’engage à respecter les droits de propriété intellectuelle relatifs aux informations et logiciels mis à sa disposition par le Client.</w:t>
      </w:r>
    </w:p>
    <w:p w14:paraId="0DC6459F" w14:textId="77777777" w:rsidR="00993105" w:rsidRDefault="00447B3F">
      <w:pPr>
        <w:pStyle w:val="RedaliaNormal"/>
      </w:pPr>
      <w:r>
        <w:t xml:space="preserve">Le Prestataire est informé que le Client traite des informations relevant du secret </w:t>
      </w:r>
      <w:r>
        <w:t>professionnel bancaire au sens du code monétaire et financier. Le Prestataire s’engage à respecter la confidentialité des informations du client au titre du secret professionnel régissant sa profession.</w:t>
      </w:r>
    </w:p>
    <w:p w14:paraId="0A69A9A0" w14:textId="77777777" w:rsidR="00993105" w:rsidRDefault="00447B3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29D0FD5" w14:textId="77777777" w:rsidR="00993105" w:rsidRDefault="00447B3F">
      <w:pPr>
        <w:pStyle w:val="RedaliaNormal"/>
      </w:pPr>
      <w:r>
        <w:t xml:space="preserve">Dans le cadre de la mise en œuvre de sa politique et de ses procédures de sécurité, le Client a le droit de consigner et superviser toute activité menée par le Prestataire en exécution du </w:t>
      </w:r>
      <w:r>
        <w:t>Contrat. À ce titre, le personnel du Prestataire et ses sous-traitants font l’objet des mêmes contrôles que le personnel du Client.</w:t>
      </w:r>
    </w:p>
    <w:p w14:paraId="2E751467" w14:textId="77777777" w:rsidR="00993105" w:rsidRDefault="00447B3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C9C8BD5" w14:textId="77777777" w:rsidR="00993105" w:rsidRDefault="00447B3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7CAD511A" w14:textId="77777777" w:rsidR="00993105" w:rsidRDefault="00993105">
      <w:pPr>
        <w:pStyle w:val="RedaliaNormal"/>
      </w:pPr>
    </w:p>
    <w:p w14:paraId="200D53C6" w14:textId="77777777" w:rsidR="00993105" w:rsidRDefault="00993105">
      <w:pPr>
        <w:pStyle w:val="RedaliaNormal"/>
        <w:pageBreakBefore/>
      </w:pPr>
    </w:p>
    <w:p w14:paraId="3A539A30" w14:textId="77777777" w:rsidR="00993105" w:rsidRDefault="00993105">
      <w:pPr>
        <w:pStyle w:val="RedaliaNormal"/>
      </w:pPr>
    </w:p>
    <w:p w14:paraId="344EF350" w14:textId="77777777" w:rsidR="00993105" w:rsidRDefault="00447B3F">
      <w:pPr>
        <w:pStyle w:val="RedaliaNormal"/>
        <w:pBdr>
          <w:bottom w:val="single" w:sz="4" w:space="1" w:color="000000"/>
        </w:pBdr>
        <w:rPr>
          <w:b/>
          <w:bCs/>
          <w:sz w:val="24"/>
          <w:szCs w:val="24"/>
        </w:rPr>
      </w:pPr>
      <w:r>
        <w:rPr>
          <w:b/>
          <w:bCs/>
          <w:sz w:val="24"/>
          <w:szCs w:val="24"/>
        </w:rPr>
        <w:t>Contrôle de l’accès</w:t>
      </w:r>
    </w:p>
    <w:p w14:paraId="53D90FAA" w14:textId="77777777" w:rsidR="00993105" w:rsidRDefault="00993105">
      <w:pPr>
        <w:pStyle w:val="RedaliaNormal"/>
      </w:pPr>
    </w:p>
    <w:p w14:paraId="493AD129" w14:textId="77777777" w:rsidR="00993105" w:rsidRDefault="00447B3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076FB04" w14:textId="77777777" w:rsidR="00993105" w:rsidRDefault="00447B3F">
      <w:pPr>
        <w:pStyle w:val="RedaliaNormal"/>
      </w:pPr>
      <w:r>
        <w:t>Les accès au système informatique et/ou aux locaux du Clients sont délivrés de façon nominative aux personnes agissant pour le Prestataire dans le cadre de l’exécution du Contrat.</w:t>
      </w:r>
    </w:p>
    <w:p w14:paraId="1F88C297" w14:textId="77777777" w:rsidR="00993105" w:rsidRDefault="00447B3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w:t>
      </w:r>
      <w:r>
        <w:t>ation préalable, être soumis à des contrôles de sécurité s’appuyant sur les traces enregistrées sur SI du Client.</w:t>
      </w:r>
    </w:p>
    <w:p w14:paraId="5C9DD154" w14:textId="77777777" w:rsidR="00993105" w:rsidRDefault="00447B3F">
      <w:pPr>
        <w:pStyle w:val="RedaliaNormal"/>
      </w:pPr>
      <w:r>
        <w:t>S’il est nécessaire de donner l’accès à des Informations classifiées de niveau</w:t>
      </w:r>
    </w:p>
    <w:p w14:paraId="2D745F61" w14:textId="77777777" w:rsidR="00993105" w:rsidRDefault="00447B3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47BDA3D" w14:textId="77777777" w:rsidR="00993105" w:rsidRDefault="00447B3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E70335E" w14:textId="77777777" w:rsidR="00993105" w:rsidRDefault="00993105">
      <w:pPr>
        <w:pStyle w:val="RedaliaNormal"/>
      </w:pPr>
    </w:p>
    <w:p w14:paraId="316F9BDA" w14:textId="77777777" w:rsidR="00993105" w:rsidRDefault="00993105">
      <w:pPr>
        <w:pStyle w:val="RedaliaNormal"/>
      </w:pPr>
    </w:p>
    <w:p w14:paraId="21BADA08" w14:textId="77777777" w:rsidR="00993105" w:rsidRDefault="00447B3F">
      <w:pPr>
        <w:pStyle w:val="RedaliaNormal"/>
        <w:pBdr>
          <w:bottom w:val="single" w:sz="4" w:space="1" w:color="000000"/>
        </w:pBdr>
        <w:rPr>
          <w:b/>
          <w:bCs/>
          <w:sz w:val="24"/>
          <w:szCs w:val="24"/>
        </w:rPr>
      </w:pPr>
      <w:r>
        <w:rPr>
          <w:b/>
          <w:bCs/>
          <w:sz w:val="24"/>
          <w:szCs w:val="24"/>
        </w:rPr>
        <w:t>Connexion à distance au réseau du client</w:t>
      </w:r>
    </w:p>
    <w:p w14:paraId="184B2499" w14:textId="77777777" w:rsidR="00993105" w:rsidRDefault="00993105">
      <w:pPr>
        <w:pStyle w:val="RedaliaNormal"/>
      </w:pPr>
    </w:p>
    <w:p w14:paraId="15C7C432" w14:textId="77777777" w:rsidR="00993105" w:rsidRDefault="00447B3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BBE7800" w14:textId="77777777" w:rsidR="00993105" w:rsidRDefault="00447B3F">
      <w:pPr>
        <w:pStyle w:val="RedaliaNormal"/>
      </w:pPr>
      <w:r>
        <w:t>La connexion à distance au réseau du Client fait l’objet d’une consignation permanente et d’un archivage pour mémoire.</w:t>
      </w:r>
    </w:p>
    <w:p w14:paraId="450E5691" w14:textId="77777777" w:rsidR="00993105" w:rsidRDefault="00993105">
      <w:pPr>
        <w:pStyle w:val="RedaliaNormal"/>
      </w:pPr>
    </w:p>
    <w:p w14:paraId="521BC5DA" w14:textId="77777777" w:rsidR="00993105" w:rsidRDefault="00993105">
      <w:pPr>
        <w:pStyle w:val="RedaliaNormal"/>
      </w:pPr>
    </w:p>
    <w:p w14:paraId="0E82197C" w14:textId="77777777" w:rsidR="00993105" w:rsidRDefault="00447B3F">
      <w:pPr>
        <w:pStyle w:val="RedaliaNormal"/>
        <w:pBdr>
          <w:bottom w:val="single" w:sz="4" w:space="1" w:color="000000"/>
        </w:pBdr>
        <w:rPr>
          <w:b/>
          <w:bCs/>
          <w:sz w:val="24"/>
          <w:szCs w:val="24"/>
        </w:rPr>
      </w:pPr>
      <w:r>
        <w:rPr>
          <w:b/>
          <w:bCs/>
          <w:sz w:val="24"/>
          <w:szCs w:val="24"/>
        </w:rPr>
        <w:t>Evaluation des risques</w:t>
      </w:r>
    </w:p>
    <w:p w14:paraId="301862FE" w14:textId="77777777" w:rsidR="00993105" w:rsidRDefault="00993105">
      <w:pPr>
        <w:pStyle w:val="RedaliaNormal"/>
      </w:pPr>
    </w:p>
    <w:p w14:paraId="329A85E9" w14:textId="77777777" w:rsidR="00993105" w:rsidRDefault="00447B3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D101B1A" w14:textId="77777777" w:rsidR="00993105" w:rsidRDefault="00993105">
      <w:pPr>
        <w:pStyle w:val="RedaliaNormal"/>
        <w:pageBreakBefore/>
      </w:pPr>
    </w:p>
    <w:p w14:paraId="1DEC9E06" w14:textId="77777777" w:rsidR="00993105" w:rsidRDefault="00447B3F">
      <w:pPr>
        <w:pStyle w:val="RedaliaNormal"/>
        <w:pBdr>
          <w:bottom w:val="single" w:sz="4" w:space="1" w:color="000000"/>
        </w:pBdr>
        <w:rPr>
          <w:b/>
          <w:bCs/>
          <w:sz w:val="24"/>
          <w:szCs w:val="24"/>
        </w:rPr>
      </w:pPr>
      <w:r>
        <w:rPr>
          <w:b/>
          <w:bCs/>
          <w:sz w:val="24"/>
          <w:szCs w:val="24"/>
        </w:rPr>
        <w:t>Dispositions finales</w:t>
      </w:r>
    </w:p>
    <w:p w14:paraId="1976FD1C" w14:textId="77777777" w:rsidR="00993105" w:rsidRDefault="00993105">
      <w:pPr>
        <w:pStyle w:val="RedaliaNormal"/>
      </w:pPr>
    </w:p>
    <w:p w14:paraId="04D8E61B" w14:textId="77777777" w:rsidR="00993105" w:rsidRDefault="00447B3F">
      <w:pPr>
        <w:pStyle w:val="RedaliaNormal"/>
      </w:pPr>
      <w:r>
        <w:t>Le non-respect de la présente annexe de sécurité constitue un manquement au Contrat pouvant justifier sa résiliation sans pénalité pour le Client.</w:t>
      </w:r>
    </w:p>
    <w:p w14:paraId="10003F80" w14:textId="77777777" w:rsidR="00993105" w:rsidRDefault="00447B3F">
      <w:pPr>
        <w:pStyle w:val="RedaliaNormal"/>
      </w:pPr>
      <w:r>
        <w:t xml:space="preserve">De plus, un retard ou un report, résultant du non-respect des règles de </w:t>
      </w:r>
      <w:r>
        <w:t>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490D2FC" w14:textId="77777777" w:rsidR="00993105" w:rsidRDefault="00447B3F">
      <w:pPr>
        <w:pStyle w:val="RedaliaNormal"/>
      </w:pPr>
      <w:r>
        <w:t>La présente annexe de sécurité pourra être révisée par le Client tous les ans et modifiée si nécessaire sans pénalité ni surcoût.</w:t>
      </w:r>
    </w:p>
    <w:p w14:paraId="72FB044E" w14:textId="77777777" w:rsidR="00993105" w:rsidRDefault="00993105">
      <w:pPr>
        <w:pStyle w:val="RedaliaNormal"/>
      </w:pPr>
    </w:p>
    <w:p w14:paraId="22E120CB" w14:textId="77777777" w:rsidR="00993105" w:rsidRDefault="00993105">
      <w:pPr>
        <w:pStyle w:val="RedaliaNormal"/>
        <w:pageBreakBefore/>
      </w:pPr>
    </w:p>
    <w:p w14:paraId="31B3DA59" w14:textId="77777777" w:rsidR="00993105" w:rsidRDefault="00993105">
      <w:pPr>
        <w:pStyle w:val="RedaliaNormal"/>
      </w:pPr>
    </w:p>
    <w:p w14:paraId="5BCC5090" w14:textId="77777777" w:rsidR="00993105" w:rsidRDefault="00447B3F">
      <w:pPr>
        <w:pStyle w:val="RedaliaTitre1"/>
      </w:pPr>
      <w:bookmarkStart w:id="258" w:name="__RefHeading___Toc9025_598829110"/>
      <w:bookmarkStart w:id="259" w:name="_Toc200983310"/>
      <w:bookmarkStart w:id="260" w:name="_Toc201166470"/>
      <w:r>
        <w:t>Annexe - RGPD</w:t>
      </w:r>
      <w:bookmarkEnd w:id="258"/>
      <w:bookmarkEnd w:id="259"/>
      <w:bookmarkEnd w:id="260"/>
    </w:p>
    <w:p w14:paraId="483B820C" w14:textId="77777777" w:rsidR="00993105" w:rsidRDefault="00993105">
      <w:pPr>
        <w:pStyle w:val="RedaliaNormal"/>
      </w:pPr>
    </w:p>
    <w:p w14:paraId="2DF8E91E" w14:textId="77777777" w:rsidR="00993105" w:rsidRDefault="00993105">
      <w:pPr>
        <w:pStyle w:val="RedaliaNormal"/>
      </w:pPr>
    </w:p>
    <w:p w14:paraId="4113E6CF" w14:textId="77777777" w:rsidR="00993105" w:rsidRDefault="00447B3F">
      <w:pPr>
        <w:pStyle w:val="RedaliaNormal"/>
        <w:rPr>
          <w:b/>
          <w:bCs/>
          <w:sz w:val="20"/>
          <w:u w:val="single"/>
        </w:rPr>
      </w:pPr>
      <w:r>
        <w:rPr>
          <w:b/>
          <w:bCs/>
          <w:sz w:val="20"/>
          <w:u w:val="single"/>
        </w:rPr>
        <w:t>ARTICLE - PROTECTION DES DONNEES PERSONNELLES</w:t>
      </w:r>
    </w:p>
    <w:p w14:paraId="338A74E8" w14:textId="77777777" w:rsidR="00993105" w:rsidRDefault="00993105">
      <w:pPr>
        <w:pStyle w:val="RedaliaNormal"/>
        <w:rPr>
          <w:b/>
          <w:bCs/>
          <w:sz w:val="20"/>
          <w:u w:val="single"/>
        </w:rPr>
      </w:pPr>
    </w:p>
    <w:p w14:paraId="61B3BCB9" w14:textId="77777777" w:rsidR="00993105" w:rsidRDefault="00447B3F">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475BFA3F" w14:textId="77777777" w:rsidR="00993105" w:rsidRDefault="00993105">
      <w:pPr>
        <w:pStyle w:val="RedaliaNormal"/>
        <w:rPr>
          <w:sz w:val="20"/>
        </w:rPr>
      </w:pPr>
    </w:p>
    <w:p w14:paraId="2E9C1216" w14:textId="77777777" w:rsidR="00993105" w:rsidRDefault="00447B3F">
      <w:pPr>
        <w:pStyle w:val="RedaliaNormal"/>
        <w:rPr>
          <w:b/>
          <w:bCs/>
          <w:sz w:val="20"/>
        </w:rPr>
      </w:pPr>
      <w:r>
        <w:rPr>
          <w:b/>
          <w:bCs/>
          <w:sz w:val="20"/>
        </w:rPr>
        <w:t>a) Obligations du Prestataire vis-à-vis de l’AFD </w:t>
      </w:r>
    </w:p>
    <w:p w14:paraId="346EAF9C" w14:textId="77777777" w:rsidR="00993105" w:rsidRDefault="00993105">
      <w:pPr>
        <w:pStyle w:val="RedaliaNormal"/>
        <w:rPr>
          <w:sz w:val="20"/>
        </w:rPr>
      </w:pPr>
    </w:p>
    <w:p w14:paraId="1553B071" w14:textId="77777777" w:rsidR="00993105" w:rsidRDefault="00447B3F">
      <w:pPr>
        <w:pStyle w:val="RedaliaNormal"/>
        <w:rPr>
          <w:sz w:val="20"/>
        </w:rPr>
      </w:pPr>
      <w:r>
        <w:rPr>
          <w:sz w:val="20"/>
        </w:rPr>
        <w:t>Le Prestataire s'engage à :</w:t>
      </w:r>
    </w:p>
    <w:p w14:paraId="46A49E71" w14:textId="77777777" w:rsidR="00993105" w:rsidRDefault="00447B3F">
      <w:pPr>
        <w:pStyle w:val="Redaliapuces"/>
        <w:numPr>
          <w:ilvl w:val="0"/>
          <w:numId w:val="10"/>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345F2227" w14:textId="77777777" w:rsidR="00993105" w:rsidRDefault="00447B3F">
      <w:pPr>
        <w:pStyle w:val="Redaliapuces"/>
        <w:numPr>
          <w:ilvl w:val="0"/>
          <w:numId w:val="10"/>
        </w:numPr>
      </w:pPr>
      <w:r>
        <w:t>Ne réaliser aucun transfert des Données hors de l’Espace Economique Européen, au sens de la réglementation applicable, sauf à recueillir le consentement préalable exprès de l’AFD ;</w:t>
      </w:r>
    </w:p>
    <w:p w14:paraId="40AE087C" w14:textId="77777777" w:rsidR="00993105" w:rsidRDefault="00447B3F">
      <w:pPr>
        <w:pStyle w:val="Redaliapuces"/>
        <w:numPr>
          <w:ilvl w:val="0"/>
          <w:numId w:val="10"/>
        </w:numPr>
      </w:pPr>
      <w:r>
        <w:t>Mettre en œuvre toutes mesures utiles propres à garantir la confidentialité des Données traitées dans le cadre du présent contrat ;</w:t>
      </w:r>
    </w:p>
    <w:p w14:paraId="6F886079" w14:textId="77777777" w:rsidR="00993105" w:rsidRDefault="00447B3F">
      <w:pPr>
        <w:pStyle w:val="Redaliapuces"/>
        <w:numPr>
          <w:ilvl w:val="0"/>
          <w:numId w:val="10"/>
        </w:numPr>
      </w:pPr>
      <w:r>
        <w:t>Ne divulguer les Données qu’aux personnes dûment autorisées, en raison de leurs fonctions, à en recevoir communication, qu’il s’agisse de personnes privées, publiques, physiques ou morales ;</w:t>
      </w:r>
    </w:p>
    <w:p w14:paraId="5DEA0395" w14:textId="77777777" w:rsidR="00993105" w:rsidRDefault="00447B3F">
      <w:pPr>
        <w:pStyle w:val="Redaliapuces"/>
        <w:numPr>
          <w:ilvl w:val="0"/>
          <w:numId w:val="10"/>
        </w:numPr>
      </w:pPr>
      <w:r>
        <w:t>Ne faire aucune copie des Données sauf à ce que cela soit nécessaire à l’exécution de ses fonctions. Le cas échant, supprimer l’ensemble des copies effectuées, au terme de la Prestation ;</w:t>
      </w:r>
    </w:p>
    <w:p w14:paraId="75984E42" w14:textId="77777777" w:rsidR="00993105" w:rsidRDefault="00447B3F">
      <w:pPr>
        <w:pStyle w:val="Redaliapuces"/>
        <w:numPr>
          <w:ilvl w:val="0"/>
          <w:numId w:val="10"/>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71" w:history="1">
        <w:r>
          <w:rPr>
            <w:rStyle w:val="Lienhypertexte"/>
            <w:b/>
            <w:bCs/>
            <w:sz w:val="20"/>
          </w:rPr>
          <w:t>#DPO_notification@afd.fr</w:t>
        </w:r>
      </w:hyperlink>
    </w:p>
    <w:p w14:paraId="6EFF1FBA" w14:textId="77777777" w:rsidR="00993105" w:rsidRDefault="00993105">
      <w:pPr>
        <w:pStyle w:val="Redaliapuces"/>
        <w:numPr>
          <w:ilvl w:val="0"/>
          <w:numId w:val="0"/>
        </w:numPr>
        <w:tabs>
          <w:tab w:val="clear" w:pos="-398"/>
          <w:tab w:val="clear" w:pos="7824"/>
          <w:tab w:val="left" w:leader="dot" w:pos="8505"/>
        </w:tabs>
        <w:ind w:left="284" w:hanging="227"/>
        <w:rPr>
          <w:sz w:val="2"/>
          <w:szCs w:val="2"/>
        </w:rPr>
      </w:pPr>
    </w:p>
    <w:p w14:paraId="4C71162F" w14:textId="77777777" w:rsidR="00993105" w:rsidRDefault="00447B3F">
      <w:pPr>
        <w:pStyle w:val="RedaliaNormal"/>
        <w:ind w:left="567"/>
        <w:rPr>
          <w:sz w:val="20"/>
        </w:rPr>
      </w:pPr>
      <w:r>
        <w:rPr>
          <w:sz w:val="20"/>
        </w:rPr>
        <w:t xml:space="preserve">Cette </w:t>
      </w:r>
      <w:r>
        <w:rPr>
          <w:sz w:val="20"/>
        </w:rPr>
        <w:t>notification doit être accompagnée de toute information utile afin de permettre à l’AFD, si nécessaire, de notifier cette violation à l’autorité de contrôle compétente.</w:t>
      </w:r>
    </w:p>
    <w:p w14:paraId="296CED68" w14:textId="77777777" w:rsidR="00993105" w:rsidRDefault="00993105">
      <w:pPr>
        <w:pStyle w:val="RedaliaNormal"/>
        <w:rPr>
          <w:sz w:val="6"/>
          <w:szCs w:val="6"/>
        </w:rPr>
      </w:pPr>
    </w:p>
    <w:p w14:paraId="52DC6A93" w14:textId="77777777" w:rsidR="00993105" w:rsidRDefault="00447B3F">
      <w:pPr>
        <w:pStyle w:val="Redaliapuces"/>
        <w:numPr>
          <w:ilvl w:val="0"/>
          <w:numId w:val="10"/>
        </w:numPr>
      </w:pPr>
      <w:r>
        <w:rPr>
          <w:sz w:val="20"/>
        </w:rPr>
        <w:t>Veiller à ce que les personnes autorisées à traiter les Données à caractère personnel en vertu du présent contrat :</w:t>
      </w:r>
    </w:p>
    <w:p w14:paraId="6CF1614A" w14:textId="77777777" w:rsidR="00993105" w:rsidRDefault="00447B3F">
      <w:pPr>
        <w:pStyle w:val="Redaliapuces"/>
        <w:numPr>
          <w:ilvl w:val="0"/>
          <w:numId w:val="10"/>
        </w:numPr>
      </w:pPr>
      <w:r>
        <w:t>s’engagent à respecter la confidentialité ou soient soumises à une obligation légale appropriée de confidentialité ;</w:t>
      </w:r>
    </w:p>
    <w:p w14:paraId="032E5690" w14:textId="77777777" w:rsidR="00993105" w:rsidRDefault="00447B3F">
      <w:pPr>
        <w:pStyle w:val="Redaliapuces"/>
        <w:numPr>
          <w:ilvl w:val="0"/>
          <w:numId w:val="10"/>
        </w:numPr>
      </w:pPr>
      <w:r>
        <w:t>reçoivent la formation nécessaire en matière de protection des données à caractère personnel</w:t>
      </w:r>
    </w:p>
    <w:p w14:paraId="23BB7D66" w14:textId="77777777" w:rsidR="00993105" w:rsidRDefault="00447B3F">
      <w:pPr>
        <w:pStyle w:val="Redaliapuces"/>
        <w:numPr>
          <w:ilvl w:val="0"/>
          <w:numId w:val="10"/>
        </w:numPr>
      </w:pPr>
      <w:r>
        <w:t>s’engagent à respecter les consignes de sécurité de l’AFD</w:t>
      </w:r>
    </w:p>
    <w:p w14:paraId="6AC6768A" w14:textId="77777777" w:rsidR="00993105" w:rsidRDefault="00993105">
      <w:pPr>
        <w:pStyle w:val="Redaliapuces"/>
        <w:numPr>
          <w:ilvl w:val="0"/>
          <w:numId w:val="0"/>
        </w:numPr>
        <w:tabs>
          <w:tab w:val="clear" w:pos="-398"/>
          <w:tab w:val="clear" w:pos="7824"/>
          <w:tab w:val="left" w:leader="dot" w:pos="8505"/>
        </w:tabs>
        <w:ind w:left="170" w:hanging="227"/>
        <w:rPr>
          <w:sz w:val="20"/>
        </w:rPr>
      </w:pPr>
    </w:p>
    <w:p w14:paraId="5ABE7DB9" w14:textId="77777777" w:rsidR="00993105" w:rsidRDefault="00447B3F">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58EA0A22" w14:textId="77777777" w:rsidR="00993105" w:rsidRDefault="00993105">
      <w:pPr>
        <w:pStyle w:val="RedaliaNormal"/>
        <w:rPr>
          <w:sz w:val="20"/>
        </w:rPr>
      </w:pPr>
    </w:p>
    <w:p w14:paraId="259391B8" w14:textId="77777777" w:rsidR="00993105" w:rsidRDefault="00447B3F">
      <w:pPr>
        <w:pStyle w:val="RedaliaNormal"/>
        <w:rPr>
          <w:b/>
          <w:bCs/>
          <w:sz w:val="20"/>
        </w:rPr>
      </w:pPr>
      <w:r>
        <w:rPr>
          <w:b/>
          <w:bCs/>
          <w:sz w:val="20"/>
        </w:rPr>
        <w:t>b) Description du traitement auquel participe le Prestataire dans le cadre de la prestation</w:t>
      </w:r>
    </w:p>
    <w:p w14:paraId="294A11BE" w14:textId="77777777" w:rsidR="00993105" w:rsidRDefault="00993105">
      <w:pPr>
        <w:pStyle w:val="RedaliaNormal"/>
        <w:rPr>
          <w:sz w:val="20"/>
        </w:rPr>
      </w:pPr>
    </w:p>
    <w:p w14:paraId="19976DF5" w14:textId="77777777" w:rsidR="00993105" w:rsidRDefault="00447B3F">
      <w:pPr>
        <w:pStyle w:val="RedaliaNormal"/>
        <w:rPr>
          <w:sz w:val="20"/>
          <w:u w:val="single"/>
        </w:rPr>
      </w:pPr>
      <w:r>
        <w:rPr>
          <w:sz w:val="20"/>
          <w:u w:val="single"/>
        </w:rPr>
        <w:lastRenderedPageBreak/>
        <w:t>Nature des opérations réalisées sur les Données :</w:t>
      </w:r>
    </w:p>
    <w:p w14:paraId="616211DD" w14:textId="77777777" w:rsidR="00993105" w:rsidRDefault="00993105">
      <w:pPr>
        <w:pStyle w:val="RedaliaNormal"/>
        <w:rPr>
          <w:sz w:val="20"/>
        </w:rPr>
      </w:pPr>
    </w:p>
    <w:p w14:paraId="0A543E87" w14:textId="77777777" w:rsidR="00993105" w:rsidRDefault="00447B3F">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5CEF8274" w14:textId="77777777" w:rsidR="00993105" w:rsidRDefault="00993105">
      <w:pPr>
        <w:pStyle w:val="RedaliaNormal"/>
        <w:rPr>
          <w:sz w:val="20"/>
        </w:rPr>
      </w:pPr>
    </w:p>
    <w:p w14:paraId="6B6C8BEE" w14:textId="77777777" w:rsidR="00993105" w:rsidRDefault="00447B3F">
      <w:pPr>
        <w:pStyle w:val="RedaliaNormal"/>
        <w:rPr>
          <w:sz w:val="20"/>
          <w:u w:val="single"/>
        </w:rPr>
      </w:pPr>
      <w:r>
        <w:rPr>
          <w:sz w:val="20"/>
          <w:u w:val="single"/>
        </w:rPr>
        <w:t>Finalité(s) du traitement :</w:t>
      </w:r>
    </w:p>
    <w:p w14:paraId="3E4129F7" w14:textId="77777777" w:rsidR="00993105" w:rsidRDefault="00993105">
      <w:pPr>
        <w:pStyle w:val="RedaliaNormal"/>
        <w:rPr>
          <w:sz w:val="20"/>
        </w:rPr>
      </w:pPr>
    </w:p>
    <w:p w14:paraId="64F3AFFC" w14:textId="77777777" w:rsidR="00993105" w:rsidRDefault="00447B3F">
      <w:pPr>
        <w:pStyle w:val="RedaliaNormal"/>
        <w:rPr>
          <w:i/>
          <w:iCs/>
          <w:color w:val="FF0000"/>
          <w:sz w:val="20"/>
        </w:rPr>
      </w:pPr>
      <w:r>
        <w:rPr>
          <w:i/>
          <w:iCs/>
          <w:color w:val="FF0000"/>
          <w:sz w:val="20"/>
        </w:rPr>
        <w:t>[Compléter par les objectifs poursuivis par le traitement considéré]</w:t>
      </w:r>
    </w:p>
    <w:p w14:paraId="73B34CC8" w14:textId="77777777" w:rsidR="00993105" w:rsidRDefault="00993105">
      <w:pPr>
        <w:pStyle w:val="RedaliaNormal"/>
        <w:rPr>
          <w:sz w:val="20"/>
        </w:rPr>
      </w:pPr>
    </w:p>
    <w:p w14:paraId="4095869F" w14:textId="77777777" w:rsidR="00993105" w:rsidRDefault="00447B3F">
      <w:pPr>
        <w:pStyle w:val="RedaliaNormal"/>
        <w:rPr>
          <w:sz w:val="20"/>
          <w:u w:val="single"/>
        </w:rPr>
      </w:pPr>
      <w:r>
        <w:rPr>
          <w:sz w:val="20"/>
          <w:u w:val="single"/>
        </w:rPr>
        <w:t>Catégories de données à caractère personnel traitées :</w:t>
      </w:r>
    </w:p>
    <w:p w14:paraId="435A663E" w14:textId="77777777" w:rsidR="00993105" w:rsidRDefault="00993105">
      <w:pPr>
        <w:pStyle w:val="RedaliaNormal"/>
        <w:rPr>
          <w:sz w:val="20"/>
        </w:rPr>
      </w:pPr>
    </w:p>
    <w:p w14:paraId="7E112240" w14:textId="77777777" w:rsidR="00993105" w:rsidRDefault="00447B3F">
      <w:pPr>
        <w:pStyle w:val="RedaliaNormal"/>
        <w:rPr>
          <w:i/>
          <w:iCs/>
          <w:color w:val="FF0000"/>
          <w:sz w:val="20"/>
        </w:rPr>
      </w:pPr>
      <w:r>
        <w:rPr>
          <w:i/>
          <w:iCs/>
          <w:color w:val="FF0000"/>
          <w:sz w:val="20"/>
        </w:rPr>
        <w:t>(Cocher les cases pertinentes)</w:t>
      </w:r>
    </w:p>
    <w:p w14:paraId="725BE742" w14:textId="77777777" w:rsidR="00993105" w:rsidRDefault="00993105">
      <w:pPr>
        <w:pStyle w:val="RedaliaNormal"/>
        <w:rPr>
          <w:sz w:val="20"/>
        </w:rPr>
      </w:pPr>
    </w:p>
    <w:p w14:paraId="4AC3D27A" w14:textId="77777777" w:rsidR="00993105" w:rsidRDefault="00447B3F">
      <w:pPr>
        <w:pStyle w:val="RedaliaNormal"/>
      </w:pPr>
      <w:r>
        <w:rPr>
          <w:sz w:val="20"/>
        </w:rPr>
        <w:t>☐</w:t>
      </w:r>
      <w:r>
        <w:rPr>
          <w:sz w:val="20"/>
        </w:rPr>
        <w:t xml:space="preserve">Etat civil, Identité, Données </w:t>
      </w:r>
      <w:r>
        <w:rPr>
          <w:sz w:val="20"/>
        </w:rPr>
        <w:t>d’identification</w:t>
      </w:r>
    </w:p>
    <w:p w14:paraId="556E63C4" w14:textId="77777777" w:rsidR="00993105" w:rsidRDefault="00447B3F">
      <w:pPr>
        <w:pStyle w:val="RedaliaNormal"/>
      </w:pPr>
      <w:r>
        <w:rPr>
          <w:sz w:val="20"/>
        </w:rPr>
        <w:t>☐</w:t>
      </w:r>
      <w:r>
        <w:rPr>
          <w:sz w:val="20"/>
        </w:rPr>
        <w:t>Vie personnelle (habitudes de vie, situation familiale, etc.)</w:t>
      </w:r>
    </w:p>
    <w:p w14:paraId="06F6410E" w14:textId="77777777" w:rsidR="00993105" w:rsidRDefault="00447B3F">
      <w:pPr>
        <w:pStyle w:val="RedaliaNormal"/>
      </w:pPr>
      <w:r>
        <w:rPr>
          <w:sz w:val="20"/>
        </w:rPr>
        <w:t>☐</w:t>
      </w:r>
      <w:r>
        <w:rPr>
          <w:sz w:val="20"/>
        </w:rPr>
        <w:t>Vie professionnelle (CV, adresse mail professionnelle, formation professionnelle, parcours académique, etc.)</w:t>
      </w:r>
    </w:p>
    <w:p w14:paraId="302A6A50" w14:textId="77777777" w:rsidR="00993105" w:rsidRDefault="00447B3F">
      <w:pPr>
        <w:pStyle w:val="RedaliaNormal"/>
      </w:pPr>
      <w:r>
        <w:rPr>
          <w:sz w:val="20"/>
        </w:rPr>
        <w:t>☐</w:t>
      </w:r>
      <w:r>
        <w:rPr>
          <w:sz w:val="20"/>
        </w:rPr>
        <w:t>Informations d’ordre économique et financier (revenus, situation financière, situation fiscale, etc.)</w:t>
      </w:r>
    </w:p>
    <w:p w14:paraId="663D49B0" w14:textId="77777777" w:rsidR="00993105" w:rsidRDefault="00447B3F">
      <w:pPr>
        <w:pStyle w:val="RedaliaNormal"/>
      </w:pPr>
      <w:r>
        <w:rPr>
          <w:sz w:val="20"/>
        </w:rPr>
        <w:t>☐</w:t>
      </w:r>
      <w:r>
        <w:rPr>
          <w:sz w:val="20"/>
        </w:rPr>
        <w:t>Données de connexion (adresse IP, journaux de connexion, etc.)</w:t>
      </w:r>
    </w:p>
    <w:p w14:paraId="5840E1D8" w14:textId="77777777" w:rsidR="00993105" w:rsidRDefault="00447B3F">
      <w:pPr>
        <w:pStyle w:val="RedaliaNormal"/>
      </w:pPr>
      <w:r>
        <w:rPr>
          <w:sz w:val="20"/>
        </w:rPr>
        <w:t>☐</w:t>
      </w:r>
      <w:r>
        <w:rPr>
          <w:sz w:val="20"/>
        </w:rPr>
        <w:t>Données de localisation (déplacements, données GPS, GSM, etc.)</w:t>
      </w:r>
    </w:p>
    <w:p w14:paraId="4C24ED71" w14:textId="77777777" w:rsidR="00993105" w:rsidRDefault="00447B3F">
      <w:pPr>
        <w:pStyle w:val="RedaliaNormal"/>
      </w:pPr>
      <w:r>
        <w:rPr>
          <w:sz w:val="20"/>
        </w:rPr>
        <w:t>☐</w:t>
      </w:r>
      <w:r>
        <w:rPr>
          <w:sz w:val="20"/>
        </w:rPr>
        <w:t>Autre :</w:t>
      </w:r>
    </w:p>
    <w:p w14:paraId="3FB5D6F3" w14:textId="77777777" w:rsidR="00993105" w:rsidRDefault="00993105">
      <w:pPr>
        <w:pStyle w:val="RedaliaNormal"/>
        <w:rPr>
          <w:sz w:val="20"/>
        </w:rPr>
      </w:pPr>
    </w:p>
    <w:p w14:paraId="3E040C62" w14:textId="77777777" w:rsidR="00993105" w:rsidRDefault="00447B3F">
      <w:pPr>
        <w:pStyle w:val="RedaliaNormal"/>
        <w:rPr>
          <w:sz w:val="20"/>
          <w:u w:val="single"/>
        </w:rPr>
      </w:pPr>
      <w:r>
        <w:rPr>
          <w:sz w:val="20"/>
          <w:u w:val="single"/>
        </w:rPr>
        <w:t>Catégories de personnes concernées :</w:t>
      </w:r>
    </w:p>
    <w:p w14:paraId="3C5BD8DA" w14:textId="77777777" w:rsidR="00993105" w:rsidRDefault="00993105">
      <w:pPr>
        <w:pStyle w:val="RedaliaNormal"/>
        <w:rPr>
          <w:sz w:val="20"/>
        </w:rPr>
      </w:pPr>
    </w:p>
    <w:p w14:paraId="2A9B0773" w14:textId="77777777" w:rsidR="00993105" w:rsidRDefault="00447B3F">
      <w:pPr>
        <w:pStyle w:val="RedaliaNormal"/>
        <w:rPr>
          <w:i/>
          <w:iCs/>
          <w:color w:val="FF0000"/>
          <w:sz w:val="20"/>
        </w:rPr>
      </w:pPr>
      <w:r>
        <w:rPr>
          <w:i/>
          <w:iCs/>
          <w:color w:val="FF0000"/>
          <w:sz w:val="20"/>
        </w:rPr>
        <w:t>(Cocher les cases pertinentes)</w:t>
      </w:r>
    </w:p>
    <w:p w14:paraId="1879A1F8" w14:textId="77777777" w:rsidR="00993105" w:rsidRDefault="00993105">
      <w:pPr>
        <w:pStyle w:val="RedaliaNormal"/>
        <w:rPr>
          <w:sz w:val="20"/>
        </w:rPr>
      </w:pPr>
    </w:p>
    <w:p w14:paraId="0D475CBF" w14:textId="77777777" w:rsidR="00993105" w:rsidRDefault="00447B3F">
      <w:pPr>
        <w:pStyle w:val="RedaliaNormal"/>
      </w:pPr>
      <w:r>
        <w:rPr>
          <w:sz w:val="20"/>
        </w:rPr>
        <w:t>☐</w:t>
      </w:r>
      <w:r>
        <w:rPr>
          <w:sz w:val="20"/>
        </w:rPr>
        <w:t>Salariés</w:t>
      </w:r>
    </w:p>
    <w:p w14:paraId="05BDC0F7" w14:textId="77777777" w:rsidR="00993105" w:rsidRDefault="00447B3F">
      <w:pPr>
        <w:pStyle w:val="RedaliaNormal"/>
      </w:pPr>
      <w:r>
        <w:rPr>
          <w:sz w:val="20"/>
        </w:rPr>
        <w:t>☐</w:t>
      </w:r>
      <w:r>
        <w:rPr>
          <w:sz w:val="20"/>
        </w:rPr>
        <w:t>Candidats</w:t>
      </w:r>
    </w:p>
    <w:p w14:paraId="5BA07256" w14:textId="77777777" w:rsidR="00993105" w:rsidRDefault="00447B3F">
      <w:pPr>
        <w:pStyle w:val="RedaliaNormal"/>
      </w:pPr>
      <w:r>
        <w:rPr>
          <w:sz w:val="20"/>
        </w:rPr>
        <w:t>☐</w:t>
      </w:r>
      <w:r>
        <w:rPr>
          <w:sz w:val="20"/>
        </w:rPr>
        <w:t>Fournisseurs et prestataires</w:t>
      </w:r>
    </w:p>
    <w:p w14:paraId="354F2655" w14:textId="77777777" w:rsidR="00993105" w:rsidRDefault="00447B3F">
      <w:pPr>
        <w:pStyle w:val="RedaliaNormal"/>
      </w:pPr>
      <w:r>
        <w:rPr>
          <w:sz w:val="20"/>
        </w:rPr>
        <w:t>☐</w:t>
      </w:r>
      <w:r>
        <w:rPr>
          <w:sz w:val="20"/>
        </w:rPr>
        <w:t>Visiteurs</w:t>
      </w:r>
    </w:p>
    <w:p w14:paraId="387E6398" w14:textId="77777777" w:rsidR="00993105" w:rsidRDefault="00447B3F">
      <w:pPr>
        <w:pStyle w:val="RedaliaNormal"/>
      </w:pPr>
      <w:r>
        <w:rPr>
          <w:sz w:val="20"/>
        </w:rPr>
        <w:t>☐</w:t>
      </w:r>
      <w:r>
        <w:rPr>
          <w:sz w:val="20"/>
        </w:rPr>
        <w:t>Prospects</w:t>
      </w:r>
    </w:p>
    <w:p w14:paraId="63BF9A74" w14:textId="77777777" w:rsidR="00993105" w:rsidRDefault="00447B3F">
      <w:pPr>
        <w:pStyle w:val="RedaliaNormal"/>
      </w:pPr>
      <w:r>
        <w:rPr>
          <w:sz w:val="20"/>
        </w:rPr>
        <w:t>☐</w:t>
      </w:r>
      <w:r>
        <w:rPr>
          <w:sz w:val="20"/>
        </w:rPr>
        <w:t>Partenaires</w:t>
      </w:r>
    </w:p>
    <w:p w14:paraId="489544FC" w14:textId="77777777" w:rsidR="00993105" w:rsidRDefault="00447B3F">
      <w:pPr>
        <w:pStyle w:val="RedaliaNormal"/>
      </w:pPr>
      <w:r>
        <w:rPr>
          <w:sz w:val="20"/>
        </w:rPr>
        <w:t>☐</w:t>
      </w:r>
      <w:r>
        <w:rPr>
          <w:sz w:val="20"/>
        </w:rPr>
        <w:t>Autre :</w:t>
      </w:r>
    </w:p>
    <w:p w14:paraId="21844028" w14:textId="77777777" w:rsidR="00993105" w:rsidRDefault="00993105">
      <w:pPr>
        <w:pStyle w:val="RedaliaNormal"/>
        <w:rPr>
          <w:sz w:val="20"/>
        </w:rPr>
      </w:pPr>
    </w:p>
    <w:p w14:paraId="699DF261" w14:textId="77777777" w:rsidR="00993105" w:rsidRDefault="00447B3F">
      <w:pPr>
        <w:pStyle w:val="RedaliaNormal"/>
        <w:rPr>
          <w:b/>
          <w:bCs/>
          <w:sz w:val="20"/>
        </w:rPr>
      </w:pPr>
      <w:r>
        <w:rPr>
          <w:b/>
          <w:bCs/>
          <w:sz w:val="20"/>
        </w:rPr>
        <w:t>c) Pouvoir d’instruction de l’AFD</w:t>
      </w:r>
    </w:p>
    <w:p w14:paraId="6B6867C0" w14:textId="77777777" w:rsidR="00993105" w:rsidRDefault="00993105">
      <w:pPr>
        <w:pStyle w:val="RedaliaNormal"/>
        <w:rPr>
          <w:sz w:val="20"/>
        </w:rPr>
      </w:pPr>
    </w:p>
    <w:p w14:paraId="1F611BE6" w14:textId="77777777" w:rsidR="00993105" w:rsidRDefault="00447B3F">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6B7816CD" w14:textId="77777777" w:rsidR="00993105" w:rsidRDefault="00993105">
      <w:pPr>
        <w:pStyle w:val="RedaliaNormal"/>
        <w:rPr>
          <w:sz w:val="20"/>
        </w:rPr>
      </w:pPr>
    </w:p>
    <w:p w14:paraId="790FA4EA" w14:textId="77777777" w:rsidR="00993105" w:rsidRDefault="00447B3F">
      <w:pPr>
        <w:pStyle w:val="RedaliaNormal"/>
        <w:rPr>
          <w:b/>
          <w:bCs/>
          <w:sz w:val="20"/>
        </w:rPr>
      </w:pPr>
      <w:r>
        <w:rPr>
          <w:b/>
          <w:bCs/>
          <w:sz w:val="20"/>
        </w:rPr>
        <w:t>d) Information des personnes concernées</w:t>
      </w:r>
    </w:p>
    <w:p w14:paraId="68369B51" w14:textId="77777777" w:rsidR="00993105" w:rsidRDefault="00993105">
      <w:pPr>
        <w:pStyle w:val="RedaliaNormal"/>
        <w:rPr>
          <w:sz w:val="20"/>
        </w:rPr>
      </w:pPr>
    </w:p>
    <w:p w14:paraId="11F16B70" w14:textId="77777777" w:rsidR="00993105" w:rsidRDefault="00447B3F">
      <w:pPr>
        <w:pStyle w:val="RedaliaNormal"/>
        <w:rPr>
          <w:sz w:val="20"/>
        </w:rPr>
      </w:pPr>
      <w:r>
        <w:rPr>
          <w:sz w:val="20"/>
        </w:rPr>
        <w:t>Le Prestataire s’engage à informer les personnes dont les données sont traitées en vertu du présent contrat du traitement de leurs données.</w:t>
      </w:r>
    </w:p>
    <w:p w14:paraId="75B36893" w14:textId="77777777" w:rsidR="00993105" w:rsidRDefault="00993105">
      <w:pPr>
        <w:pStyle w:val="RedaliaNormal"/>
        <w:rPr>
          <w:sz w:val="20"/>
        </w:rPr>
      </w:pPr>
    </w:p>
    <w:p w14:paraId="7EBFB4C7" w14:textId="77777777" w:rsidR="00993105" w:rsidRDefault="00447B3F">
      <w:pPr>
        <w:pStyle w:val="RedaliaNormal"/>
        <w:rPr>
          <w:sz w:val="20"/>
        </w:rPr>
      </w:pPr>
      <w:r>
        <w:rPr>
          <w:sz w:val="20"/>
        </w:rPr>
        <w:lastRenderedPageBreak/>
        <w:t>Le Prestataire s’engage en particulier à informer ces personnes des finalités suivantes du traitement:</w:t>
      </w:r>
    </w:p>
    <w:p w14:paraId="1B872D5B" w14:textId="77777777" w:rsidR="00993105" w:rsidRDefault="00447B3F">
      <w:pPr>
        <w:pStyle w:val="Redaliapuces"/>
        <w:numPr>
          <w:ilvl w:val="0"/>
          <w:numId w:val="10"/>
        </w:numPr>
      </w:pPr>
      <w:r>
        <w:t>Suivie de la mission qui pourra lui être confiée</w:t>
      </w:r>
    </w:p>
    <w:p w14:paraId="2BE3C7AA" w14:textId="77777777" w:rsidR="00993105" w:rsidRDefault="00447B3F">
      <w:pPr>
        <w:pStyle w:val="Redaliapuces"/>
        <w:numPr>
          <w:ilvl w:val="0"/>
          <w:numId w:val="10"/>
        </w:numPr>
      </w:pPr>
      <w:r>
        <w:t xml:space="preserve">Appréciation de la qualité de la prestation </w:t>
      </w:r>
      <w:r>
        <w:t>fournie</w:t>
      </w:r>
    </w:p>
    <w:p w14:paraId="5C6F82CC" w14:textId="77777777" w:rsidR="00993105" w:rsidRDefault="00447B3F">
      <w:pPr>
        <w:pStyle w:val="Redaliapuces"/>
        <w:numPr>
          <w:ilvl w:val="0"/>
          <w:numId w:val="10"/>
        </w:numPr>
      </w:pPr>
      <w:r>
        <w:t>Constitution et exploitation d’un fichier recensant les prestataires auxquels l’AFD a recours</w:t>
      </w:r>
    </w:p>
    <w:p w14:paraId="3CF9B53C" w14:textId="77777777" w:rsidR="00993105" w:rsidRDefault="00993105">
      <w:pPr>
        <w:pStyle w:val="Redaliapuces"/>
        <w:numPr>
          <w:ilvl w:val="0"/>
          <w:numId w:val="0"/>
        </w:numPr>
        <w:tabs>
          <w:tab w:val="clear" w:pos="-398"/>
          <w:tab w:val="clear" w:pos="7824"/>
          <w:tab w:val="left" w:pos="510"/>
          <w:tab w:val="left" w:pos="8732"/>
        </w:tabs>
        <w:ind w:left="227" w:hanging="227"/>
        <w:rPr>
          <w:sz w:val="20"/>
        </w:rPr>
      </w:pPr>
    </w:p>
    <w:p w14:paraId="52AA9291" w14:textId="77777777" w:rsidR="00993105" w:rsidRDefault="00447B3F">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72" w:history="1">
        <w:r>
          <w:t>informatique.libertes@afd.fr</w:t>
        </w:r>
      </w:hyperlink>
      <w:r>
        <w:rPr>
          <w:sz w:val="20"/>
        </w:rPr>
        <w:t xml:space="preserve"> ). Le DPO de l’AFD pourra ainsi répondre à l’ensemble de questions relatives au traitement de leurs données personnelles.</w:t>
      </w:r>
    </w:p>
    <w:sectPr w:rsidR="00993105">
      <w:headerReference w:type="default" r:id="rId73"/>
      <w:footerReference w:type="default" r:id="rId7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4954F" w14:textId="77777777" w:rsidR="00447B3F" w:rsidRDefault="00447B3F">
      <w:r>
        <w:separator/>
      </w:r>
    </w:p>
  </w:endnote>
  <w:endnote w:type="continuationSeparator" w:id="0">
    <w:p w14:paraId="720D3502" w14:textId="77777777" w:rsidR="00447B3F" w:rsidRDefault="0044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819B" w14:textId="77777777" w:rsidR="00447B3F" w:rsidRDefault="00447B3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4DD6" w14:paraId="57455391" w14:textId="77777777">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14:paraId="1755CEFC" w14:textId="77777777" w:rsidR="00447B3F" w:rsidRDefault="00447B3F">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51F24B73" w14:textId="77777777" w:rsidR="00447B3F" w:rsidRDefault="00447B3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05BE2" w14:textId="77777777" w:rsidR="00447B3F" w:rsidRDefault="00447B3F">
      <w:r>
        <w:rPr>
          <w:color w:val="000000"/>
        </w:rPr>
        <w:separator/>
      </w:r>
    </w:p>
  </w:footnote>
  <w:footnote w:type="continuationSeparator" w:id="0">
    <w:p w14:paraId="199E93A8" w14:textId="77777777" w:rsidR="00447B3F" w:rsidRDefault="00447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4DD6" w14:paraId="2C4CBC5E" w14:textId="77777777">
      <w:tblPrEx>
        <w:tblCellMar>
          <w:top w:w="0" w:type="dxa"/>
          <w:bottom w:w="0" w:type="dxa"/>
        </w:tblCellMar>
      </w:tblPrEx>
      <w:tc>
        <w:tcPr>
          <w:tcW w:w="6770" w:type="dxa"/>
          <w:shd w:val="clear" w:color="auto" w:fill="auto"/>
          <w:tcMar>
            <w:top w:w="0" w:type="dxa"/>
            <w:left w:w="108" w:type="dxa"/>
            <w:bottom w:w="0" w:type="dxa"/>
            <w:right w:w="108" w:type="dxa"/>
          </w:tcMar>
        </w:tcPr>
        <w:p w14:paraId="3E70E4EE" w14:textId="77777777" w:rsidR="00447B3F" w:rsidRDefault="00447B3F">
          <w:pPr>
            <w:pStyle w:val="RdaliaLgende"/>
            <w:rPr>
              <w:rFonts w:cs="Calibri"/>
            </w:rPr>
          </w:pPr>
        </w:p>
      </w:tc>
      <w:tc>
        <w:tcPr>
          <w:tcW w:w="2234" w:type="dxa"/>
          <w:shd w:val="clear" w:color="auto" w:fill="auto"/>
          <w:tcMar>
            <w:top w:w="0" w:type="dxa"/>
            <w:left w:w="108" w:type="dxa"/>
            <w:bottom w:w="0" w:type="dxa"/>
            <w:right w:w="108" w:type="dxa"/>
          </w:tcMar>
        </w:tcPr>
        <w:p w14:paraId="0C0B65CA" w14:textId="77777777" w:rsidR="00447B3F" w:rsidRDefault="00447B3F">
          <w:pPr>
            <w:pStyle w:val="RdaliaLgende"/>
            <w:rPr>
              <w:rFonts w:cs="Calibri"/>
            </w:rPr>
          </w:pPr>
          <w:r>
            <w:rPr>
              <w:rFonts w:cs="Calibri"/>
            </w:rPr>
            <w:t>Contrat : ARB-2025-0219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56271"/>
    <w:multiLevelType w:val="multilevel"/>
    <w:tmpl w:val="94E22B9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8596455"/>
    <w:multiLevelType w:val="multilevel"/>
    <w:tmpl w:val="C8224C8C"/>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 w15:restartNumberingAfterBreak="0">
    <w:nsid w:val="0A2C78E5"/>
    <w:multiLevelType w:val="multilevel"/>
    <w:tmpl w:val="5DC24F8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E1A3F24"/>
    <w:multiLevelType w:val="multilevel"/>
    <w:tmpl w:val="29A0506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0216649"/>
    <w:multiLevelType w:val="multilevel"/>
    <w:tmpl w:val="7E0ADB6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1423261C"/>
    <w:multiLevelType w:val="multilevel"/>
    <w:tmpl w:val="935A4D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17F00843"/>
    <w:multiLevelType w:val="multilevel"/>
    <w:tmpl w:val="2940D6E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1A6C4C1F"/>
    <w:multiLevelType w:val="multilevel"/>
    <w:tmpl w:val="2578B448"/>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8" w15:restartNumberingAfterBreak="0">
    <w:nsid w:val="1CC15D09"/>
    <w:multiLevelType w:val="multilevel"/>
    <w:tmpl w:val="C3E0000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25D3581D"/>
    <w:multiLevelType w:val="multilevel"/>
    <w:tmpl w:val="0C7EB48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 w15:restartNumberingAfterBreak="0">
    <w:nsid w:val="29CC25D5"/>
    <w:multiLevelType w:val="multilevel"/>
    <w:tmpl w:val="282C830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BD9518C"/>
    <w:multiLevelType w:val="multilevel"/>
    <w:tmpl w:val="5060EC7C"/>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2FF76486"/>
    <w:multiLevelType w:val="multilevel"/>
    <w:tmpl w:val="54A49FF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32604A35"/>
    <w:multiLevelType w:val="multilevel"/>
    <w:tmpl w:val="18D043C0"/>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4" w15:restartNumberingAfterBreak="0">
    <w:nsid w:val="356B7688"/>
    <w:multiLevelType w:val="multilevel"/>
    <w:tmpl w:val="192AC22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8891421"/>
    <w:multiLevelType w:val="multilevel"/>
    <w:tmpl w:val="EE888D9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39C0395D"/>
    <w:multiLevelType w:val="multilevel"/>
    <w:tmpl w:val="B534144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4DB443AB"/>
    <w:multiLevelType w:val="multilevel"/>
    <w:tmpl w:val="56CA0336"/>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84C1AA3"/>
    <w:multiLevelType w:val="multilevel"/>
    <w:tmpl w:val="20D86A34"/>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591E15A3"/>
    <w:multiLevelType w:val="multilevel"/>
    <w:tmpl w:val="79BA721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0" w15:restartNumberingAfterBreak="0">
    <w:nsid w:val="5B3D72E7"/>
    <w:multiLevelType w:val="multilevel"/>
    <w:tmpl w:val="BD5E573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7296FB1"/>
    <w:multiLevelType w:val="multilevel"/>
    <w:tmpl w:val="692E60E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67672BC8"/>
    <w:multiLevelType w:val="multilevel"/>
    <w:tmpl w:val="89AAA94A"/>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3" w15:restartNumberingAfterBreak="0">
    <w:nsid w:val="6DC97617"/>
    <w:multiLevelType w:val="multilevel"/>
    <w:tmpl w:val="32DEFAA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6DD0051C"/>
    <w:multiLevelType w:val="multilevel"/>
    <w:tmpl w:val="4F8AC0C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5" w15:restartNumberingAfterBreak="0">
    <w:nsid w:val="74C60F7F"/>
    <w:multiLevelType w:val="multilevel"/>
    <w:tmpl w:val="767846B0"/>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7C730E20"/>
    <w:multiLevelType w:val="multilevel"/>
    <w:tmpl w:val="366AFE2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271670240">
    <w:abstractNumId w:val="13"/>
  </w:num>
  <w:num w:numId="2" w16cid:durableId="1576478503">
    <w:abstractNumId w:val="12"/>
  </w:num>
  <w:num w:numId="3" w16cid:durableId="462503172">
    <w:abstractNumId w:val="16"/>
  </w:num>
  <w:num w:numId="4" w16cid:durableId="378939374">
    <w:abstractNumId w:val="25"/>
  </w:num>
  <w:num w:numId="5" w16cid:durableId="1427115632">
    <w:abstractNumId w:val="0"/>
  </w:num>
  <w:num w:numId="6" w16cid:durableId="744037855">
    <w:abstractNumId w:val="5"/>
  </w:num>
  <w:num w:numId="7" w16cid:durableId="277875466">
    <w:abstractNumId w:val="9"/>
  </w:num>
  <w:num w:numId="8" w16cid:durableId="2059356274">
    <w:abstractNumId w:val="10"/>
  </w:num>
  <w:num w:numId="9" w16cid:durableId="1751999517">
    <w:abstractNumId w:val="26"/>
  </w:num>
  <w:num w:numId="10" w16cid:durableId="545529762">
    <w:abstractNumId w:val="21"/>
  </w:num>
  <w:num w:numId="11" w16cid:durableId="843978605">
    <w:abstractNumId w:val="15"/>
  </w:num>
  <w:num w:numId="12" w16cid:durableId="31002592">
    <w:abstractNumId w:val="22"/>
  </w:num>
  <w:num w:numId="13" w16cid:durableId="1002397705">
    <w:abstractNumId w:val="14"/>
  </w:num>
  <w:num w:numId="14" w16cid:durableId="229846032">
    <w:abstractNumId w:val="1"/>
  </w:num>
  <w:num w:numId="15" w16cid:durableId="1822623736">
    <w:abstractNumId w:val="7"/>
  </w:num>
  <w:num w:numId="16" w16cid:durableId="882519165">
    <w:abstractNumId w:val="19"/>
  </w:num>
  <w:num w:numId="17" w16cid:durableId="1484928558">
    <w:abstractNumId w:val="23"/>
  </w:num>
  <w:num w:numId="18" w16cid:durableId="1216546586">
    <w:abstractNumId w:val="17"/>
  </w:num>
  <w:num w:numId="19" w16cid:durableId="1102609728">
    <w:abstractNumId w:val="3"/>
  </w:num>
  <w:num w:numId="20" w16cid:durableId="1540236430">
    <w:abstractNumId w:val="18"/>
  </w:num>
  <w:num w:numId="21" w16cid:durableId="581261221">
    <w:abstractNumId w:val="4"/>
  </w:num>
  <w:num w:numId="22" w16cid:durableId="1967618902">
    <w:abstractNumId w:val="11"/>
  </w:num>
  <w:num w:numId="23" w16cid:durableId="2030912802">
    <w:abstractNumId w:val="21"/>
    <w:lvlOverride w:ilvl="0"/>
  </w:num>
  <w:num w:numId="24" w16cid:durableId="1650942978">
    <w:abstractNumId w:val="20"/>
  </w:num>
  <w:num w:numId="25" w16cid:durableId="760679990">
    <w:abstractNumId w:val="8"/>
  </w:num>
  <w:num w:numId="26" w16cid:durableId="182668139">
    <w:abstractNumId w:val="24"/>
  </w:num>
  <w:num w:numId="27" w16cid:durableId="1327974427">
    <w:abstractNumId w:val="6"/>
  </w:num>
  <w:num w:numId="28" w16cid:durableId="853618902">
    <w:abstractNumId w:val="2"/>
  </w:num>
  <w:num w:numId="29" w16cid:durableId="815879340">
    <w:abstractNumId w:val="22"/>
    <w:lvlOverride w:ilvl="0"/>
  </w:num>
  <w:num w:numId="30" w16cid:durableId="1504858078">
    <w:abstractNumId w:val="21"/>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93105"/>
    <w:rsid w:val="00447B3F"/>
    <w:rsid w:val="00993105"/>
    <w:rsid w:val="00C73A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E2E87"/>
  <w15:docId w15:val="{3FADB94C-0289-46EE-AFFA-BB8DAE253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459"/>
        <w:tab w:val="left" w:leader="dot" w:pos="634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4852"/>
        <w:tab w:val="left" w:pos="-2601"/>
        <w:tab w:val="left" w:pos="-2160"/>
      </w:tabs>
    </w:pPr>
  </w:style>
  <w:style w:type="paragraph" w:customStyle="1" w:styleId="RdaliaRetraitPuceniveau2">
    <w:name w:val="Rédalia : Retrait Puce niveau 2"/>
    <w:basedOn w:val="RedaliaNormal"/>
    <w:pPr>
      <w:numPr>
        <w:numId w:val="13"/>
      </w:numPr>
      <w:tabs>
        <w:tab w:val="clear" w:pos="8505"/>
        <w:tab w:val="left" w:pos="-4852"/>
      </w:tabs>
    </w:pPr>
  </w:style>
  <w:style w:type="paragraph" w:customStyle="1" w:styleId="RdaliaRetraitGrandepuce">
    <w:name w:val="Rédalia : Retrait Grande puce"/>
    <w:basedOn w:val="RedaliaNormal"/>
    <w:pPr>
      <w:numPr>
        <w:numId w:val="9"/>
      </w:numPr>
      <w:tabs>
        <w:tab w:val="clear" w:pos="8505"/>
        <w:tab w:val="left" w:pos="-3956"/>
        <w:tab w:val="left" w:pos="-318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1275"/>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character" w:customStyle="1" w:styleId="ParagraphedelisteCar">
    <w:name w:val="Paragraphe de liste Car"/>
    <w:basedOn w:val="Policepardfaut"/>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Toc201166428" TargetMode="External"/><Relationship Id="rId21" Type="http://schemas.openxmlformats.org/officeDocument/2006/relationships/hyperlink" Target="#_Toc201166423" TargetMode="External"/><Relationship Id="rId42" Type="http://schemas.openxmlformats.org/officeDocument/2006/relationships/hyperlink" Target="#_Toc201166444" TargetMode="External"/><Relationship Id="rId47" Type="http://schemas.openxmlformats.org/officeDocument/2006/relationships/hyperlink" Target="#_Toc201166449" TargetMode="External"/><Relationship Id="rId63" Type="http://schemas.openxmlformats.org/officeDocument/2006/relationships/hyperlink" Target="#_Toc201166465" TargetMode="External"/><Relationship Id="rId68" Type="http://schemas.openxmlformats.org/officeDocument/2006/relationships/hyperlink" Target="#_Toc201166470" TargetMode="External"/><Relationship Id="rId2" Type="http://schemas.openxmlformats.org/officeDocument/2006/relationships/styles" Target="styles.xml"/><Relationship Id="rId16" Type="http://schemas.openxmlformats.org/officeDocument/2006/relationships/hyperlink" Target="#_Toc201166418" TargetMode="External"/><Relationship Id="rId29" Type="http://schemas.openxmlformats.org/officeDocument/2006/relationships/hyperlink" Target="#_Toc201166431" TargetMode="External"/><Relationship Id="rId11" Type="http://schemas.openxmlformats.org/officeDocument/2006/relationships/hyperlink" Target="#_Toc201166413" TargetMode="External"/><Relationship Id="rId24" Type="http://schemas.openxmlformats.org/officeDocument/2006/relationships/hyperlink" Target="#_Toc201166426" TargetMode="External"/><Relationship Id="rId32" Type="http://schemas.openxmlformats.org/officeDocument/2006/relationships/hyperlink" Target="#_Toc201166434" TargetMode="External"/><Relationship Id="rId37" Type="http://schemas.openxmlformats.org/officeDocument/2006/relationships/hyperlink" Target="#_Toc201166439" TargetMode="External"/><Relationship Id="rId40" Type="http://schemas.openxmlformats.org/officeDocument/2006/relationships/hyperlink" Target="#_Toc201166442" TargetMode="External"/><Relationship Id="rId45" Type="http://schemas.openxmlformats.org/officeDocument/2006/relationships/hyperlink" Target="#_Toc201166447" TargetMode="External"/><Relationship Id="rId53" Type="http://schemas.openxmlformats.org/officeDocument/2006/relationships/hyperlink" Target="#_Toc201166455" TargetMode="External"/><Relationship Id="rId58" Type="http://schemas.openxmlformats.org/officeDocument/2006/relationships/hyperlink" Target="#_Toc201166460" TargetMode="External"/><Relationship Id="rId66" Type="http://schemas.openxmlformats.org/officeDocument/2006/relationships/hyperlink" Target="#_Toc201166468" TargetMode="External"/><Relationship Id="rId74"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_Toc201166463" TargetMode="External"/><Relationship Id="rId19" Type="http://schemas.openxmlformats.org/officeDocument/2006/relationships/hyperlink" Target="#_Toc201166421" TargetMode="External"/><Relationship Id="rId14" Type="http://schemas.openxmlformats.org/officeDocument/2006/relationships/hyperlink" Target="#_Toc201166416" TargetMode="External"/><Relationship Id="rId22" Type="http://schemas.openxmlformats.org/officeDocument/2006/relationships/hyperlink" Target="#_Toc201166424" TargetMode="External"/><Relationship Id="rId27" Type="http://schemas.openxmlformats.org/officeDocument/2006/relationships/hyperlink" Target="#_Toc201166429" TargetMode="External"/><Relationship Id="rId30" Type="http://schemas.openxmlformats.org/officeDocument/2006/relationships/hyperlink" Target="#_Toc201166432" TargetMode="External"/><Relationship Id="rId35" Type="http://schemas.openxmlformats.org/officeDocument/2006/relationships/hyperlink" Target="#_Toc201166437" TargetMode="External"/><Relationship Id="rId43" Type="http://schemas.openxmlformats.org/officeDocument/2006/relationships/hyperlink" Target="#_Toc201166445" TargetMode="External"/><Relationship Id="rId48" Type="http://schemas.openxmlformats.org/officeDocument/2006/relationships/hyperlink" Target="#_Toc201166450" TargetMode="External"/><Relationship Id="rId56" Type="http://schemas.openxmlformats.org/officeDocument/2006/relationships/hyperlink" Target="#_Toc201166458" TargetMode="External"/><Relationship Id="rId64" Type="http://schemas.openxmlformats.org/officeDocument/2006/relationships/hyperlink" Target="#_Toc201166466" TargetMode="External"/><Relationship Id="rId69" Type="http://schemas.openxmlformats.org/officeDocument/2006/relationships/hyperlink" Target="http://www.afd.fr/" TargetMode="External"/><Relationship Id="rId8" Type="http://schemas.openxmlformats.org/officeDocument/2006/relationships/hyperlink" Target="#_Toc201166410" TargetMode="External"/><Relationship Id="rId51" Type="http://schemas.openxmlformats.org/officeDocument/2006/relationships/hyperlink" Target="#_Toc201166453" TargetMode="External"/><Relationship Id="rId72" Type="http://schemas.openxmlformats.org/officeDocument/2006/relationships/hyperlink" Target="mailto:informatique.libertes@afd.fr" TargetMode="External"/><Relationship Id="rId3" Type="http://schemas.openxmlformats.org/officeDocument/2006/relationships/settings" Target="settings.xml"/><Relationship Id="rId12" Type="http://schemas.openxmlformats.org/officeDocument/2006/relationships/hyperlink" Target="#_Toc201166414" TargetMode="External"/><Relationship Id="rId17" Type="http://schemas.openxmlformats.org/officeDocument/2006/relationships/hyperlink" Target="#_Toc201166419" TargetMode="External"/><Relationship Id="rId25" Type="http://schemas.openxmlformats.org/officeDocument/2006/relationships/hyperlink" Target="#_Toc201166427" TargetMode="External"/><Relationship Id="rId33" Type="http://schemas.openxmlformats.org/officeDocument/2006/relationships/hyperlink" Target="#_Toc201166435" TargetMode="External"/><Relationship Id="rId38" Type="http://schemas.openxmlformats.org/officeDocument/2006/relationships/hyperlink" Target="#_Toc201166440" TargetMode="External"/><Relationship Id="rId46" Type="http://schemas.openxmlformats.org/officeDocument/2006/relationships/hyperlink" Target="#_Toc201166448" TargetMode="External"/><Relationship Id="rId59" Type="http://schemas.openxmlformats.org/officeDocument/2006/relationships/hyperlink" Target="#_Toc201166461" TargetMode="External"/><Relationship Id="rId67" Type="http://schemas.openxmlformats.org/officeDocument/2006/relationships/hyperlink" Target="#_Toc201166469" TargetMode="External"/><Relationship Id="rId20" Type="http://schemas.openxmlformats.org/officeDocument/2006/relationships/hyperlink" Target="#_Toc201166422" TargetMode="External"/><Relationship Id="rId41" Type="http://schemas.openxmlformats.org/officeDocument/2006/relationships/hyperlink" Target="#_Toc201166443" TargetMode="External"/><Relationship Id="rId54" Type="http://schemas.openxmlformats.org/officeDocument/2006/relationships/hyperlink" Target="#_Toc201166456" TargetMode="External"/><Relationship Id="rId62" Type="http://schemas.openxmlformats.org/officeDocument/2006/relationships/hyperlink" Target="#_Toc201166464" TargetMode="External"/><Relationship Id="rId70" Type="http://schemas.openxmlformats.org/officeDocument/2006/relationships/hyperlink" Target="https://www.afd.fr/sites/afd/files/2022-05-04-44-14/charte-relations-fournisseurs-groupe-afd.pdf"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201166417" TargetMode="External"/><Relationship Id="rId23" Type="http://schemas.openxmlformats.org/officeDocument/2006/relationships/hyperlink" Target="#_Toc201166425" TargetMode="External"/><Relationship Id="rId28" Type="http://schemas.openxmlformats.org/officeDocument/2006/relationships/hyperlink" Target="#_Toc201166430" TargetMode="External"/><Relationship Id="rId36" Type="http://schemas.openxmlformats.org/officeDocument/2006/relationships/hyperlink" Target="#_Toc201166438" TargetMode="External"/><Relationship Id="rId49" Type="http://schemas.openxmlformats.org/officeDocument/2006/relationships/hyperlink" Target="#_Toc201166451" TargetMode="External"/><Relationship Id="rId57" Type="http://schemas.openxmlformats.org/officeDocument/2006/relationships/hyperlink" Target="#_Toc201166459" TargetMode="External"/><Relationship Id="rId10" Type="http://schemas.openxmlformats.org/officeDocument/2006/relationships/hyperlink" Target="#_Toc201166412" TargetMode="External"/><Relationship Id="rId31" Type="http://schemas.openxmlformats.org/officeDocument/2006/relationships/hyperlink" Target="#_Toc201166433" TargetMode="External"/><Relationship Id="rId44" Type="http://schemas.openxmlformats.org/officeDocument/2006/relationships/hyperlink" Target="#_Toc201166446" TargetMode="External"/><Relationship Id="rId52" Type="http://schemas.openxmlformats.org/officeDocument/2006/relationships/hyperlink" Target="#_Toc201166454" TargetMode="External"/><Relationship Id="rId60" Type="http://schemas.openxmlformats.org/officeDocument/2006/relationships/hyperlink" Target="#_Toc201166462" TargetMode="External"/><Relationship Id="rId65" Type="http://schemas.openxmlformats.org/officeDocument/2006/relationships/hyperlink" Target="#_Toc201166467" TargetMode="External"/><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_Toc201166411" TargetMode="External"/><Relationship Id="rId13" Type="http://schemas.openxmlformats.org/officeDocument/2006/relationships/hyperlink" Target="#_Toc201166415" TargetMode="External"/><Relationship Id="rId18" Type="http://schemas.openxmlformats.org/officeDocument/2006/relationships/hyperlink" Target="#_Toc201166420" TargetMode="External"/><Relationship Id="rId39" Type="http://schemas.openxmlformats.org/officeDocument/2006/relationships/hyperlink" Target="#_Toc201166441" TargetMode="External"/><Relationship Id="rId34" Type="http://schemas.openxmlformats.org/officeDocument/2006/relationships/hyperlink" Target="#_Toc201166436" TargetMode="External"/><Relationship Id="rId50" Type="http://schemas.openxmlformats.org/officeDocument/2006/relationships/hyperlink" Target="#_Toc201166452" TargetMode="External"/><Relationship Id="rId55" Type="http://schemas.openxmlformats.org/officeDocument/2006/relationships/hyperlink" Target="#_Toc201166457" TargetMode="External"/><Relationship Id="rId76"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mailto:#DPO_notification@afd.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16748</Words>
  <Characters>92116</Characters>
  <Application>Microsoft Office Word</Application>
  <DocSecurity>0</DocSecurity>
  <Lines>767</Lines>
  <Paragraphs>217</Paragraphs>
  <ScaleCrop>false</ScaleCrop>
  <Company>AFD Office 2024 FR-EN LTSC x64</Company>
  <LinksUpToDate>false</LinksUpToDate>
  <CharactersWithSpaces>108647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HETAIN Nicolas</cp:lastModifiedBy>
  <cp:revision>2</cp:revision>
  <dcterms:created xsi:type="dcterms:W3CDTF">2025-06-19T08:10:00Z</dcterms:created>
  <dcterms:modified xsi:type="dcterms:W3CDTF">2025-06-19T08:10:00Z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TypeContrat_18</vt:lpwstr>
  </property>
  <property fmtid="{D5CDD505-2E9C-101B-9397-08002B2CF9AE}" pid="7" name="IdentifiantEdition">
    <vt:lpwstr>ContratUnique_AFD</vt:lpwstr>
  </property>
  <property fmtid="{D5CDD505-2E9C-101B-9397-08002B2CF9AE}" pid="8" name="NomSegment">
    <vt:lpwstr>SIMOAD2</vt:lpwstr>
  </property>
  <property fmtid="{D5CDD505-2E9C-101B-9397-08002B2CF9AE}" pid="9" name="NouveauElement">
    <vt:lpwstr>SipretMatoInfor</vt:lpwstr>
  </property>
  <property fmtid="{D5CDD505-2E9C-101B-9397-08002B2CF9AE}" pid="10" name="ResultatCommande">
    <vt:lpwstr>Ok</vt:lpwstr>
  </property>
</Properties>
</file>